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2464E9" w14:textId="77777777" w:rsidR="00E46B92" w:rsidRDefault="00E46B92" w:rsidP="00021F4C"/>
    <w:p w14:paraId="533FFBA3" w14:textId="77777777" w:rsidR="00E46B92" w:rsidRDefault="00E46B92" w:rsidP="00CC7145"/>
    <w:tbl>
      <w:tblPr>
        <w:tblW w:w="5000" w:type="pct"/>
        <w:tblLayout w:type="fixed"/>
        <w:tblCellMar>
          <w:left w:w="0" w:type="dxa"/>
          <w:right w:w="0" w:type="dxa"/>
        </w:tblCellMar>
        <w:tblLook w:val="0000" w:firstRow="0" w:lastRow="0" w:firstColumn="0" w:lastColumn="0" w:noHBand="0" w:noVBand="0"/>
      </w:tblPr>
      <w:tblGrid>
        <w:gridCol w:w="4479"/>
      </w:tblGrid>
      <w:tr w:rsidR="00021F4C" w14:paraId="4F3130E3" w14:textId="77777777" w:rsidTr="004541B0">
        <w:trPr>
          <w:cantSplit/>
          <w:trHeight w:hRule="exact" w:val="1304"/>
        </w:trPr>
        <w:tc>
          <w:tcPr>
            <w:tcW w:w="5000" w:type="pct"/>
            <w:vAlign w:val="center"/>
          </w:tcPr>
          <w:p w14:paraId="58A57082" w14:textId="77777777" w:rsidR="00021F4C" w:rsidRDefault="00021F4C" w:rsidP="00021F4C">
            <w:pPr>
              <w:pStyle w:val="Pealdis"/>
              <w:framePr w:w="4479" w:h="1304" w:hRule="exact" w:wrap="around" w:x="6871" w:y="781"/>
              <w:pBdr>
                <w:top w:val="none" w:sz="0" w:space="0" w:color="auto"/>
                <w:bottom w:val="none" w:sz="0" w:space="0" w:color="auto"/>
              </w:pBdr>
              <w:rPr>
                <w:spacing w:val="0"/>
                <w:position w:val="0"/>
              </w:rPr>
            </w:pPr>
            <w:r>
              <w:rPr>
                <w:spacing w:val="0"/>
                <w:position w:val="0"/>
              </w:rPr>
              <w:t>ASUTUSESISESEKS KASUTAMISEKS</w:t>
            </w:r>
          </w:p>
          <w:p w14:paraId="5DDA1254" w14:textId="77777777" w:rsidR="00021F4C" w:rsidRDefault="00021F4C" w:rsidP="00021F4C">
            <w:pPr>
              <w:framePr w:w="4479" w:h="1304" w:hRule="exact" w:wrap="around" w:vAnchor="page" w:hAnchor="page" w:x="6871" w:y="781"/>
              <w:pBdr>
                <w:left w:val="single" w:sz="6" w:space="1" w:color="auto"/>
                <w:right w:val="single" w:sz="6" w:space="1" w:color="auto"/>
              </w:pBdr>
              <w:rPr>
                <w:rFonts w:ascii="Arial" w:hAnsi="Arial" w:cs="Arial"/>
                <w:sz w:val="16"/>
              </w:rPr>
            </w:pPr>
            <w:r>
              <w:rPr>
                <w:rFonts w:ascii="Arial" w:hAnsi="Arial" w:cs="Arial"/>
                <w:b/>
                <w:bCs/>
                <w:sz w:val="16"/>
              </w:rPr>
              <w:t xml:space="preserve">Märge tehtud </w:t>
            </w:r>
            <w:r>
              <w:rPr>
                <w:rFonts w:ascii="Arial" w:hAnsi="Arial" w:cs="Arial"/>
                <w:sz w:val="16"/>
              </w:rPr>
              <w:fldChar w:fldCharType="begin">
                <w:ffData>
                  <w:name w:val="Text39"/>
                  <w:enabled/>
                  <w:calcOnExit w:val="0"/>
                  <w:helpText w:type="text" w:val="Sisestage siia märke tegemise kuupäev.&#10;&#10;Näiteks: &#10;01.05.2014&#10;(hiliseima digitaalallkirja kuupäev)&#10;&#10;Seejärel liikuge Tab klahviga järgmisele väljale."/>
                  <w:statusText w:type="text" w:val="Sisestage siia märke tegemise kuupäev (vt F1)"/>
                  <w:textInput/>
                </w:ffData>
              </w:fldChar>
            </w:r>
            <w:bookmarkStart w:id="0" w:name="Text39"/>
            <w:r>
              <w:rPr>
                <w:rFonts w:ascii="Arial" w:hAnsi="Arial" w:cs="Arial"/>
                <w:sz w:val="16"/>
              </w:rPr>
              <w:instrText xml:space="preserve"> FORMTEXT </w:instrText>
            </w:r>
            <w:r>
              <w:rPr>
                <w:rFonts w:ascii="Arial" w:hAnsi="Arial" w:cs="Arial"/>
                <w:sz w:val="16"/>
              </w:rPr>
            </w:r>
            <w:r>
              <w:rPr>
                <w:rFonts w:ascii="Arial" w:hAnsi="Arial" w:cs="Arial"/>
                <w:sz w:val="16"/>
              </w:rPr>
              <w:fldChar w:fldCharType="separate"/>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sz w:val="16"/>
              </w:rPr>
              <w:fldChar w:fldCharType="end"/>
            </w:r>
            <w:bookmarkEnd w:id="0"/>
          </w:p>
          <w:p w14:paraId="11FDF7F6" w14:textId="77777777" w:rsidR="00021F4C" w:rsidRDefault="00021F4C" w:rsidP="00021F4C">
            <w:pPr>
              <w:framePr w:w="4479" w:h="1304" w:hRule="exact" w:wrap="around" w:vAnchor="page" w:hAnchor="page" w:x="6871" w:y="781"/>
              <w:pBdr>
                <w:left w:val="single" w:sz="6" w:space="1" w:color="auto"/>
                <w:right w:val="single" w:sz="6" w:space="1" w:color="auto"/>
              </w:pBdr>
              <w:rPr>
                <w:rFonts w:ascii="Arial" w:hAnsi="Arial" w:cs="Arial"/>
                <w:sz w:val="16"/>
              </w:rPr>
            </w:pPr>
            <w:r>
              <w:rPr>
                <w:rFonts w:ascii="Arial" w:hAnsi="Arial" w:cs="Arial"/>
                <w:sz w:val="16"/>
              </w:rPr>
              <w:t>Riigimetsa Majandamise Keskuses.</w:t>
            </w:r>
          </w:p>
          <w:p w14:paraId="571E4ADE" w14:textId="77777777" w:rsidR="00021F4C" w:rsidRDefault="00021F4C" w:rsidP="00021F4C">
            <w:pPr>
              <w:framePr w:w="4479" w:h="1304" w:hRule="exact" w:wrap="around" w:vAnchor="page" w:hAnchor="page" w:x="6871" w:y="781"/>
              <w:pBdr>
                <w:left w:val="single" w:sz="6" w:space="1" w:color="auto"/>
                <w:right w:val="single" w:sz="6" w:space="1" w:color="auto"/>
              </w:pBdr>
              <w:rPr>
                <w:rFonts w:ascii="Arial" w:hAnsi="Arial" w:cs="Arial"/>
                <w:sz w:val="16"/>
              </w:rPr>
            </w:pPr>
            <w:r>
              <w:rPr>
                <w:rFonts w:ascii="Arial" w:hAnsi="Arial" w:cs="Arial"/>
                <w:b/>
                <w:bCs/>
                <w:sz w:val="16"/>
              </w:rPr>
              <w:t xml:space="preserve">Kehtib kuni </w:t>
            </w:r>
            <w:r>
              <w:rPr>
                <w:rFonts w:ascii="Arial" w:hAnsi="Arial" w:cs="Arial"/>
                <w:sz w:val="16"/>
              </w:rPr>
              <w:fldChar w:fldCharType="begin">
                <w:ffData>
                  <w:name w:val="Text40"/>
                  <w:enabled/>
                  <w:calcOnExit w:val="0"/>
                  <w:helpText w:type="text" w:val="Sisestage siia kehtivusaeg.&#10;&#10;Näiteks: &#10;01.05.2019&#10;(5 aastat hiliseima digitaalallkirja kuupäevast)&#10;&#10;Seejärel liikuge Tab klahviga järgmisele väljale.&#10;&#10;"/>
                  <w:statusText w:type="text" w:val="Sisestage siia kehtivusaeg (vt F1)"/>
                  <w:textInput/>
                </w:ffData>
              </w:fldChar>
            </w:r>
            <w:bookmarkStart w:id="1" w:name="Text40"/>
            <w:r>
              <w:rPr>
                <w:rFonts w:ascii="Arial" w:hAnsi="Arial" w:cs="Arial"/>
                <w:sz w:val="16"/>
              </w:rPr>
              <w:instrText xml:space="preserve"> FORMTEXT </w:instrText>
            </w:r>
            <w:r>
              <w:rPr>
                <w:rFonts w:ascii="Arial" w:hAnsi="Arial" w:cs="Arial"/>
                <w:sz w:val="16"/>
              </w:rPr>
            </w:r>
            <w:r>
              <w:rPr>
                <w:rFonts w:ascii="Arial" w:hAnsi="Arial" w:cs="Arial"/>
                <w:sz w:val="16"/>
              </w:rPr>
              <w:fldChar w:fldCharType="separate"/>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sz w:val="16"/>
              </w:rPr>
              <w:fldChar w:fldCharType="end"/>
            </w:r>
            <w:bookmarkEnd w:id="1"/>
          </w:p>
          <w:p w14:paraId="402B10D2" w14:textId="5650EE03" w:rsidR="00021F4C" w:rsidRDefault="00021F4C" w:rsidP="00462F46">
            <w:pPr>
              <w:framePr w:w="4479" w:h="1304" w:hRule="exact" w:wrap="around" w:vAnchor="page" w:hAnchor="page" w:x="6871" w:y="781"/>
              <w:pBdr>
                <w:left w:val="single" w:sz="6" w:space="1" w:color="auto"/>
                <w:right w:val="single" w:sz="6" w:space="1" w:color="auto"/>
              </w:pBdr>
              <w:rPr>
                <w:rFonts w:ascii="Arial" w:hAnsi="Arial" w:cs="Arial"/>
                <w:sz w:val="16"/>
              </w:rPr>
            </w:pPr>
            <w:r>
              <w:rPr>
                <w:rFonts w:ascii="Arial" w:hAnsi="Arial" w:cs="Arial"/>
                <w:b/>
                <w:bCs/>
                <w:sz w:val="16"/>
              </w:rPr>
              <w:t xml:space="preserve">Alus </w:t>
            </w:r>
            <w:proofErr w:type="spellStart"/>
            <w:r w:rsidR="00462F46">
              <w:rPr>
                <w:rFonts w:ascii="Arial" w:hAnsi="Arial" w:cs="Arial"/>
                <w:sz w:val="16"/>
              </w:rPr>
              <w:t>AvTS</w:t>
            </w:r>
            <w:proofErr w:type="spellEnd"/>
            <w:r>
              <w:rPr>
                <w:rFonts w:ascii="Arial" w:hAnsi="Arial" w:cs="Arial"/>
                <w:sz w:val="16"/>
              </w:rPr>
              <w:t xml:space="preserve"> § </w:t>
            </w:r>
            <w:r w:rsidR="00462F46">
              <w:rPr>
                <w:rFonts w:ascii="Arial" w:hAnsi="Arial" w:cs="Arial"/>
                <w:sz w:val="16"/>
              </w:rPr>
              <w:t>35</w:t>
            </w:r>
            <w:r>
              <w:rPr>
                <w:rFonts w:ascii="Arial" w:hAnsi="Arial" w:cs="Arial"/>
                <w:sz w:val="16"/>
              </w:rPr>
              <w:t xml:space="preserve"> lg </w:t>
            </w:r>
            <w:r w:rsidR="00462F46">
              <w:rPr>
                <w:rFonts w:ascii="Arial" w:hAnsi="Arial" w:cs="Arial"/>
                <w:sz w:val="16"/>
              </w:rPr>
              <w:t>1</w:t>
            </w:r>
            <w:r>
              <w:rPr>
                <w:rFonts w:ascii="Arial" w:hAnsi="Arial" w:cs="Arial"/>
                <w:sz w:val="16"/>
              </w:rPr>
              <w:t xml:space="preserve"> p </w:t>
            </w:r>
            <w:r w:rsidR="00462F46">
              <w:rPr>
                <w:rFonts w:ascii="Arial" w:hAnsi="Arial" w:cs="Arial"/>
                <w:sz w:val="16"/>
              </w:rPr>
              <w:t>17</w:t>
            </w:r>
            <w:r>
              <w:rPr>
                <w:rFonts w:ascii="Arial" w:hAnsi="Arial" w:cs="Arial"/>
                <w:sz w:val="16"/>
              </w:rPr>
              <w:t xml:space="preserve">. </w:t>
            </w:r>
            <w:r w:rsidR="00462F46">
              <w:rPr>
                <w:rFonts w:ascii="Arial" w:hAnsi="Arial" w:cs="Arial"/>
                <w:sz w:val="16"/>
              </w:rPr>
              <w:t>ärisaladus</w:t>
            </w:r>
          </w:p>
        </w:tc>
      </w:tr>
      <w:tr w:rsidR="00462F46" w14:paraId="5AB3B4F9" w14:textId="77777777" w:rsidTr="004541B0">
        <w:trPr>
          <w:cantSplit/>
          <w:trHeight w:hRule="exact" w:val="1304"/>
        </w:trPr>
        <w:tc>
          <w:tcPr>
            <w:tcW w:w="5000" w:type="pct"/>
            <w:vAlign w:val="center"/>
          </w:tcPr>
          <w:p w14:paraId="1B56597C" w14:textId="77777777" w:rsidR="00462F46" w:rsidRDefault="00462F46" w:rsidP="00021F4C">
            <w:pPr>
              <w:pStyle w:val="Pealdis"/>
              <w:framePr w:w="4479" w:h="1304" w:hRule="exact" w:wrap="around" w:x="6871" w:y="781"/>
              <w:pBdr>
                <w:top w:val="none" w:sz="0" w:space="0" w:color="auto"/>
                <w:bottom w:val="none" w:sz="0" w:space="0" w:color="auto"/>
              </w:pBdr>
              <w:rPr>
                <w:spacing w:val="0"/>
                <w:position w:val="0"/>
              </w:rPr>
            </w:pPr>
          </w:p>
        </w:tc>
      </w:tr>
    </w:tbl>
    <w:p w14:paraId="2D2D642F" w14:textId="77777777" w:rsidR="00021F4C" w:rsidRDefault="00021F4C" w:rsidP="00021F4C">
      <w:pPr>
        <w:framePr w:w="4479" w:h="1304" w:hRule="exact" w:wrap="around" w:vAnchor="page" w:hAnchor="page" w:x="6871" w:y="781"/>
        <w:pBdr>
          <w:top w:val="single" w:sz="6" w:space="1" w:color="auto"/>
          <w:left w:val="single" w:sz="6" w:space="1" w:color="auto"/>
          <w:bottom w:val="single" w:sz="6" w:space="1" w:color="auto"/>
          <w:right w:val="single" w:sz="6" w:space="1" w:color="auto"/>
        </w:pBdr>
        <w:rPr>
          <w:rFonts w:ascii="Arial" w:hAnsi="Arial" w:cs="Arial"/>
          <w:sz w:val="16"/>
        </w:rPr>
      </w:pPr>
    </w:p>
    <w:p w14:paraId="4169323F" w14:textId="77777777" w:rsidR="00E46B92" w:rsidRPr="001331D7" w:rsidRDefault="00E46B92" w:rsidP="00CC7145"/>
    <w:p w14:paraId="7BB96630" w14:textId="77777777" w:rsidR="00E46B92" w:rsidRDefault="00E46B92" w:rsidP="0057594D">
      <w:pPr>
        <w:jc w:val="center"/>
        <w:rPr>
          <w:b/>
        </w:rPr>
      </w:pPr>
    </w:p>
    <w:p w14:paraId="6D489394" w14:textId="77777777" w:rsidR="00E46B92" w:rsidRDefault="00E46B92" w:rsidP="0057594D">
      <w:pPr>
        <w:jc w:val="center"/>
        <w:rPr>
          <w:b/>
        </w:rPr>
        <w:sectPr w:rsidR="00E46B92" w:rsidSect="00F30116">
          <w:headerReference w:type="even" r:id="rId11"/>
          <w:headerReference w:type="default" r:id="rId12"/>
          <w:footerReference w:type="default" r:id="rId13"/>
          <w:headerReference w:type="first" r:id="rId14"/>
          <w:footerReference w:type="first" r:id="rId15"/>
          <w:pgSz w:w="11906" w:h="16838"/>
          <w:pgMar w:top="1079" w:right="1417" w:bottom="360" w:left="1417" w:header="708" w:footer="708" w:gutter="0"/>
          <w:cols w:space="708"/>
          <w:docGrid w:linePitch="360"/>
        </w:sectPr>
      </w:pPr>
    </w:p>
    <w:p w14:paraId="14527CB2" w14:textId="75F09C69" w:rsidR="00E46B92" w:rsidRDefault="00F20EB3" w:rsidP="0057594D">
      <w:pPr>
        <w:jc w:val="center"/>
        <w:rPr>
          <w:b/>
        </w:rPr>
      </w:pPr>
      <w:r>
        <w:rPr>
          <w:b/>
        </w:rPr>
        <w:tab/>
      </w:r>
      <w:r>
        <w:rPr>
          <w:b/>
        </w:rPr>
        <w:tab/>
        <w:t xml:space="preserve">   Lisa 4</w:t>
      </w:r>
    </w:p>
    <w:p w14:paraId="3B8669BE" w14:textId="77777777" w:rsidR="00E46B92" w:rsidRDefault="00E46B92" w:rsidP="0057594D">
      <w:pPr>
        <w:jc w:val="center"/>
        <w:rPr>
          <w:b/>
        </w:rPr>
      </w:pPr>
    </w:p>
    <w:p w14:paraId="2E9376E4" w14:textId="5537460C" w:rsidR="00E46B92" w:rsidRDefault="00E46B92" w:rsidP="0057594D">
      <w:pPr>
        <w:jc w:val="center"/>
        <w:rPr>
          <w:b/>
        </w:rPr>
      </w:pPr>
      <w:r w:rsidRPr="0057594D">
        <w:rPr>
          <w:b/>
        </w:rPr>
        <w:t>JAHI</w:t>
      </w:r>
      <w:r w:rsidR="00EF672A">
        <w:rPr>
          <w:b/>
        </w:rPr>
        <w:t xml:space="preserve">LUBADE </w:t>
      </w:r>
      <w:r w:rsidRPr="0057594D">
        <w:rPr>
          <w:b/>
        </w:rPr>
        <w:t>P</w:t>
      </w:r>
      <w:r w:rsidR="00EF672A">
        <w:rPr>
          <w:b/>
        </w:rPr>
        <w:t>AKETI</w:t>
      </w:r>
      <w:r w:rsidRPr="0057594D">
        <w:rPr>
          <w:b/>
        </w:rPr>
        <w:t xml:space="preserve"> KASUTAMISE KOKKULEPE</w:t>
      </w:r>
      <w:r w:rsidRPr="00992EFE">
        <w:rPr>
          <w:b/>
        </w:rPr>
        <w:t xml:space="preserve"> </w:t>
      </w:r>
      <w:r>
        <w:rPr>
          <w:b/>
        </w:rPr>
        <w:t>nr 3-1.39/</w:t>
      </w:r>
      <w:r w:rsidR="008070B2">
        <w:rPr>
          <w:b/>
        </w:rPr>
        <w:t>202</w:t>
      </w:r>
      <w:r w:rsidR="00652CEA">
        <w:rPr>
          <w:b/>
        </w:rPr>
        <w:t>5</w:t>
      </w:r>
      <w:r w:rsidR="00C57B5C">
        <w:rPr>
          <w:b/>
        </w:rPr>
        <w:t>/</w:t>
      </w:r>
      <w:r w:rsidR="0081442B">
        <w:rPr>
          <w:b/>
        </w:rPr>
        <w:t>XX</w:t>
      </w:r>
    </w:p>
    <w:p w14:paraId="6A44CCA3" w14:textId="77777777" w:rsidR="00E46B92" w:rsidRDefault="001404EF" w:rsidP="0057594D">
      <w:pPr>
        <w:jc w:val="center"/>
        <w:rPr>
          <w:b/>
        </w:rPr>
      </w:pPr>
      <w:r>
        <w:rPr>
          <w:rFonts w:eastAsia="Calibri"/>
          <w:b/>
          <w:bCs/>
          <w:kern w:val="28"/>
        </w:rPr>
        <w:t>Kuressaare</w:t>
      </w:r>
      <w:r w:rsidR="004C0562">
        <w:rPr>
          <w:rFonts w:eastAsia="Calibri"/>
          <w:b/>
          <w:bCs/>
          <w:kern w:val="28"/>
        </w:rPr>
        <w:t xml:space="preserve"> </w:t>
      </w:r>
      <w:r w:rsidR="00E46B92">
        <w:rPr>
          <w:b/>
        </w:rPr>
        <w:t xml:space="preserve">jahipiirkond </w:t>
      </w:r>
      <w:r>
        <w:rPr>
          <w:rFonts w:eastAsia="Calibri"/>
          <w:b/>
          <w:bCs/>
          <w:kern w:val="28"/>
        </w:rPr>
        <w:t>Mändjala</w:t>
      </w:r>
      <w:r w:rsidR="00E46B92">
        <w:rPr>
          <w:b/>
        </w:rPr>
        <w:t xml:space="preserve"> jahiala </w:t>
      </w:r>
    </w:p>
    <w:p w14:paraId="6C6B71D0" w14:textId="77777777" w:rsidR="00E46B92" w:rsidRPr="001331D7" w:rsidRDefault="00E46B92" w:rsidP="0057594D">
      <w:pPr>
        <w:jc w:val="center"/>
      </w:pPr>
    </w:p>
    <w:p w14:paraId="70FA2847" w14:textId="77777777" w:rsidR="00E46B92" w:rsidRDefault="00E46B92"/>
    <w:p w14:paraId="47E82567" w14:textId="4ACC5F0B" w:rsidR="00E46B92" w:rsidRDefault="00E46B92" w:rsidP="004C0562">
      <w:pPr>
        <w:jc w:val="right"/>
      </w:pPr>
      <w:r>
        <w:tab/>
      </w:r>
      <w:r>
        <w:tab/>
      </w:r>
      <w:r>
        <w:tab/>
      </w:r>
      <w:r>
        <w:tab/>
      </w:r>
      <w:r>
        <w:tab/>
      </w:r>
      <w:r>
        <w:tab/>
      </w:r>
      <w:r>
        <w:tab/>
      </w:r>
      <w:r>
        <w:tab/>
      </w:r>
      <w:r>
        <w:tab/>
      </w:r>
      <w:sdt>
        <w:sdtPr>
          <w:id w:val="383991535"/>
          <w:placeholder>
            <w:docPart w:val="84C3EB78E47B42808A622D9B01EC02F7"/>
          </w:placeholder>
          <w:date>
            <w:dateFormat w:val="d.MM.yyyy"/>
            <w:lid w:val="et-EE"/>
            <w:storeMappedDataAs w:val="dateTime"/>
            <w:calendar w:val="gregorian"/>
          </w:date>
        </w:sdtPr>
        <w:sdtEndPr/>
        <w:sdtContent>
          <w:r w:rsidR="00462F46">
            <w:t>(digiallkirja viimane kuupäev)</w:t>
          </w:r>
        </w:sdtContent>
      </w:sdt>
    </w:p>
    <w:p w14:paraId="2FEFB2C4" w14:textId="77777777" w:rsidR="004541B0" w:rsidRDefault="004541B0" w:rsidP="004541B0"/>
    <w:p w14:paraId="24A210E9" w14:textId="7D403FBC" w:rsidR="00CB2B87" w:rsidRPr="00CB2B87" w:rsidRDefault="00CB2B87" w:rsidP="00CB2B87">
      <w:pPr>
        <w:pStyle w:val="Kehatekst"/>
        <w:jc w:val="both"/>
      </w:pPr>
      <w:r w:rsidRPr="00CB2B87">
        <w:t xml:space="preserve">Riigimetsa Majandamise Keskus, edaspidi </w:t>
      </w:r>
      <w:r w:rsidRPr="00CB2B87">
        <w:rPr>
          <w:b/>
        </w:rPr>
        <w:t>RMK</w:t>
      </w:r>
      <w:r w:rsidRPr="00CB2B87">
        <w:t xml:space="preserve">, keda esindab metsamajandusosakonna jahinduse peaspetsialist </w:t>
      </w:r>
      <w:r w:rsidRPr="00CB2B87">
        <w:rPr>
          <w:b/>
        </w:rPr>
        <w:t>Lauri Ellram</w:t>
      </w:r>
      <w:r w:rsidRPr="00CB2B87">
        <w:t xml:space="preserve">, kes tegutseb RMK juhatuse </w:t>
      </w:r>
      <w:r w:rsidR="009C4DC6" w:rsidRPr="009C4DC6">
        <w:t xml:space="preserve">14.05.2025. a otsusega nr 1-32/88 </w:t>
      </w:r>
      <w:r w:rsidRPr="00CB2B87">
        <w:t xml:space="preserve">kinnitatud RMK </w:t>
      </w:r>
      <w:r w:rsidR="009F6833">
        <w:t xml:space="preserve">metsamajandusosakonna </w:t>
      </w:r>
      <w:r w:rsidR="009F6833" w:rsidRPr="00CB2B87">
        <w:t xml:space="preserve"> </w:t>
      </w:r>
      <w:r w:rsidRPr="00CB2B87">
        <w:t>põhimääruse alusel, ühelt poolt ja</w:t>
      </w:r>
    </w:p>
    <w:p w14:paraId="234D27A1" w14:textId="77777777" w:rsidR="004541B0" w:rsidRPr="00C0591F" w:rsidRDefault="004D0334" w:rsidP="004541B0">
      <w:pPr>
        <w:pStyle w:val="Kehatekst"/>
      </w:pPr>
      <w:r w:rsidRPr="00C0591F">
        <w:t xml:space="preserve"> </w:t>
      </w:r>
      <w:r w:rsidRPr="00C0591F">
        <w:rPr>
          <w:rFonts w:eastAsia="Calibri"/>
          <w:bCs/>
          <w:kern w:val="28"/>
        </w:rPr>
        <w:fldChar w:fldCharType="begin"/>
      </w:r>
      <w:r w:rsidRPr="00C0591F">
        <w:rPr>
          <w:rFonts w:eastAsia="Calibri"/>
          <w:bCs/>
          <w:kern w:val="28"/>
        </w:rPr>
        <w:instrText xml:space="preserve"> MACROBUTTON  AcceptAllChangesInDoc [Sisesta firma nimi] </w:instrText>
      </w:r>
      <w:r w:rsidRPr="00C0591F">
        <w:rPr>
          <w:rFonts w:eastAsia="Calibri"/>
          <w:bCs/>
          <w:kern w:val="28"/>
        </w:rPr>
        <w:fldChar w:fldCharType="end"/>
      </w:r>
      <w:r w:rsidRPr="00C0591F">
        <w:rPr>
          <w:rFonts w:eastAsia="Calibri"/>
          <w:bCs/>
          <w:kern w:val="28"/>
        </w:rPr>
        <w:t xml:space="preserve">registrikood </w:t>
      </w:r>
      <w:r w:rsidRPr="00C0591F">
        <w:rPr>
          <w:rFonts w:eastAsia="Calibri"/>
          <w:bCs/>
          <w:kern w:val="28"/>
        </w:rPr>
        <w:fldChar w:fldCharType="begin"/>
      </w:r>
      <w:r w:rsidRPr="00C0591F">
        <w:rPr>
          <w:rFonts w:eastAsia="Calibri"/>
          <w:bCs/>
          <w:kern w:val="28"/>
        </w:rPr>
        <w:instrText xml:space="preserve"> MACROBUTTON  AcceptAllChangesInDoc [Sisesta registrikood], </w:instrText>
      </w:r>
      <w:r w:rsidRPr="00C0591F">
        <w:rPr>
          <w:rFonts w:eastAsia="Calibri"/>
          <w:bCs/>
          <w:kern w:val="28"/>
        </w:rPr>
        <w:fldChar w:fldCharType="end"/>
      </w:r>
      <w:r w:rsidR="00EF672A" w:rsidRPr="00C0591F">
        <w:t xml:space="preserve">keda esindab </w:t>
      </w:r>
    </w:p>
    <w:p w14:paraId="61F61A9C" w14:textId="4FD651E0" w:rsidR="004541B0" w:rsidRPr="00C0591F" w:rsidRDefault="004C0562" w:rsidP="004B1128">
      <w:pPr>
        <w:pStyle w:val="Kehatekst"/>
        <w:jc w:val="both"/>
      </w:pPr>
      <w:r w:rsidRPr="00C0591F">
        <w:rPr>
          <w:b/>
        </w:rPr>
        <w:t xml:space="preserve"> </w:t>
      </w:r>
      <w:r w:rsidRPr="00C0591F">
        <w:rPr>
          <w:rFonts w:eastAsia="Calibri"/>
          <w:bCs/>
          <w:kern w:val="28"/>
        </w:rPr>
        <w:fldChar w:fldCharType="begin"/>
      </w:r>
      <w:r w:rsidRPr="00C0591F">
        <w:rPr>
          <w:rFonts w:eastAsia="Calibri"/>
          <w:bCs/>
          <w:kern w:val="28"/>
        </w:rPr>
        <w:instrText xml:space="preserve"> MACROBUTTON  AcceptAllChangesInDoc [Sisesta jahimehe nimi]</w:instrText>
      </w:r>
      <w:r w:rsidRPr="00C0591F">
        <w:rPr>
          <w:rFonts w:eastAsia="Calibri"/>
          <w:bCs/>
          <w:kern w:val="28"/>
        </w:rPr>
        <w:fldChar w:fldCharType="end"/>
      </w:r>
      <w:r w:rsidRPr="00C0591F">
        <w:rPr>
          <w:b/>
        </w:rPr>
        <w:t xml:space="preserve">, </w:t>
      </w:r>
      <w:r w:rsidR="004541B0" w:rsidRPr="00C0591F">
        <w:t xml:space="preserve">jahitunnistuse number </w:t>
      </w:r>
      <w:r w:rsidRPr="00C0591F">
        <w:rPr>
          <w:rFonts w:eastAsia="Calibri"/>
          <w:bCs/>
          <w:kern w:val="28"/>
        </w:rPr>
        <w:fldChar w:fldCharType="begin"/>
      </w:r>
      <w:r w:rsidRPr="00C0591F">
        <w:rPr>
          <w:rFonts w:eastAsia="Calibri"/>
          <w:bCs/>
          <w:kern w:val="28"/>
        </w:rPr>
        <w:instrText xml:space="preserve"> MACROBUTTON  AcceptAllChangesInDoc [Sisesta number]</w:instrText>
      </w:r>
      <w:r w:rsidRPr="00C0591F">
        <w:rPr>
          <w:rFonts w:eastAsia="Calibri"/>
          <w:bCs/>
          <w:kern w:val="28"/>
        </w:rPr>
        <w:fldChar w:fldCharType="end"/>
      </w:r>
      <w:r w:rsidRPr="00C0591F">
        <w:rPr>
          <w:rFonts w:eastAsia="Calibri"/>
          <w:bCs/>
          <w:kern w:val="28"/>
        </w:rPr>
        <w:t>,</w:t>
      </w:r>
      <w:r w:rsidR="003F28BA" w:rsidRPr="00C0591F">
        <w:t xml:space="preserve"> </w:t>
      </w:r>
      <w:r w:rsidR="004541B0" w:rsidRPr="00C0591F">
        <w:t>(</w:t>
      </w:r>
      <w:r w:rsidRPr="00C0591F">
        <w:t>edaspidi k</w:t>
      </w:r>
      <w:r w:rsidR="004541B0" w:rsidRPr="00C0591F">
        <w:t xml:space="preserve">asutaja) </w:t>
      </w:r>
      <w:r w:rsidR="00462F46">
        <w:t xml:space="preserve">Kuressaare </w:t>
      </w:r>
      <w:r w:rsidR="004541B0" w:rsidRPr="00C0591F">
        <w:t xml:space="preserve">jahipiirkonna </w:t>
      </w:r>
      <w:r w:rsidR="00462F46">
        <w:t>Mändjala</w:t>
      </w:r>
      <w:r w:rsidR="003F28BA" w:rsidRPr="00C0591F">
        <w:t xml:space="preserve"> jahiala </w:t>
      </w:r>
      <w:r w:rsidR="004541B0" w:rsidRPr="00C0591F">
        <w:t xml:space="preserve"> suurulukite (</w:t>
      </w:r>
      <w:r w:rsidR="00EF672A" w:rsidRPr="00C0591F">
        <w:t>sõraliste) küttimis</w:t>
      </w:r>
      <w:r w:rsidR="003F28BA" w:rsidRPr="00C0591F">
        <w:t xml:space="preserve">lubade </w:t>
      </w:r>
      <w:r w:rsidR="00EF672A" w:rsidRPr="00C0591F">
        <w:t xml:space="preserve">paketi </w:t>
      </w:r>
      <w:r w:rsidR="004541B0" w:rsidRPr="00C0591F">
        <w:t xml:space="preserve">enampakkumise võitja, teiselt poolt, sõlmisid </w:t>
      </w:r>
      <w:r w:rsidR="00EF672A" w:rsidRPr="00C0591F">
        <w:t xml:space="preserve">omandatud suurulukilubade </w:t>
      </w:r>
      <w:r w:rsidR="004541B0" w:rsidRPr="00C0591F">
        <w:t>realiseerimiseks kokkuleppe</w:t>
      </w:r>
      <w:r w:rsidRPr="00C0591F">
        <w:t xml:space="preserve"> (edaspidi k</w:t>
      </w:r>
      <w:r w:rsidR="004541B0" w:rsidRPr="00C0591F">
        <w:t xml:space="preserve">okkuleppe) alljärgnevas: </w:t>
      </w:r>
    </w:p>
    <w:p w14:paraId="3967CBAF" w14:textId="77777777" w:rsidR="00E46B92" w:rsidRPr="00C0591F" w:rsidRDefault="00E46B92" w:rsidP="00222F66">
      <w:pPr>
        <w:numPr>
          <w:ilvl w:val="0"/>
          <w:numId w:val="1"/>
        </w:numPr>
        <w:jc w:val="both"/>
        <w:rPr>
          <w:b/>
        </w:rPr>
      </w:pPr>
      <w:r w:rsidRPr="00C0591F">
        <w:rPr>
          <w:b/>
        </w:rPr>
        <w:t>Üldtingimused</w:t>
      </w:r>
    </w:p>
    <w:p w14:paraId="5DFDB976" w14:textId="77777777" w:rsidR="00E46B92" w:rsidRPr="00C0591F" w:rsidRDefault="00E46B92" w:rsidP="00C0591F">
      <w:pPr>
        <w:ind w:left="360"/>
        <w:jc w:val="both"/>
      </w:pPr>
    </w:p>
    <w:p w14:paraId="69C0C93E" w14:textId="7D47856B" w:rsidR="004541B0" w:rsidRPr="00C0591F" w:rsidRDefault="00EF672A" w:rsidP="00C0591F">
      <w:pPr>
        <w:numPr>
          <w:ilvl w:val="1"/>
          <w:numId w:val="1"/>
        </w:numPr>
        <w:suppressAutoHyphens/>
        <w:spacing w:line="100" w:lineRule="atLeast"/>
        <w:jc w:val="both"/>
      </w:pPr>
      <w:r w:rsidRPr="00C0591F">
        <w:t xml:space="preserve">Jahilubade paketi </w:t>
      </w:r>
      <w:r w:rsidR="00462F46">
        <w:rPr>
          <w:rFonts w:eastAsia="Calibri"/>
          <w:bCs/>
          <w:kern w:val="28"/>
        </w:rPr>
        <w:t>KUR</w:t>
      </w:r>
      <w:r w:rsidR="00B85529">
        <w:rPr>
          <w:rFonts w:eastAsia="Calibri"/>
          <w:bCs/>
          <w:kern w:val="28"/>
        </w:rPr>
        <w:t>X</w:t>
      </w:r>
      <w:r w:rsidR="004D0334" w:rsidRPr="00C0591F">
        <w:t xml:space="preserve"> </w:t>
      </w:r>
      <w:r w:rsidRPr="00C0591F">
        <w:t>jahiload</w:t>
      </w:r>
      <w:r w:rsidR="00842DB1">
        <w:t xml:space="preserve">, </w:t>
      </w:r>
      <w:r w:rsidR="000F6889" w:rsidRPr="000F6889">
        <w:rPr>
          <w:highlight w:val="yellow"/>
        </w:rPr>
        <w:t>………</w:t>
      </w:r>
      <w:r w:rsidR="000F6889">
        <w:t xml:space="preserve"> </w:t>
      </w:r>
      <w:r w:rsidR="00842DB1">
        <w:t xml:space="preserve">, </w:t>
      </w:r>
      <w:r w:rsidRPr="00C0591F">
        <w:t xml:space="preserve">väljastatakse </w:t>
      </w:r>
      <w:r w:rsidR="001404EF">
        <w:t>Kuressaare</w:t>
      </w:r>
      <w:r w:rsidR="00CB0095" w:rsidRPr="00C0591F">
        <w:t xml:space="preserve"> </w:t>
      </w:r>
      <w:r w:rsidRPr="00C0591F">
        <w:t xml:space="preserve">jahipiirkonna </w:t>
      </w:r>
      <w:r w:rsidR="001404EF">
        <w:t>Mändjala</w:t>
      </w:r>
      <w:r w:rsidR="00CB0095" w:rsidRPr="00C0591F">
        <w:t xml:space="preserve"> </w:t>
      </w:r>
      <w:r w:rsidRPr="00C0591F">
        <w:t xml:space="preserve">jahialale </w:t>
      </w:r>
      <w:r w:rsidR="004D0334" w:rsidRPr="00C0591F">
        <w:t>k</w:t>
      </w:r>
      <w:r w:rsidRPr="00C0591F">
        <w:t xml:space="preserve">asutajale jahipidamiseks </w:t>
      </w:r>
      <w:r w:rsidR="00595273">
        <w:rPr>
          <w:b/>
        </w:rPr>
        <w:t>kolmel</w:t>
      </w:r>
      <w:r w:rsidR="00595273" w:rsidRPr="003F79F9">
        <w:rPr>
          <w:b/>
        </w:rPr>
        <w:t xml:space="preserve"> </w:t>
      </w:r>
      <w:r w:rsidR="003F79F9" w:rsidRPr="003F79F9">
        <w:rPr>
          <w:b/>
        </w:rPr>
        <w:t>järjestikusel jahipäeval</w:t>
      </w:r>
      <w:r w:rsidR="003F79F9">
        <w:t xml:space="preserve"> </w:t>
      </w:r>
      <w:r w:rsidR="003F79F9">
        <w:rPr>
          <w:rFonts w:eastAsia="Calibri"/>
          <w:bCs/>
          <w:kern w:val="28"/>
        </w:rPr>
        <w:t xml:space="preserve">ajavahemikul </w:t>
      </w:r>
      <w:r w:rsidR="00292489" w:rsidRPr="00292489">
        <w:rPr>
          <w:rFonts w:eastAsia="Calibri"/>
          <w:bCs/>
          <w:kern w:val="28"/>
          <w:highlight w:val="yellow"/>
        </w:rPr>
        <w:t>…….</w:t>
      </w:r>
      <w:r w:rsidR="003F79F9">
        <w:rPr>
          <w:rFonts w:eastAsia="Calibri"/>
          <w:bCs/>
          <w:kern w:val="28"/>
        </w:rPr>
        <w:t xml:space="preserve">. </w:t>
      </w:r>
      <w:r w:rsidR="004541B0" w:rsidRPr="00C0591F">
        <w:t xml:space="preserve">Väljastatud </w:t>
      </w:r>
      <w:r w:rsidRPr="00C0591F">
        <w:t>jah</w:t>
      </w:r>
      <w:r w:rsidR="004541B0" w:rsidRPr="00C0591F">
        <w:t>iload kehtivad kaardimaterjalil (</w:t>
      </w:r>
      <w:r w:rsidR="004D0334" w:rsidRPr="00C0591F">
        <w:t>k</w:t>
      </w:r>
      <w:r w:rsidR="004541B0" w:rsidRPr="00C0591F">
        <w:t>okkuleppe lisa 1) fikseeritud jahipiirkonna jahiala</w:t>
      </w:r>
      <w:r w:rsidR="003F28BA" w:rsidRPr="00C0591F">
        <w:t>l</w:t>
      </w:r>
      <w:r w:rsidR="004541B0" w:rsidRPr="00C0591F">
        <w:t xml:space="preserve"> </w:t>
      </w:r>
      <w:r w:rsidR="003F28BA" w:rsidRPr="00C0591F">
        <w:t xml:space="preserve">riigimaal ja </w:t>
      </w:r>
      <w:r w:rsidR="004541B0" w:rsidRPr="00C0591F">
        <w:t xml:space="preserve">jahipidamiseks lubatud </w:t>
      </w:r>
      <w:r w:rsidR="003F28BA" w:rsidRPr="00C0591F">
        <w:t xml:space="preserve">eraomanike </w:t>
      </w:r>
      <w:r w:rsidR="004541B0" w:rsidRPr="00C0591F">
        <w:t xml:space="preserve">kinnistutel. Jahipiirkonna jahiala piirikirjeldus on toodud </w:t>
      </w:r>
      <w:r w:rsidR="004D0334" w:rsidRPr="00C0591F">
        <w:t>k</w:t>
      </w:r>
      <w:r w:rsidR="004541B0" w:rsidRPr="00C0591F">
        <w:t>okkuleppe lisas 2.</w:t>
      </w:r>
    </w:p>
    <w:p w14:paraId="23F54683" w14:textId="3811BC72" w:rsidR="004541B0" w:rsidRPr="00C0591F" w:rsidRDefault="004541B0" w:rsidP="00C0591F">
      <w:pPr>
        <w:numPr>
          <w:ilvl w:val="1"/>
          <w:numId w:val="1"/>
        </w:numPr>
        <w:suppressAutoHyphens/>
        <w:spacing w:line="100" w:lineRule="atLeast"/>
        <w:jc w:val="both"/>
      </w:pPr>
      <w:r w:rsidRPr="00C0591F">
        <w:rPr>
          <w:iCs/>
        </w:rPr>
        <w:t>Kasutaja</w:t>
      </w:r>
      <w:r w:rsidRPr="00C0591F">
        <w:t xml:space="preserve"> </w:t>
      </w:r>
      <w:r w:rsidR="000600C1" w:rsidRPr="00C0591F">
        <w:t xml:space="preserve">koostab </w:t>
      </w:r>
      <w:proofErr w:type="spellStart"/>
      <w:r w:rsidR="00FC37E4" w:rsidRPr="00C0591F">
        <w:t>ühisjahil</w:t>
      </w:r>
      <w:proofErr w:type="spellEnd"/>
      <w:r w:rsidR="00FC37E4" w:rsidRPr="00C0591F">
        <w:t xml:space="preserve"> </w:t>
      </w:r>
      <w:r w:rsidRPr="00C0591F">
        <w:t xml:space="preserve">RMK </w:t>
      </w:r>
      <w:r w:rsidR="000600C1" w:rsidRPr="00C0591F">
        <w:t>vormikohase</w:t>
      </w:r>
      <w:r w:rsidRPr="00C0591F">
        <w:t xml:space="preserve"> </w:t>
      </w:r>
      <w:r w:rsidR="000600C1" w:rsidRPr="00C0591F">
        <w:t xml:space="preserve">jahinimekirja </w:t>
      </w:r>
      <w:r w:rsidRPr="00C0591F">
        <w:t>(</w:t>
      </w:r>
      <w:r w:rsidR="004D0334" w:rsidRPr="00C0591F">
        <w:t>k</w:t>
      </w:r>
      <w:r w:rsidRPr="00C0591F">
        <w:t>okkuleppe</w:t>
      </w:r>
      <w:r w:rsidR="000600C1" w:rsidRPr="00C0591F">
        <w:t xml:space="preserve"> lisa 3).</w:t>
      </w:r>
      <w:r w:rsidRPr="00C0591F">
        <w:t xml:space="preserve"> </w:t>
      </w:r>
      <w:proofErr w:type="spellStart"/>
      <w:r w:rsidRPr="00C0591F">
        <w:t>Ühisjah</w:t>
      </w:r>
      <w:r w:rsidR="000600C1" w:rsidRPr="00C0591F">
        <w:t>i</w:t>
      </w:r>
      <w:proofErr w:type="spellEnd"/>
      <w:r w:rsidR="000600C1" w:rsidRPr="00C0591F">
        <w:t xml:space="preserve"> nimekiri</w:t>
      </w:r>
      <w:r w:rsidRPr="00C0591F">
        <w:t xml:space="preserve"> </w:t>
      </w:r>
      <w:r w:rsidR="000600C1" w:rsidRPr="00C0591F">
        <w:t xml:space="preserve">koos väljastatud suurulukilubade ja </w:t>
      </w:r>
      <w:r w:rsidR="00FC37E4" w:rsidRPr="00C0591F">
        <w:t xml:space="preserve">realiseeritud suurulukiloal kirjeldatud </w:t>
      </w:r>
      <w:r w:rsidR="000600C1" w:rsidRPr="00C0591F">
        <w:t xml:space="preserve">nõutava </w:t>
      </w:r>
      <w:proofErr w:type="spellStart"/>
      <w:r w:rsidR="000600C1" w:rsidRPr="00C0591F">
        <w:t>biomaterjaliga</w:t>
      </w:r>
      <w:proofErr w:type="spellEnd"/>
      <w:r w:rsidR="000600C1" w:rsidRPr="00C0591F">
        <w:t xml:space="preserve"> tagastatakse RMK-</w:t>
      </w:r>
      <w:proofErr w:type="spellStart"/>
      <w:r w:rsidR="000600C1" w:rsidRPr="00C0591F">
        <w:t>le</w:t>
      </w:r>
      <w:proofErr w:type="spellEnd"/>
      <w:r w:rsidR="000600C1" w:rsidRPr="00C0591F">
        <w:t xml:space="preserve"> hiljemalt </w:t>
      </w:r>
      <w:r w:rsidRPr="00C0591F">
        <w:t>1</w:t>
      </w:r>
      <w:r w:rsidR="000600C1" w:rsidRPr="00C0591F">
        <w:t>5</w:t>
      </w:r>
      <w:r w:rsidRPr="00C0591F">
        <w:t xml:space="preserve"> päeva jooksul peale jahi toimumist. </w:t>
      </w:r>
      <w:r w:rsidR="004F7882">
        <w:t>M</w:t>
      </w:r>
      <w:r w:rsidR="00292B71">
        <w:t xml:space="preserve">etsamajandusosakonna </w:t>
      </w:r>
      <w:r w:rsidR="00FC37E4" w:rsidRPr="00C0591F">
        <w:t>jahindus</w:t>
      </w:r>
      <w:r w:rsidR="00BD6A0A">
        <w:t xml:space="preserve">e </w:t>
      </w:r>
      <w:r w:rsidRPr="00C0591F">
        <w:t xml:space="preserve">spetsialist võtab materjale vastu kuu igal teisel ja neljandal </w:t>
      </w:r>
      <w:r w:rsidR="00462F46">
        <w:t xml:space="preserve">teisipäeval </w:t>
      </w:r>
      <w:r w:rsidRPr="00C0591F">
        <w:t xml:space="preserve">RMK </w:t>
      </w:r>
      <w:r w:rsidR="00462F46">
        <w:t>Kihelkonna</w:t>
      </w:r>
      <w:r w:rsidRPr="00C0591F">
        <w:t xml:space="preserve"> kontoris</w:t>
      </w:r>
      <w:r w:rsidR="00462F46">
        <w:t xml:space="preserve"> </w:t>
      </w:r>
      <w:r w:rsidR="00C57B5C">
        <w:t>aadress</w:t>
      </w:r>
      <w:r w:rsidR="00462F46">
        <w:t xml:space="preserve"> Kuuse küla, Saaremaa vald, Saaremaa</w:t>
      </w:r>
      <w:r w:rsidR="00232A7E" w:rsidRPr="00C0591F">
        <w:t>.</w:t>
      </w:r>
    </w:p>
    <w:p w14:paraId="139ED427" w14:textId="77777777" w:rsidR="004541B0" w:rsidRPr="00C0591F" w:rsidRDefault="004541B0" w:rsidP="00C0591F">
      <w:pPr>
        <w:numPr>
          <w:ilvl w:val="1"/>
          <w:numId w:val="1"/>
        </w:numPr>
        <w:suppressAutoHyphens/>
        <w:spacing w:line="100" w:lineRule="atLeast"/>
        <w:jc w:val="both"/>
      </w:pPr>
      <w:r w:rsidRPr="00C0591F">
        <w:t>Kasutaja on kohustatud kütitud sõralisest suuruluki tabamisel ja peale jahiloale vastava tabamismärke tegemist koheselt saatma RMK</w:t>
      </w:r>
      <w:r w:rsidR="003F28BA" w:rsidRPr="00C0591F">
        <w:t xml:space="preserve"> SMS-k</w:t>
      </w:r>
      <w:r w:rsidRPr="00C0591F">
        <w:t>eskusesse vastava sõnumi. Kui mobiililevi ei võimalda koheselt sõnumi saatmist (sõnumi saatmine ebaõnnestus), tuleb sõnumi saatmist korrata seni, kuni sõnumikeskusest on saabunud saatjale jahiloa realiseerimist kinnitav vastus.</w:t>
      </w:r>
      <w:r w:rsidR="004A5503" w:rsidRPr="00C0591F">
        <w:t xml:space="preserve"> Keelatud on alustada uluki </w:t>
      </w:r>
      <w:r w:rsidR="00232A7E" w:rsidRPr="00C0591F">
        <w:t>transporti</w:t>
      </w:r>
      <w:r w:rsidR="004A5503" w:rsidRPr="00C0591F">
        <w:t xml:space="preserve"> enne </w:t>
      </w:r>
      <w:r w:rsidR="006178BF" w:rsidRPr="00C0591F">
        <w:t>SMS-</w:t>
      </w:r>
      <w:r w:rsidR="004A5503" w:rsidRPr="00C0591F">
        <w:t>sõnumi saatmist.</w:t>
      </w:r>
      <w:r w:rsidR="00232A7E" w:rsidRPr="00C0591F">
        <w:t xml:space="preserve"> Kütitud suuruluki SMS-sõnumi saatmise ja märgistamise kord on fikseeritud </w:t>
      </w:r>
      <w:r w:rsidR="004D0334" w:rsidRPr="00C0591F">
        <w:t>k</w:t>
      </w:r>
      <w:r w:rsidR="00232A7E" w:rsidRPr="00C0591F">
        <w:t>okkuleppe lisas 4.</w:t>
      </w:r>
    </w:p>
    <w:p w14:paraId="4F3D975C" w14:textId="77777777" w:rsidR="004541B0" w:rsidRPr="00C0591F" w:rsidRDefault="004541B0" w:rsidP="00C0591F">
      <w:pPr>
        <w:numPr>
          <w:ilvl w:val="1"/>
          <w:numId w:val="1"/>
        </w:numPr>
        <w:suppressAutoHyphens/>
        <w:spacing w:line="100" w:lineRule="atLeast"/>
        <w:jc w:val="both"/>
      </w:pPr>
      <w:r w:rsidRPr="00C0591F">
        <w:t xml:space="preserve">Kasutaja on kohustatud märgistama kütitud sõralisest suuruluki ühekordse märgistuslipikuga vahetult peale uluki transpordivahendile laadimist. Transportimise ajal peab suuruluk olema märgistuslipikuga tähistatud. Märgistuslipiku numbrikombinatsioon peab vastama </w:t>
      </w:r>
      <w:r w:rsidR="00676B42">
        <w:t>realiseeritud</w:t>
      </w:r>
      <w:r w:rsidRPr="00C0591F">
        <w:t xml:space="preserve"> jahiloa numbrile. </w:t>
      </w:r>
      <w:r w:rsidR="00232A7E" w:rsidRPr="00C0591F">
        <w:t>Märgistuslipiku võib eemaldada uluki</w:t>
      </w:r>
      <w:r w:rsidR="006178BF" w:rsidRPr="00C0591F">
        <w:t>l</w:t>
      </w:r>
      <w:r w:rsidR="00232A7E" w:rsidRPr="00C0591F">
        <w:t xml:space="preserve">t tema </w:t>
      </w:r>
      <w:proofErr w:type="spellStart"/>
      <w:r w:rsidR="00232A7E" w:rsidRPr="00C0591F">
        <w:t>nahastustamise</w:t>
      </w:r>
      <w:proofErr w:type="spellEnd"/>
      <w:r w:rsidR="00232A7E" w:rsidRPr="00C0591F">
        <w:t xml:space="preserve"> ajal.</w:t>
      </w:r>
    </w:p>
    <w:p w14:paraId="08E4914C" w14:textId="77777777" w:rsidR="009C1B37" w:rsidRDefault="004541B0" w:rsidP="00C0591F">
      <w:pPr>
        <w:numPr>
          <w:ilvl w:val="1"/>
          <w:numId w:val="1"/>
        </w:numPr>
        <w:suppressAutoHyphens/>
        <w:spacing w:line="100" w:lineRule="atLeast"/>
        <w:jc w:val="both"/>
      </w:pPr>
      <w:r w:rsidRPr="00C0591F">
        <w:t>Jahindusliku seadusandluse muutumisel jätab RMK endale õiguse ühepoolselt muuta käesoleva</w:t>
      </w:r>
      <w:r w:rsidR="004A5503" w:rsidRPr="00C0591F">
        <w:t xml:space="preserve">t </w:t>
      </w:r>
      <w:r w:rsidR="004D0334" w:rsidRPr="00C0591F">
        <w:t>k</w:t>
      </w:r>
      <w:r w:rsidR="004A5503" w:rsidRPr="00C0591F">
        <w:t>okkulepet ja</w:t>
      </w:r>
      <w:r w:rsidRPr="00C0591F">
        <w:t xml:space="preserve"> </w:t>
      </w:r>
      <w:r w:rsidR="004D0334" w:rsidRPr="00C0591F">
        <w:t>k</w:t>
      </w:r>
      <w:r w:rsidRPr="00C0591F">
        <w:t xml:space="preserve">okkuleppe lisasid, tagamaks </w:t>
      </w:r>
      <w:r w:rsidR="004A5503" w:rsidRPr="00C0591F">
        <w:t xml:space="preserve">muutunud </w:t>
      </w:r>
      <w:r w:rsidRPr="00C0591F">
        <w:t>seadusandlusest tulenevate regulatsioonide ja jahipiirkonna kasutusõiguse loaga kehtestatud nõuete täitmine.</w:t>
      </w:r>
    </w:p>
    <w:p w14:paraId="43A6C12A" w14:textId="77777777" w:rsidR="00F30116" w:rsidRDefault="00F30116" w:rsidP="00F30116">
      <w:pPr>
        <w:suppressAutoHyphens/>
        <w:spacing w:line="100" w:lineRule="atLeast"/>
        <w:jc w:val="both"/>
      </w:pPr>
    </w:p>
    <w:p w14:paraId="6F4D36B5" w14:textId="77777777" w:rsidR="00F30116" w:rsidRDefault="00F30116" w:rsidP="00F30116">
      <w:pPr>
        <w:suppressAutoHyphens/>
        <w:spacing w:line="100" w:lineRule="atLeast"/>
        <w:jc w:val="both"/>
      </w:pPr>
    </w:p>
    <w:p w14:paraId="00389E6A" w14:textId="77777777" w:rsidR="00F30116" w:rsidRPr="00C0591F" w:rsidRDefault="00F30116" w:rsidP="00F30116">
      <w:pPr>
        <w:suppressAutoHyphens/>
        <w:spacing w:line="100" w:lineRule="atLeast"/>
        <w:jc w:val="both"/>
      </w:pPr>
    </w:p>
    <w:p w14:paraId="17220846" w14:textId="77777777" w:rsidR="005B70E1" w:rsidRPr="00C0591F" w:rsidRDefault="005B70E1" w:rsidP="00C0591F">
      <w:pPr>
        <w:jc w:val="both"/>
      </w:pPr>
    </w:p>
    <w:p w14:paraId="0FA42F04" w14:textId="77777777" w:rsidR="004541B0" w:rsidRPr="00C0591F" w:rsidRDefault="004541B0" w:rsidP="00C0591F">
      <w:pPr>
        <w:pStyle w:val="Loendilik"/>
        <w:numPr>
          <w:ilvl w:val="0"/>
          <w:numId w:val="1"/>
        </w:numPr>
        <w:suppressAutoHyphens/>
        <w:spacing w:line="100" w:lineRule="atLeast"/>
        <w:jc w:val="both"/>
        <w:rPr>
          <w:b/>
        </w:rPr>
      </w:pPr>
      <w:r w:rsidRPr="00C0591F">
        <w:rPr>
          <w:b/>
        </w:rPr>
        <w:lastRenderedPageBreak/>
        <w:t>Jahiload</w:t>
      </w:r>
    </w:p>
    <w:p w14:paraId="28AC562C" w14:textId="77777777" w:rsidR="004541B0" w:rsidRPr="00C0591F" w:rsidRDefault="004541B0" w:rsidP="00C0591F">
      <w:pPr>
        <w:ind w:left="360"/>
        <w:jc w:val="both"/>
      </w:pPr>
    </w:p>
    <w:p w14:paraId="767297F9" w14:textId="64647A32" w:rsidR="004541B0" w:rsidRPr="00C0591F" w:rsidRDefault="004541B0" w:rsidP="00C0591F">
      <w:pPr>
        <w:numPr>
          <w:ilvl w:val="1"/>
          <w:numId w:val="1"/>
        </w:numPr>
        <w:suppressAutoHyphens/>
        <w:spacing w:line="100" w:lineRule="atLeast"/>
        <w:jc w:val="both"/>
      </w:pPr>
      <w:r w:rsidRPr="00C0591F">
        <w:t>RMK kannab väljastatava</w:t>
      </w:r>
      <w:r w:rsidR="00232A7E" w:rsidRPr="00C0591F">
        <w:t>tele suurulukilubade</w:t>
      </w:r>
      <w:r w:rsidRPr="00C0591F">
        <w:t xml:space="preserve">le vaid </w:t>
      </w:r>
      <w:r w:rsidR="00372B3A" w:rsidRPr="00C0591F">
        <w:t xml:space="preserve">käesolevas </w:t>
      </w:r>
      <w:r w:rsidR="004D0334" w:rsidRPr="00C0591F">
        <w:t>k</w:t>
      </w:r>
      <w:r w:rsidR="00372B3A" w:rsidRPr="00C0591F">
        <w:t xml:space="preserve">okkuleppes fikseeritud </w:t>
      </w:r>
      <w:r w:rsidR="00E762D9" w:rsidRPr="00C0591F">
        <w:t xml:space="preserve">jahimehe </w:t>
      </w:r>
      <w:r w:rsidRPr="00C0591F">
        <w:t>nime</w:t>
      </w:r>
      <w:r w:rsidR="00462F46">
        <w:t>(d)</w:t>
      </w:r>
      <w:r w:rsidRPr="00C0591F">
        <w:t>.</w:t>
      </w:r>
    </w:p>
    <w:p w14:paraId="253D3481" w14:textId="77777777" w:rsidR="00E762D9" w:rsidRPr="00C0591F" w:rsidRDefault="00E762D9" w:rsidP="00C0591F">
      <w:pPr>
        <w:numPr>
          <w:ilvl w:val="1"/>
          <w:numId w:val="1"/>
        </w:numPr>
        <w:suppressAutoHyphens/>
        <w:spacing w:line="100" w:lineRule="atLeast"/>
        <w:jc w:val="both"/>
      </w:pPr>
      <w:r w:rsidRPr="00C0591F">
        <w:t xml:space="preserve">Väljastatud suurulukiload kehtivad </w:t>
      </w:r>
      <w:r w:rsidR="00C57B5C">
        <w:t>jahiloal fikseeritud ajal</w:t>
      </w:r>
      <w:r w:rsidRPr="00C0591F">
        <w:t>, nende tähtaega ei pikendata.</w:t>
      </w:r>
    </w:p>
    <w:p w14:paraId="3813F4E2" w14:textId="1B7742F9" w:rsidR="00FE3ED3" w:rsidRPr="00C0591F" w:rsidRDefault="00FE3ED3" w:rsidP="00C0591F">
      <w:pPr>
        <w:numPr>
          <w:ilvl w:val="1"/>
          <w:numId w:val="1"/>
        </w:numPr>
        <w:suppressAutoHyphens/>
        <w:spacing w:line="100" w:lineRule="atLeast"/>
        <w:jc w:val="both"/>
      </w:pPr>
      <w:r w:rsidRPr="00C0591F">
        <w:t xml:space="preserve">RMK väljastab suurulukilubade omaja nimele suurulukilubadega samaks kehtivusajaks väikeulukituusiku juhuks, kui </w:t>
      </w:r>
      <w:r w:rsidR="00F86B98">
        <w:t xml:space="preserve">haavatud, </w:t>
      </w:r>
      <w:r w:rsidR="002501FA">
        <w:t>surnud uluki otsingu käigus</w:t>
      </w:r>
      <w:r w:rsidRPr="00C0591F">
        <w:t xml:space="preserve"> murrab koer väikeuluki (kährikkoer)</w:t>
      </w:r>
      <w:r w:rsidR="00DD02E2" w:rsidRPr="00C0591F">
        <w:t>.</w:t>
      </w:r>
    </w:p>
    <w:p w14:paraId="70A64888" w14:textId="77777777" w:rsidR="00E762D9" w:rsidRPr="00C0591F" w:rsidRDefault="006178BF" w:rsidP="00C0591F">
      <w:pPr>
        <w:numPr>
          <w:ilvl w:val="1"/>
          <w:numId w:val="1"/>
        </w:numPr>
        <w:suppressAutoHyphens/>
        <w:spacing w:line="100" w:lineRule="atLeast"/>
        <w:jc w:val="both"/>
      </w:pPr>
      <w:r w:rsidRPr="00C0591F">
        <w:t>Paketina v</w:t>
      </w:r>
      <w:r w:rsidR="00E762D9" w:rsidRPr="00C0591F">
        <w:t xml:space="preserve">äljastatud suurulukilubade kehtivusajal ei korralda RMK antud jahialal </w:t>
      </w:r>
      <w:proofErr w:type="spellStart"/>
      <w:r w:rsidR="00E762D9" w:rsidRPr="00C0591F">
        <w:t>ühisjahte</w:t>
      </w:r>
      <w:proofErr w:type="spellEnd"/>
      <w:r w:rsidR="00E762D9" w:rsidRPr="00C0591F">
        <w:t>.</w:t>
      </w:r>
    </w:p>
    <w:p w14:paraId="36397FB8" w14:textId="77777777" w:rsidR="004541B0" w:rsidRPr="00C0591F" w:rsidRDefault="004541B0" w:rsidP="00C0591F">
      <w:pPr>
        <w:numPr>
          <w:ilvl w:val="1"/>
          <w:numId w:val="1"/>
        </w:numPr>
        <w:suppressAutoHyphens/>
        <w:spacing w:line="100" w:lineRule="atLeast"/>
        <w:jc w:val="both"/>
      </w:pPr>
      <w:r w:rsidRPr="00C0591F">
        <w:t xml:space="preserve">RMK väljastab jahipiirkonna maaomanikule tema soovil väikeulukite küttimiseks jahilubasid tema kinnistute piires. </w:t>
      </w:r>
    </w:p>
    <w:p w14:paraId="56E5887D" w14:textId="77777777" w:rsidR="00E762D9" w:rsidRPr="00C0591F" w:rsidRDefault="00E762D9" w:rsidP="00C0591F">
      <w:pPr>
        <w:numPr>
          <w:ilvl w:val="1"/>
          <w:numId w:val="1"/>
        </w:numPr>
        <w:suppressAutoHyphens/>
        <w:spacing w:line="100" w:lineRule="atLeast"/>
        <w:jc w:val="both"/>
      </w:pPr>
      <w:r w:rsidRPr="00C0591F">
        <w:t xml:space="preserve">Sigade aafrika katku (SAK) tõrjumiseks võib RMK väljastada maaomanikust jahimehe taotlusel talle metssealubasid </w:t>
      </w:r>
      <w:r w:rsidR="006178BF" w:rsidRPr="00C0591F">
        <w:t xml:space="preserve">jahipidamiseks </w:t>
      </w:r>
      <w:r w:rsidRPr="00C0591F">
        <w:t>tema kinnistute piires.</w:t>
      </w:r>
    </w:p>
    <w:p w14:paraId="3EB20AA9" w14:textId="77777777" w:rsidR="00E762D9" w:rsidRPr="00C0591F" w:rsidRDefault="00E762D9" w:rsidP="00C0591F">
      <w:pPr>
        <w:suppressAutoHyphens/>
        <w:spacing w:line="100" w:lineRule="atLeast"/>
        <w:ind w:left="360"/>
        <w:jc w:val="both"/>
      </w:pPr>
    </w:p>
    <w:p w14:paraId="4F4FDAC6" w14:textId="77777777" w:rsidR="005B70E1" w:rsidRPr="00C0591F" w:rsidRDefault="005B70E1" w:rsidP="00C0591F">
      <w:pPr>
        <w:ind w:left="709"/>
        <w:jc w:val="both"/>
      </w:pPr>
    </w:p>
    <w:p w14:paraId="4588AE8D" w14:textId="77777777" w:rsidR="005B70E1" w:rsidRPr="00C0591F" w:rsidRDefault="005B70E1" w:rsidP="00C0591F">
      <w:pPr>
        <w:pStyle w:val="Loendilik"/>
        <w:numPr>
          <w:ilvl w:val="0"/>
          <w:numId w:val="1"/>
        </w:numPr>
        <w:jc w:val="both"/>
        <w:rPr>
          <w:b/>
        </w:rPr>
      </w:pPr>
      <w:r w:rsidRPr="00C0591F">
        <w:rPr>
          <w:b/>
        </w:rPr>
        <w:t>Seirematerjal (teaduslik uurimismaterjal)</w:t>
      </w:r>
    </w:p>
    <w:p w14:paraId="279D4226" w14:textId="77777777" w:rsidR="005B70E1" w:rsidRPr="00C0591F" w:rsidRDefault="005B70E1" w:rsidP="00C0591F">
      <w:pPr>
        <w:jc w:val="both"/>
      </w:pPr>
    </w:p>
    <w:p w14:paraId="56FF66FF" w14:textId="77777777" w:rsidR="004541B0" w:rsidRPr="00C0591F" w:rsidRDefault="00A05F45" w:rsidP="00C0591F">
      <w:pPr>
        <w:pStyle w:val="Loendinumber2"/>
        <w:tabs>
          <w:tab w:val="left" w:pos="0"/>
        </w:tabs>
        <w:spacing w:after="0"/>
        <w:jc w:val="both"/>
      </w:pPr>
      <w:r w:rsidRPr="00C0591F">
        <w:t>3.1</w:t>
      </w:r>
      <w:r w:rsidRPr="00C0591F">
        <w:tab/>
      </w:r>
      <w:r w:rsidR="004541B0" w:rsidRPr="00C0591F">
        <w:t xml:space="preserve">Kasutaja on kohustatud kütitud </w:t>
      </w:r>
      <w:r w:rsidR="00E762D9" w:rsidRPr="00C0591F">
        <w:t>suur</w:t>
      </w:r>
      <w:r w:rsidR="004541B0" w:rsidRPr="00C0591F">
        <w:t xml:space="preserve">ulukitelt koguma </w:t>
      </w:r>
      <w:r w:rsidR="004D0334" w:rsidRPr="00C0591F">
        <w:t>k</w:t>
      </w:r>
      <w:r w:rsidR="004541B0" w:rsidRPr="00C0591F">
        <w:t xml:space="preserve">asutajale väljastatud </w:t>
      </w:r>
      <w:r w:rsidR="00DD02E2" w:rsidRPr="00C0591F">
        <w:t xml:space="preserve">suuruluki </w:t>
      </w:r>
      <w:r w:rsidR="004541B0" w:rsidRPr="00C0591F">
        <w:t>jahiloa eritingimu</w:t>
      </w:r>
      <w:r w:rsidR="00E762D9" w:rsidRPr="00C0591F">
        <w:t>stes fikseeritud seirematerjali, mis</w:t>
      </w:r>
      <w:r w:rsidR="004541B0" w:rsidRPr="00C0591F">
        <w:t xml:space="preserve"> </w:t>
      </w:r>
      <w:r w:rsidR="00E762D9" w:rsidRPr="00C0591F">
        <w:t>antakse k</w:t>
      </w:r>
      <w:r w:rsidR="004541B0" w:rsidRPr="00C0591F">
        <w:t xml:space="preserve">äesoleva </w:t>
      </w:r>
      <w:r w:rsidR="004D0334" w:rsidRPr="00C0591F">
        <w:t>k</w:t>
      </w:r>
      <w:r w:rsidR="004541B0" w:rsidRPr="00C0591F">
        <w:t>okkuleppe punktis 1.</w:t>
      </w:r>
      <w:r w:rsidR="00683B22">
        <w:t>2</w:t>
      </w:r>
      <w:r w:rsidR="004541B0" w:rsidRPr="00C0591F">
        <w:t xml:space="preserve">. fikseeritud ajal </w:t>
      </w:r>
      <w:r w:rsidR="004D0334" w:rsidRPr="00C0591F">
        <w:t>k</w:t>
      </w:r>
      <w:r w:rsidR="004541B0" w:rsidRPr="00C0591F">
        <w:t>asutaja poolt üle RMK-</w:t>
      </w:r>
      <w:proofErr w:type="spellStart"/>
      <w:r w:rsidR="004541B0" w:rsidRPr="00C0591F">
        <w:t>le</w:t>
      </w:r>
      <w:proofErr w:type="spellEnd"/>
      <w:r w:rsidR="00E762D9" w:rsidRPr="00C0591F">
        <w:t>.</w:t>
      </w:r>
    </w:p>
    <w:p w14:paraId="1F1F3183" w14:textId="77777777" w:rsidR="004541B0" w:rsidRPr="00C0591F" w:rsidRDefault="00A05F45" w:rsidP="00C0591F">
      <w:pPr>
        <w:pStyle w:val="Loendinumber2"/>
        <w:tabs>
          <w:tab w:val="left" w:pos="0"/>
        </w:tabs>
        <w:spacing w:after="0"/>
        <w:jc w:val="both"/>
      </w:pPr>
      <w:r w:rsidRPr="00C0591F">
        <w:t>3.2</w:t>
      </w:r>
      <w:r w:rsidRPr="00C0591F">
        <w:tab/>
      </w:r>
      <w:r w:rsidR="004541B0" w:rsidRPr="00C0591F">
        <w:t xml:space="preserve">Ulukilt kogutud seirematerjal peab olema markeeritud viisil, mis võimaldab ametnikul seirematerjali seostamist vastava jahiloaga (jahiloa numbri järgi). Alumised parempoolsed lõualuud peavad olema </w:t>
      </w:r>
      <w:r w:rsidR="00DD02E2" w:rsidRPr="00C0591F">
        <w:t>termiliselt töödeldud</w:t>
      </w:r>
      <w:r w:rsidR="004541B0" w:rsidRPr="00C0591F">
        <w:t xml:space="preserve"> ja tähistatud vastava jahiloa nu</w:t>
      </w:r>
      <w:r w:rsidR="008C722F" w:rsidRPr="00C0591F">
        <w:t>mbriga (permanentse markeriga).</w:t>
      </w:r>
    </w:p>
    <w:p w14:paraId="0ABB1F26" w14:textId="45D6C256" w:rsidR="00457A98" w:rsidRPr="00C0591F" w:rsidRDefault="008C722F" w:rsidP="00C0591F">
      <w:pPr>
        <w:pStyle w:val="Loendinumber2"/>
        <w:tabs>
          <w:tab w:val="left" w:pos="0"/>
        </w:tabs>
        <w:spacing w:after="0"/>
        <w:jc w:val="both"/>
      </w:pPr>
      <w:r w:rsidRPr="00C0591F">
        <w:t>3.3</w:t>
      </w:r>
      <w:r w:rsidR="00457A98" w:rsidRPr="00C0591F">
        <w:tab/>
      </w:r>
      <w:r w:rsidR="00676B42" w:rsidRPr="000B5F2B">
        <w:t>Kõigilt kütitud metssigadelt</w:t>
      </w:r>
      <w:r w:rsidR="00676B42">
        <w:t xml:space="preserve"> (liha hilisema müügi korral)</w:t>
      </w:r>
      <w:r w:rsidR="00676B42" w:rsidRPr="000B5F2B">
        <w:t xml:space="preserve"> tuleb võtta vereproov ja edastada see maakondlikule veterinaarkeskusele</w:t>
      </w:r>
      <w:r w:rsidR="00676B42">
        <w:t xml:space="preserve"> (Riigi Laboriuuringute ja Riskihindamise Keskus - LABRIS)</w:t>
      </w:r>
      <w:r w:rsidR="00676B42" w:rsidRPr="000B5F2B">
        <w:t xml:space="preserve"> </w:t>
      </w:r>
      <w:proofErr w:type="spellStart"/>
      <w:r w:rsidR="00676B42" w:rsidRPr="000B5F2B">
        <w:t>SAK-</w:t>
      </w:r>
      <w:r w:rsidR="00676B42" w:rsidRPr="00F26160">
        <w:t>i</w:t>
      </w:r>
      <w:proofErr w:type="spellEnd"/>
      <w:r w:rsidR="00676B42" w:rsidRPr="00F26160">
        <w:t xml:space="preserve"> testi</w:t>
      </w:r>
      <w:r w:rsidR="00676B42">
        <w:t>de</w:t>
      </w:r>
      <w:r w:rsidR="00676B42" w:rsidRPr="00F26160">
        <w:t xml:space="preserve"> tegemiseks. Kuni </w:t>
      </w:r>
      <w:proofErr w:type="spellStart"/>
      <w:r w:rsidR="00676B42" w:rsidRPr="00F26160">
        <w:t>SAK-i</w:t>
      </w:r>
      <w:proofErr w:type="spellEnd"/>
      <w:r w:rsidR="00676B42" w:rsidRPr="00F26160">
        <w:t xml:space="preserve"> testi</w:t>
      </w:r>
      <w:r w:rsidR="00676B42">
        <w:t>de</w:t>
      </w:r>
      <w:r w:rsidR="00676B42" w:rsidRPr="00F26160">
        <w:t xml:space="preserve"> tulemus</w:t>
      </w:r>
      <w:r w:rsidR="00676B42">
        <w:t>t</w:t>
      </w:r>
      <w:r w:rsidR="00676B42" w:rsidRPr="00F26160">
        <w:t>e selgumiseni tuleb kokkuleppel jahindus</w:t>
      </w:r>
      <w:r w:rsidR="00401932">
        <w:t xml:space="preserve">e </w:t>
      </w:r>
      <w:r w:rsidR="00676B42" w:rsidRPr="00F26160">
        <w:t xml:space="preserve">spetsialistiga hoiustada kütitud metssiga ja kõik tema sisused metsloomadele kättesaamatult. </w:t>
      </w:r>
      <w:proofErr w:type="spellStart"/>
      <w:r w:rsidR="00676B42" w:rsidRPr="00F26160">
        <w:t>SAK-i</w:t>
      </w:r>
      <w:proofErr w:type="spellEnd"/>
      <w:r w:rsidR="00676B42" w:rsidRPr="00F26160">
        <w:t xml:space="preserve"> testi positiivse tulemuse korral tuleb järgida määruse „Sigade klassikalise katku ja sigade Aafrika katku tõrje eeskiri“ (RT I, 04.11.2016, 7) nõudeid ja veterinaarametnikult saadud juhiseid</w:t>
      </w:r>
      <w:r w:rsidRPr="00C0591F">
        <w:t xml:space="preserve">. </w:t>
      </w:r>
    </w:p>
    <w:p w14:paraId="47A69CE4" w14:textId="77777777" w:rsidR="005B70E1" w:rsidRPr="00C0591F" w:rsidRDefault="005B70E1" w:rsidP="00C0591F">
      <w:pPr>
        <w:jc w:val="both"/>
      </w:pPr>
    </w:p>
    <w:p w14:paraId="5DDDB77C" w14:textId="77777777" w:rsidR="005B70E1" w:rsidRPr="00C0591F" w:rsidRDefault="005B70E1" w:rsidP="00C0591F">
      <w:pPr>
        <w:pStyle w:val="Loendilik"/>
        <w:numPr>
          <w:ilvl w:val="0"/>
          <w:numId w:val="1"/>
        </w:numPr>
        <w:jc w:val="both"/>
        <w:rPr>
          <w:b/>
        </w:rPr>
      </w:pPr>
      <w:r w:rsidRPr="00C0591F">
        <w:rPr>
          <w:b/>
        </w:rPr>
        <w:t>Piirangud</w:t>
      </w:r>
    </w:p>
    <w:p w14:paraId="1DD4F607" w14:textId="77777777" w:rsidR="005B70E1" w:rsidRPr="00C0591F" w:rsidRDefault="005B70E1" w:rsidP="00C0591F">
      <w:pPr>
        <w:ind w:left="567"/>
        <w:jc w:val="both"/>
      </w:pPr>
    </w:p>
    <w:p w14:paraId="0DEF2630" w14:textId="77777777" w:rsidR="00A05F45" w:rsidRPr="00C0591F" w:rsidRDefault="008C722F" w:rsidP="00C0591F">
      <w:pPr>
        <w:pStyle w:val="Loendinumber2"/>
        <w:tabs>
          <w:tab w:val="left" w:pos="0"/>
        </w:tabs>
        <w:spacing w:after="0"/>
        <w:ind w:left="426" w:firstLine="0"/>
        <w:jc w:val="both"/>
      </w:pPr>
      <w:r w:rsidRPr="00C0591F">
        <w:t>4.1</w:t>
      </w:r>
      <w:r w:rsidRPr="00C0591F">
        <w:tab/>
      </w:r>
      <w:r w:rsidR="00A05F45" w:rsidRPr="00C0591F">
        <w:t>Jahialal jahipidamist või tegevusi piir</w:t>
      </w:r>
      <w:r w:rsidR="004D0334" w:rsidRPr="00C0591F">
        <w:t>avad tingimused on kehtestatud l</w:t>
      </w:r>
      <w:r w:rsidR="00A05F45" w:rsidRPr="00C0591F">
        <w:t xml:space="preserve">ooduskaitseseaduse või selle seaduse alusel kehtestatud regulatsioonide alusel </w:t>
      </w:r>
      <w:r w:rsidR="004D0334" w:rsidRPr="00C0591F">
        <w:t>või maaomanike poolt vastavalt j</w:t>
      </w:r>
      <w:r w:rsidR="00A05F45" w:rsidRPr="00C0591F">
        <w:t>ahiseaduse §</w:t>
      </w:r>
      <w:r w:rsidR="004D0334" w:rsidRPr="00C0591F">
        <w:t xml:space="preserve"> </w:t>
      </w:r>
      <w:r w:rsidR="00A05F45" w:rsidRPr="00C0591F">
        <w:t>6 lõikele 3:</w:t>
      </w:r>
    </w:p>
    <w:p w14:paraId="2A98C965" w14:textId="5C289ADB" w:rsidR="00A05F45" w:rsidRPr="00C0591F" w:rsidRDefault="008C722F" w:rsidP="00C0591F">
      <w:pPr>
        <w:pStyle w:val="Loendilik"/>
        <w:numPr>
          <w:ilvl w:val="2"/>
          <w:numId w:val="1"/>
        </w:numPr>
        <w:tabs>
          <w:tab w:val="clear" w:pos="1080"/>
          <w:tab w:val="left" w:pos="1134"/>
        </w:tabs>
        <w:suppressAutoHyphens/>
        <w:spacing w:line="100" w:lineRule="atLeast"/>
        <w:ind w:left="993" w:firstLine="0"/>
        <w:jc w:val="both"/>
      </w:pPr>
      <w:r w:rsidRPr="00C0591F">
        <w:t>Jahipiirkonna jahialal asuvates r</w:t>
      </w:r>
      <w:r w:rsidR="00A05F45" w:rsidRPr="00C0591F">
        <w:t>ahvusparkides, looduskai</w:t>
      </w:r>
      <w:r w:rsidR="00674D4A" w:rsidRPr="00C0591F">
        <w:t xml:space="preserve">tsealadel, maastikukaitsealadel, </w:t>
      </w:r>
      <w:r w:rsidR="00A05F45" w:rsidRPr="00C0591F">
        <w:t xml:space="preserve">hoiualadel </w:t>
      </w:r>
      <w:r w:rsidR="00674D4A" w:rsidRPr="00C0591F">
        <w:t xml:space="preserve">või püsielupaikades </w:t>
      </w:r>
      <w:r w:rsidRPr="00C0591F">
        <w:t>kehtivate piirangute iseloom</w:t>
      </w:r>
      <w:r w:rsidR="00674D4A" w:rsidRPr="00C0591F">
        <w:t>u</w:t>
      </w:r>
      <w:r w:rsidRPr="00C0591F">
        <w:t xml:space="preserve"> ja </w:t>
      </w:r>
      <w:r w:rsidR="004D0334" w:rsidRPr="00C0591F">
        <w:t>kest</w:t>
      </w:r>
      <w:r w:rsidR="00AF1E25">
        <w:t>v</w:t>
      </w:r>
      <w:r w:rsidR="004D0334" w:rsidRPr="00C0591F">
        <w:t>ust tutvustatakse k</w:t>
      </w:r>
      <w:r w:rsidR="00674D4A" w:rsidRPr="00C0591F">
        <w:t>asutajale suurulukilubade väljastamisel.</w:t>
      </w:r>
    </w:p>
    <w:p w14:paraId="4272E5E2" w14:textId="77777777" w:rsidR="00A05F45" w:rsidRPr="00C0591F" w:rsidRDefault="00A05F45" w:rsidP="00C0591F">
      <w:pPr>
        <w:numPr>
          <w:ilvl w:val="2"/>
          <w:numId w:val="1"/>
        </w:numPr>
        <w:tabs>
          <w:tab w:val="left" w:pos="360"/>
          <w:tab w:val="left" w:pos="1134"/>
        </w:tabs>
        <w:suppressAutoHyphens/>
        <w:spacing w:line="100" w:lineRule="atLeast"/>
        <w:ind w:left="993" w:firstLine="0"/>
        <w:jc w:val="both"/>
      </w:pPr>
      <w:r w:rsidRPr="00C0591F">
        <w:t xml:space="preserve">Eramaal võib jahti pidada ainult maaomaniku vastava loa olemasolul. (rohelisega viirutatud alad kaardil). </w:t>
      </w:r>
      <w:r w:rsidR="00674D4A" w:rsidRPr="00C0591F">
        <w:t>Piiramata või tähistamata eramaal võib lepinguta jahti pidada päikesetõusust päikeseloojanguni, kuid mitte lähemal kui 200</w:t>
      </w:r>
      <w:r w:rsidR="004D0334" w:rsidRPr="00C0591F">
        <w:t xml:space="preserve"> </w:t>
      </w:r>
      <w:r w:rsidR="00674D4A" w:rsidRPr="00C0591F">
        <w:t xml:space="preserve">m kaugusel hoonest. </w:t>
      </w:r>
      <w:r w:rsidRPr="00C0591F">
        <w:t>Maaomanike pool</w:t>
      </w:r>
      <w:r w:rsidR="00674D4A" w:rsidRPr="00C0591F">
        <w:t xml:space="preserve">t jahipidamiseks keelatud alad on </w:t>
      </w:r>
      <w:r w:rsidRPr="00C0591F">
        <w:t>punasega vii</w:t>
      </w:r>
      <w:r w:rsidR="00674D4A" w:rsidRPr="00C0591F">
        <w:t>rutatud alad kaardil.</w:t>
      </w:r>
    </w:p>
    <w:p w14:paraId="4CE9DFCD" w14:textId="77777777" w:rsidR="00A05F45" w:rsidRPr="00C0591F" w:rsidRDefault="004D0334" w:rsidP="00C0591F">
      <w:pPr>
        <w:numPr>
          <w:ilvl w:val="2"/>
          <w:numId w:val="1"/>
        </w:numPr>
        <w:tabs>
          <w:tab w:val="left" w:pos="360"/>
          <w:tab w:val="left" w:pos="1134"/>
        </w:tabs>
        <w:suppressAutoHyphens/>
        <w:spacing w:line="100" w:lineRule="atLeast"/>
        <w:ind w:left="993" w:firstLine="0"/>
        <w:jc w:val="both"/>
      </w:pPr>
      <w:r w:rsidRPr="00C0591F">
        <w:t>Tulenevalt l</w:t>
      </w:r>
      <w:r w:rsidR="00A05F45" w:rsidRPr="00C0591F">
        <w:t>ooduskaitseseaduse §</w:t>
      </w:r>
      <w:r w:rsidRPr="00C0591F">
        <w:t xml:space="preserve"> </w:t>
      </w:r>
      <w:r w:rsidR="00A05F45" w:rsidRPr="00C0591F">
        <w:t xml:space="preserve">53 lõikest 1 on I ja II </w:t>
      </w:r>
      <w:r w:rsidR="00B92084" w:rsidRPr="00C0591F">
        <w:t>kaitse</w:t>
      </w:r>
      <w:r w:rsidR="00A05F45" w:rsidRPr="00C0591F">
        <w:t>kategooria liigi isendi täpse elupaiga asukoha avaldamine massiteabevahendites keelatud.</w:t>
      </w:r>
    </w:p>
    <w:p w14:paraId="433B8700" w14:textId="77777777" w:rsidR="00A05F45" w:rsidRPr="00C0591F" w:rsidRDefault="00A05F45" w:rsidP="00C0591F">
      <w:pPr>
        <w:numPr>
          <w:ilvl w:val="2"/>
          <w:numId w:val="1"/>
        </w:numPr>
        <w:tabs>
          <w:tab w:val="left" w:pos="360"/>
          <w:tab w:val="left" w:pos="1134"/>
        </w:tabs>
        <w:suppressAutoHyphens/>
        <w:spacing w:line="100" w:lineRule="atLeast"/>
        <w:ind w:left="993" w:firstLine="0"/>
        <w:jc w:val="both"/>
      </w:pPr>
      <w:r w:rsidRPr="00C0591F">
        <w:t xml:space="preserve">Jahipidamisega ega muu tegevusega ei tohi </w:t>
      </w:r>
      <w:r w:rsidR="00F50708" w:rsidRPr="00C0591F">
        <w:t>k</w:t>
      </w:r>
      <w:r w:rsidRPr="00C0591F">
        <w:t xml:space="preserve">asutaja kahjustada RMK kasutuses oleval maa-alal asuvat RMK vara ega luua takistusi tema vara kasutamiseks, samuti muul viisil kahjustada RMK </w:t>
      </w:r>
      <w:r w:rsidR="00754075" w:rsidRPr="00C0591F">
        <w:t xml:space="preserve">ja maaomanike </w:t>
      </w:r>
      <w:r w:rsidRPr="00C0591F">
        <w:t>õigusi.</w:t>
      </w:r>
    </w:p>
    <w:p w14:paraId="5DB6E86F" w14:textId="77777777" w:rsidR="00A05F45" w:rsidRPr="00C0591F" w:rsidRDefault="00F50708" w:rsidP="00C0591F">
      <w:pPr>
        <w:numPr>
          <w:ilvl w:val="2"/>
          <w:numId w:val="1"/>
        </w:numPr>
        <w:tabs>
          <w:tab w:val="left" w:pos="360"/>
          <w:tab w:val="left" w:pos="1134"/>
        </w:tabs>
        <w:suppressAutoHyphens/>
        <w:spacing w:line="100" w:lineRule="atLeast"/>
        <w:ind w:left="993" w:firstLine="0"/>
        <w:jc w:val="both"/>
      </w:pPr>
      <w:r w:rsidRPr="00C0591F">
        <w:t>Vastavalt j</w:t>
      </w:r>
      <w:r w:rsidR="00A05F45" w:rsidRPr="00C0591F">
        <w:t xml:space="preserve">ahiseadusele, selle alusel antud õigusaktidele, töölepingule ja ametijuhendile omavad RMK töötajad töötõendi esitamisel RMK esindajana õigust teha </w:t>
      </w:r>
      <w:r w:rsidR="00A05F45" w:rsidRPr="00C0591F">
        <w:lastRenderedPageBreak/>
        <w:t>toiminguid, mis tagavad RMK hallatava jahipiirkonna, sealt saadud jahisaadute, RMK valduses oleva vara säilimise ja seaduspärase kasutamise.</w:t>
      </w:r>
    </w:p>
    <w:p w14:paraId="4CFFD792" w14:textId="2DA3781E" w:rsidR="00A05F45" w:rsidRPr="00C0591F" w:rsidRDefault="00A05F45" w:rsidP="00C0591F">
      <w:pPr>
        <w:numPr>
          <w:ilvl w:val="1"/>
          <w:numId w:val="1"/>
        </w:numPr>
        <w:tabs>
          <w:tab w:val="left" w:pos="360"/>
        </w:tabs>
        <w:suppressAutoHyphens/>
        <w:spacing w:line="100" w:lineRule="atLeast"/>
        <w:jc w:val="both"/>
      </w:pPr>
      <w:r w:rsidRPr="00C0591F">
        <w:t>Haavatud uluki</w:t>
      </w:r>
      <w:r w:rsidR="00B92084" w:rsidRPr="00C0591F">
        <w:t>le</w:t>
      </w:r>
      <w:r w:rsidRPr="00C0591F">
        <w:t xml:space="preserve"> või koerte</w:t>
      </w:r>
      <w:r w:rsidR="00B92084" w:rsidRPr="00C0591F">
        <w:t>le</w:t>
      </w:r>
      <w:r w:rsidRPr="00C0591F">
        <w:t xml:space="preserve"> </w:t>
      </w:r>
      <w:r w:rsidR="00B92084" w:rsidRPr="00C0591F">
        <w:t>järele</w:t>
      </w:r>
      <w:r w:rsidR="00462F46">
        <w:t xml:space="preserve"> </w:t>
      </w:r>
      <w:r w:rsidR="00B92084" w:rsidRPr="00C0591F">
        <w:t>minekul</w:t>
      </w:r>
      <w:r w:rsidRPr="00C0591F">
        <w:t xml:space="preserve"> naaberjahialal</w:t>
      </w:r>
      <w:r w:rsidR="00B92084" w:rsidRPr="00C0591F">
        <w:t>e või –piirkonda</w:t>
      </w:r>
      <w:r w:rsidRPr="00C0591F">
        <w:t xml:space="preserve"> tuleb koheselt </w:t>
      </w:r>
      <w:r w:rsidR="00B92084" w:rsidRPr="00C0591F">
        <w:t xml:space="preserve">sellest </w:t>
      </w:r>
      <w:r w:rsidRPr="00C0591F">
        <w:t>teavitada selle jahimaa kasutajat</w:t>
      </w:r>
      <w:r w:rsidR="00595C99" w:rsidRPr="00C0591F">
        <w:t xml:space="preserve"> või</w:t>
      </w:r>
      <w:r w:rsidRPr="00C0591F">
        <w:t xml:space="preserve"> RMK </w:t>
      </w:r>
      <w:r w:rsidR="00595C99" w:rsidRPr="00C0591F">
        <w:t>jahindus</w:t>
      </w:r>
      <w:r w:rsidR="00BD6A0A">
        <w:t xml:space="preserve">e </w:t>
      </w:r>
      <w:r w:rsidR="00595C99" w:rsidRPr="00C0591F">
        <w:t>spetsialisti</w:t>
      </w:r>
      <w:r w:rsidRPr="00C0591F">
        <w:t>.</w:t>
      </w:r>
    </w:p>
    <w:p w14:paraId="0DFDCF70" w14:textId="77777777" w:rsidR="005B70E1" w:rsidRPr="00C0591F" w:rsidRDefault="005B70E1" w:rsidP="00C0591F">
      <w:pPr>
        <w:ind w:left="567" w:hanging="567"/>
        <w:jc w:val="both"/>
      </w:pPr>
    </w:p>
    <w:p w14:paraId="5D0BB588" w14:textId="77777777" w:rsidR="005B70E1" w:rsidRPr="00C0591F" w:rsidRDefault="00595C99" w:rsidP="00C0591F">
      <w:pPr>
        <w:jc w:val="both"/>
        <w:rPr>
          <w:b/>
        </w:rPr>
      </w:pPr>
      <w:r w:rsidRPr="00C0591F">
        <w:rPr>
          <w:b/>
        </w:rPr>
        <w:t>5</w:t>
      </w:r>
      <w:r w:rsidR="005B70E1" w:rsidRPr="00C0591F">
        <w:rPr>
          <w:b/>
        </w:rPr>
        <w:t>.</w:t>
      </w:r>
      <w:r w:rsidR="005B70E1" w:rsidRPr="00C0591F">
        <w:rPr>
          <w:b/>
        </w:rPr>
        <w:tab/>
        <w:t>Lõppsätted</w:t>
      </w:r>
    </w:p>
    <w:p w14:paraId="254004F0" w14:textId="77777777" w:rsidR="00D6453A" w:rsidRPr="00C0591F" w:rsidRDefault="00D6453A" w:rsidP="00C0591F">
      <w:pPr>
        <w:jc w:val="both"/>
      </w:pPr>
    </w:p>
    <w:p w14:paraId="240A3F8F" w14:textId="4DE673B3" w:rsidR="00D6453A" w:rsidRPr="00C0591F" w:rsidRDefault="00D6453A" w:rsidP="00F30116">
      <w:pPr>
        <w:pStyle w:val="Loendinumber2"/>
        <w:numPr>
          <w:ilvl w:val="1"/>
          <w:numId w:val="19"/>
        </w:numPr>
        <w:tabs>
          <w:tab w:val="left" w:pos="0"/>
        </w:tabs>
        <w:spacing w:after="0"/>
        <w:jc w:val="both"/>
      </w:pPr>
      <w:r w:rsidRPr="00C0591F">
        <w:t xml:space="preserve">Kokkulepe </w:t>
      </w:r>
      <w:r w:rsidR="00215165" w:rsidRPr="00C0591F">
        <w:t xml:space="preserve">kehtib </w:t>
      </w:r>
      <w:r w:rsidR="00EF2238" w:rsidRPr="00EF2238">
        <w:rPr>
          <w:highlight w:val="yellow"/>
        </w:rPr>
        <w:t>…….</w:t>
      </w:r>
      <w:r w:rsidR="00EF2238">
        <w:t xml:space="preserve"> </w:t>
      </w:r>
      <w:r w:rsidR="003F79F9">
        <w:t>.</w:t>
      </w:r>
      <w:r w:rsidR="003F79F9" w:rsidRPr="00C0591F">
        <w:t xml:space="preserve"> </w:t>
      </w:r>
      <w:r w:rsidRPr="00C0591F">
        <w:t xml:space="preserve">Kasutaja on kohustatud </w:t>
      </w:r>
      <w:r w:rsidR="00F50708" w:rsidRPr="00C0591F">
        <w:t>k</w:t>
      </w:r>
      <w:r w:rsidR="00215165" w:rsidRPr="00C0591F">
        <w:t>okkuleppe</w:t>
      </w:r>
      <w:r w:rsidRPr="00C0591F">
        <w:t xml:space="preserve"> lõ</w:t>
      </w:r>
      <w:r w:rsidR="00F50708" w:rsidRPr="00C0591F">
        <w:t>pptähtaja saabumisel vastavalt j</w:t>
      </w:r>
      <w:r w:rsidRPr="00C0591F">
        <w:t xml:space="preserve">ahiseadusele tagastama talle väljastatud jahiload ja täitma </w:t>
      </w:r>
      <w:r w:rsidR="00F50708" w:rsidRPr="00C0591F">
        <w:t>k</w:t>
      </w:r>
      <w:r w:rsidRPr="00C0591F">
        <w:t>okkuleppega võetud kõik kohustused.</w:t>
      </w:r>
    </w:p>
    <w:p w14:paraId="383518A8" w14:textId="42FAC817" w:rsidR="00D6453A" w:rsidRPr="00C0591F" w:rsidRDefault="00F30116" w:rsidP="00C0591F">
      <w:pPr>
        <w:pStyle w:val="Loendinumber2"/>
        <w:tabs>
          <w:tab w:val="left" w:pos="0"/>
        </w:tabs>
        <w:spacing w:after="0"/>
        <w:jc w:val="both"/>
      </w:pPr>
      <w:r>
        <w:t>5</w:t>
      </w:r>
      <w:r w:rsidR="00215165" w:rsidRPr="00C0591F">
        <w:t>.2</w:t>
      </w:r>
      <w:r w:rsidR="00215165" w:rsidRPr="00C0591F">
        <w:tab/>
      </w:r>
      <w:r w:rsidR="00D6453A" w:rsidRPr="00C0591F">
        <w:t xml:space="preserve">Kasutaja poolt </w:t>
      </w:r>
      <w:r w:rsidR="00F50708" w:rsidRPr="00C0591F">
        <w:t>k</w:t>
      </w:r>
      <w:r w:rsidR="00D6453A" w:rsidRPr="00C0591F">
        <w:t>okkuleppe kohaste kohustuste rikkumise või täitmatajätmise avastamisel koostab jahindus</w:t>
      </w:r>
      <w:r w:rsidR="009F6833">
        <w:t xml:space="preserve">e </w:t>
      </w:r>
      <w:r w:rsidR="00D6453A" w:rsidRPr="00C0591F">
        <w:t xml:space="preserve">spetsialist </w:t>
      </w:r>
      <w:r w:rsidR="00F50708" w:rsidRPr="00C0591F">
        <w:t>k</w:t>
      </w:r>
      <w:r w:rsidR="00D6453A" w:rsidRPr="00C0591F">
        <w:t>asutajale sellekohase kirjaliku esildise.</w:t>
      </w:r>
      <w:r w:rsidR="00215165" w:rsidRPr="00C0591F">
        <w:t xml:space="preserve"> Sõltuvalt rikkumise iseloomust teavitatakse asjaoludest Keskkonna</w:t>
      </w:r>
      <w:r w:rsidR="00676B42">
        <w:t>ametit</w:t>
      </w:r>
      <w:r w:rsidR="00215165" w:rsidRPr="00C0591F">
        <w:t>.</w:t>
      </w:r>
    </w:p>
    <w:p w14:paraId="67FFB859" w14:textId="77777777" w:rsidR="00D6453A" w:rsidRPr="00C0591F" w:rsidRDefault="00F30116" w:rsidP="00C0591F">
      <w:pPr>
        <w:pStyle w:val="Loendinumber2"/>
        <w:tabs>
          <w:tab w:val="left" w:pos="0"/>
        </w:tabs>
        <w:spacing w:after="0"/>
        <w:jc w:val="both"/>
      </w:pPr>
      <w:r>
        <w:t>5</w:t>
      </w:r>
      <w:r w:rsidR="00215165" w:rsidRPr="00C0591F">
        <w:t>.3</w:t>
      </w:r>
      <w:r w:rsidR="00215165" w:rsidRPr="00C0591F">
        <w:tab/>
      </w:r>
      <w:r w:rsidR="00D6453A" w:rsidRPr="00C0591F">
        <w:t xml:space="preserve">Kasutaja ja RMK vahel võidakse sõlmida käesoleva </w:t>
      </w:r>
      <w:r w:rsidR="00F50708" w:rsidRPr="00C0591F">
        <w:t>k</w:t>
      </w:r>
      <w:r w:rsidR="00D6453A" w:rsidRPr="00C0591F">
        <w:t xml:space="preserve">okkuleppe kehtivuse ajaks täiendavaid kokkuleppe lisasid, mis koostatakse kirjalikus vormis ja mis jõustuvad nende allakirjutamise hetkest mõlema osapoole poolt ja mis on käesoleva </w:t>
      </w:r>
      <w:r w:rsidR="00F50708" w:rsidRPr="00C0591F">
        <w:t>k</w:t>
      </w:r>
      <w:r w:rsidR="00D6453A" w:rsidRPr="00C0591F">
        <w:t>okkuleppe lahutamatu osa.</w:t>
      </w:r>
    </w:p>
    <w:p w14:paraId="58502DEF" w14:textId="77777777" w:rsidR="00D6453A" w:rsidRPr="00C0591F" w:rsidRDefault="00F30116" w:rsidP="00C0591F">
      <w:pPr>
        <w:pStyle w:val="Loendinumber2"/>
        <w:tabs>
          <w:tab w:val="left" w:pos="0"/>
        </w:tabs>
        <w:spacing w:after="0"/>
        <w:jc w:val="both"/>
      </w:pPr>
      <w:r>
        <w:t>5</w:t>
      </w:r>
      <w:r w:rsidR="003F1377" w:rsidRPr="00C0591F">
        <w:t>.4</w:t>
      </w:r>
      <w:r w:rsidR="003F1377" w:rsidRPr="00C0591F">
        <w:tab/>
      </w:r>
      <w:r w:rsidR="00D6453A" w:rsidRPr="00C0591F">
        <w:t xml:space="preserve">Pooled kohustuvad </w:t>
      </w:r>
      <w:r w:rsidR="00F50708" w:rsidRPr="00C0591F">
        <w:t>k</w:t>
      </w:r>
      <w:r w:rsidR="00D6453A" w:rsidRPr="00C0591F">
        <w:t xml:space="preserve">okkuleppe kehtivuse ajal hoidma konfidentsiaalsena kõik seoses </w:t>
      </w:r>
      <w:r w:rsidR="00F50708" w:rsidRPr="00C0591F">
        <w:t>k</w:t>
      </w:r>
      <w:r w:rsidR="00D6453A" w:rsidRPr="00C0591F">
        <w:t>okkuleppe täitmisega teatavaks saanud isikuandmed, samuti usalduslikud ning ärisaladusteks peetavad andmed.</w:t>
      </w:r>
    </w:p>
    <w:p w14:paraId="16FF107B" w14:textId="77777777" w:rsidR="00D6453A" w:rsidRPr="00C0591F" w:rsidRDefault="00F30116" w:rsidP="00C0591F">
      <w:pPr>
        <w:pStyle w:val="Loendinumber2"/>
        <w:tabs>
          <w:tab w:val="left" w:pos="0"/>
        </w:tabs>
        <w:spacing w:after="0"/>
        <w:jc w:val="both"/>
      </w:pPr>
      <w:r>
        <w:t>5</w:t>
      </w:r>
      <w:r w:rsidR="003F1377" w:rsidRPr="00C0591F">
        <w:t>.5</w:t>
      </w:r>
      <w:r w:rsidR="003F1377" w:rsidRPr="00C0591F">
        <w:tab/>
      </w:r>
      <w:r w:rsidR="00D6453A" w:rsidRPr="00C0591F">
        <w:t xml:space="preserve">Poolte vahel </w:t>
      </w:r>
      <w:r w:rsidR="00F50708" w:rsidRPr="00C0591F">
        <w:t>k</w:t>
      </w:r>
      <w:r w:rsidR="00D6453A" w:rsidRPr="00C0591F">
        <w:t>okkuleppe täitmisest tulenevad vaidlused lahendatakse läbirääkimiste teel, mille käigus kokkuleppe mittesaavutamisel kuuluvad vaidlused läbivaatamisele õigusaktidega kehtestatud korras.</w:t>
      </w:r>
    </w:p>
    <w:p w14:paraId="5227EC50" w14:textId="77777777" w:rsidR="005B70E1" w:rsidRPr="00C0591F" w:rsidRDefault="00F30116" w:rsidP="00ED000B">
      <w:pPr>
        <w:ind w:left="708" w:hanging="348"/>
        <w:jc w:val="both"/>
      </w:pPr>
      <w:r>
        <w:t>5</w:t>
      </w:r>
      <w:r w:rsidR="003F1377" w:rsidRPr="00C0591F">
        <w:t>.6</w:t>
      </w:r>
      <w:r w:rsidR="003F1377" w:rsidRPr="00C0591F">
        <w:tab/>
      </w:r>
      <w:r w:rsidR="00D6453A" w:rsidRPr="00C0591F">
        <w:t>Kokkulepe on koostatud kahes võrdväärset</w:t>
      </w:r>
      <w:r w:rsidR="00705778" w:rsidRPr="00C0591F">
        <w:t xml:space="preserve"> jõudu omavas eksemplaris, üks </w:t>
      </w:r>
      <w:r w:rsidR="00F50708" w:rsidRPr="00C0591F">
        <w:t>k</w:t>
      </w:r>
      <w:r w:rsidR="00D6453A" w:rsidRPr="00C0591F">
        <w:t>asutajale ja teine RMK-</w:t>
      </w:r>
      <w:proofErr w:type="spellStart"/>
      <w:r w:rsidR="00D6453A" w:rsidRPr="00C0591F">
        <w:t>le</w:t>
      </w:r>
      <w:proofErr w:type="spellEnd"/>
      <w:r w:rsidR="00D6453A" w:rsidRPr="00C0591F">
        <w:t>.</w:t>
      </w:r>
    </w:p>
    <w:p w14:paraId="60A1AAA7" w14:textId="77777777" w:rsidR="005B70E1" w:rsidRPr="00C0591F" w:rsidRDefault="005B70E1" w:rsidP="00C0591F">
      <w:pPr>
        <w:jc w:val="both"/>
      </w:pPr>
    </w:p>
    <w:p w14:paraId="351CB098" w14:textId="77777777" w:rsidR="00E46B92" w:rsidRPr="00FE10AC" w:rsidRDefault="00E46B92" w:rsidP="00C0591F">
      <w:pPr>
        <w:jc w:val="both"/>
      </w:pPr>
      <w:r w:rsidRPr="00FE10AC">
        <w:rPr>
          <w:b/>
          <w:bCs/>
        </w:rPr>
        <w:t>Poolte a</w:t>
      </w:r>
      <w:r>
        <w:rPr>
          <w:b/>
          <w:bCs/>
        </w:rPr>
        <w:t>ndmed</w:t>
      </w:r>
      <w:r w:rsidRPr="00FE10AC">
        <w:rPr>
          <w:b/>
          <w:bCs/>
        </w:rPr>
        <w:t xml:space="preserve"> ja allkirjad</w:t>
      </w:r>
      <w:r w:rsidRPr="005A4304">
        <w:rPr>
          <w:b/>
        </w:rPr>
        <w:t>:</w:t>
      </w:r>
    </w:p>
    <w:p w14:paraId="28AF8E96" w14:textId="77777777" w:rsidR="00E46B92" w:rsidRPr="00FE10AC" w:rsidRDefault="00E46B92" w:rsidP="002954BC"/>
    <w:p w14:paraId="71FDE263" w14:textId="77777777" w:rsidR="00E46B92" w:rsidRPr="00FE10AC" w:rsidRDefault="001E5DFC" w:rsidP="002954BC">
      <w:pPr>
        <w:rPr>
          <w:b/>
          <w:bCs/>
        </w:rPr>
      </w:pPr>
      <w:r>
        <w:rPr>
          <w:b/>
          <w:bCs/>
        </w:rPr>
        <w:t>RMK</w:t>
      </w:r>
      <w:r>
        <w:rPr>
          <w:b/>
          <w:bCs/>
        </w:rPr>
        <w:tab/>
      </w:r>
      <w:r>
        <w:rPr>
          <w:b/>
          <w:bCs/>
        </w:rPr>
        <w:tab/>
      </w:r>
      <w:r>
        <w:rPr>
          <w:b/>
          <w:bCs/>
        </w:rPr>
        <w:tab/>
      </w:r>
      <w:r>
        <w:rPr>
          <w:b/>
          <w:bCs/>
        </w:rPr>
        <w:tab/>
      </w:r>
      <w:r>
        <w:rPr>
          <w:b/>
          <w:bCs/>
        </w:rPr>
        <w:tab/>
      </w:r>
      <w:r w:rsidR="003F1377">
        <w:rPr>
          <w:b/>
          <w:bCs/>
        </w:rPr>
        <w:tab/>
      </w:r>
      <w:r w:rsidR="003F1377">
        <w:rPr>
          <w:b/>
          <w:bCs/>
        </w:rPr>
        <w:tab/>
      </w:r>
      <w:r w:rsidR="00E46B92">
        <w:rPr>
          <w:b/>
          <w:bCs/>
        </w:rPr>
        <w:t>K</w:t>
      </w:r>
      <w:r w:rsidR="00E46B92" w:rsidRPr="00FE10AC">
        <w:rPr>
          <w:b/>
          <w:bCs/>
        </w:rPr>
        <w:t>asutaja</w:t>
      </w:r>
    </w:p>
    <w:p w14:paraId="33E2DE43" w14:textId="77777777" w:rsidR="003F1377" w:rsidRDefault="001E5DFC" w:rsidP="002954BC">
      <w:pPr>
        <w:jc w:val="both"/>
      </w:pPr>
      <w:r>
        <w:t>Riigimetsa Majandamise Keskus</w:t>
      </w:r>
      <w:r>
        <w:tab/>
      </w:r>
      <w:r w:rsidR="00F50708">
        <w:tab/>
      </w:r>
    </w:p>
    <w:p w14:paraId="21757234" w14:textId="77777777" w:rsidR="00E46B92" w:rsidRPr="008C4BE6" w:rsidRDefault="00E46B92" w:rsidP="002954BC">
      <w:pPr>
        <w:jc w:val="both"/>
      </w:pPr>
      <w:r w:rsidRPr="008C4BE6">
        <w:t>Registrikood 70004459</w:t>
      </w:r>
      <w:r w:rsidRPr="008C4BE6">
        <w:tab/>
      </w:r>
      <w:r w:rsidRPr="008C4BE6">
        <w:tab/>
      </w:r>
      <w:r w:rsidR="003F1377">
        <w:tab/>
      </w:r>
      <w:r w:rsidR="003F1377">
        <w:tab/>
      </w:r>
    </w:p>
    <w:p w14:paraId="31AB01C5" w14:textId="77777777" w:rsidR="00676B42" w:rsidRDefault="00676B42" w:rsidP="002954BC">
      <w:pPr>
        <w:jc w:val="both"/>
      </w:pPr>
      <w:r>
        <w:t>Mõisa/3, Sagadi küla,</w:t>
      </w:r>
    </w:p>
    <w:p w14:paraId="086FA3FC" w14:textId="77777777" w:rsidR="00676B42" w:rsidRDefault="00676B42" w:rsidP="002954BC">
      <w:pPr>
        <w:jc w:val="both"/>
      </w:pPr>
      <w:r>
        <w:t>Haljala vald, 45403</w:t>
      </w:r>
    </w:p>
    <w:p w14:paraId="3DF29D9D" w14:textId="77777777" w:rsidR="00676B42" w:rsidRDefault="00676B42" w:rsidP="002954BC">
      <w:pPr>
        <w:jc w:val="both"/>
      </w:pPr>
      <w:r>
        <w:t>Lääne-Viru maakond</w:t>
      </w:r>
    </w:p>
    <w:p w14:paraId="1F956A2D" w14:textId="77777777" w:rsidR="00754075" w:rsidRDefault="00676B42" w:rsidP="002954BC">
      <w:pPr>
        <w:jc w:val="both"/>
      </w:pPr>
      <w:r>
        <w:t>Tel 676 7500</w:t>
      </w:r>
      <w:r w:rsidR="00F50708">
        <w:tab/>
      </w:r>
      <w:r w:rsidR="00F50708">
        <w:tab/>
      </w:r>
    </w:p>
    <w:p w14:paraId="42170788" w14:textId="77777777" w:rsidR="00E46B92" w:rsidRPr="008C4BE6" w:rsidRDefault="00754075" w:rsidP="002954BC">
      <w:pPr>
        <w:jc w:val="both"/>
      </w:pPr>
      <w:hyperlink r:id="rId16" w:history="1">
        <w:r w:rsidRPr="002763E0">
          <w:rPr>
            <w:rStyle w:val="Hperlink"/>
          </w:rPr>
          <w:t>jaht@rmk.ee</w:t>
        </w:r>
      </w:hyperlink>
      <w:r>
        <w:t xml:space="preserve"> </w:t>
      </w:r>
      <w:r>
        <w:tab/>
      </w:r>
      <w:r>
        <w:tab/>
      </w:r>
      <w:r w:rsidR="001E5DFC">
        <w:tab/>
      </w:r>
      <w:r w:rsidR="001E5DFC">
        <w:tab/>
      </w:r>
      <w:r w:rsidR="00F50708">
        <w:tab/>
      </w:r>
    </w:p>
    <w:p w14:paraId="0888B551" w14:textId="77777777" w:rsidR="00E46B92" w:rsidRDefault="00E46B92" w:rsidP="002954BC"/>
    <w:p w14:paraId="7FA08DC8" w14:textId="77777777" w:rsidR="00E46B92" w:rsidRDefault="00E46B92" w:rsidP="002954BC"/>
    <w:p w14:paraId="4D6C3C0C" w14:textId="77777777" w:rsidR="00E46B92" w:rsidRDefault="00E46B92" w:rsidP="002954BC"/>
    <w:p w14:paraId="4C488514" w14:textId="61F37C14" w:rsidR="00E46B92" w:rsidRPr="00F50708" w:rsidRDefault="00F20EB3" w:rsidP="002954BC">
      <w:sdt>
        <w:sdtPr>
          <w:id w:val="1182242972"/>
          <w:placeholder>
            <w:docPart w:val="72F9BEE867514E35ACECD109378EF8A3"/>
          </w:placeholder>
          <w:comboBox>
            <w:listItem w:displayText=" " w:value=" "/>
            <w:listItem w:displayText="(allkirjastatud digitaalselt)" w:value="(allkirjastatud digitaalselt)"/>
          </w:comboBox>
        </w:sdtPr>
        <w:sdtEndPr/>
        <w:sdtContent>
          <w:r w:rsidR="003F79F9">
            <w:t>(allkirjastatud digitaalselt)</w:t>
          </w:r>
        </w:sdtContent>
      </w:sdt>
      <w:r w:rsidR="008E155B">
        <w:tab/>
      </w:r>
      <w:r w:rsidR="003F1377">
        <w:tab/>
      </w:r>
      <w:r w:rsidR="00F50708">
        <w:tab/>
      </w:r>
      <w:sdt>
        <w:sdtPr>
          <w:id w:val="1713223949"/>
          <w:placeholder>
            <w:docPart w:val="1BA89A44D8764C31B1D265D4670601AA"/>
          </w:placeholder>
          <w:comboBox>
            <w:listItem w:displayText=" " w:value=" "/>
            <w:listItem w:displayText="(allkirjastatud digitaalselt)" w:value="(allkirjastatud digitaalselt)"/>
          </w:comboBox>
        </w:sdtPr>
        <w:sdtEndPr/>
        <w:sdtContent>
          <w:r w:rsidR="00311680">
            <w:t>(allkirjastatud digitaalselt)</w:t>
          </w:r>
        </w:sdtContent>
      </w:sdt>
      <w:r w:rsidR="00F50708" w:rsidRPr="00F50708">
        <w:t xml:space="preserve"> </w:t>
      </w:r>
    </w:p>
    <w:p w14:paraId="15263F9D" w14:textId="7EA9BEA3" w:rsidR="00E46B92" w:rsidRPr="00F50708" w:rsidRDefault="0027478D" w:rsidP="002954BC">
      <w:pPr>
        <w:rPr>
          <w:i/>
        </w:rPr>
      </w:pPr>
      <w:r>
        <w:t>Lauri Ellram</w:t>
      </w:r>
      <w:r w:rsidR="008E155B" w:rsidRPr="00F50708">
        <w:rPr>
          <w:i/>
        </w:rPr>
        <w:tab/>
      </w:r>
      <w:r w:rsidR="008E155B" w:rsidRPr="00F50708">
        <w:rPr>
          <w:i/>
        </w:rPr>
        <w:tab/>
      </w:r>
      <w:r w:rsidR="008E155B" w:rsidRPr="00F50708">
        <w:rPr>
          <w:i/>
        </w:rPr>
        <w:tab/>
      </w:r>
      <w:r w:rsidR="003F1377" w:rsidRPr="00F50708">
        <w:rPr>
          <w:i/>
        </w:rPr>
        <w:tab/>
      </w:r>
      <w:r w:rsidR="003F1377" w:rsidRPr="00F50708">
        <w:rPr>
          <w:i/>
        </w:rPr>
        <w:tab/>
      </w:r>
      <w:r w:rsidR="00F50708" w:rsidRPr="00F50708">
        <w:fldChar w:fldCharType="begin"/>
      </w:r>
      <w:r w:rsidR="00F50708" w:rsidRPr="00F50708">
        <w:instrText xml:space="preserve"> MACROBUTTON  AcceptAllChangesInDoc [Sisesta eesnimi ja perekonnanimi] </w:instrText>
      </w:r>
      <w:r w:rsidR="00F50708" w:rsidRPr="00F50708">
        <w:fldChar w:fldCharType="end"/>
      </w:r>
    </w:p>
    <w:p w14:paraId="77631A5C" w14:textId="70A2EEB1" w:rsidR="00E46B92" w:rsidRDefault="0027478D" w:rsidP="00F20EB3">
      <w:r>
        <w:t>Jahinduse peaspetsialist</w:t>
      </w:r>
      <w:r w:rsidR="008E155B">
        <w:tab/>
      </w:r>
      <w:r w:rsidR="00E46B92">
        <w:br w:type="page"/>
      </w:r>
      <w:r w:rsidR="00E46B92">
        <w:lastRenderedPageBreak/>
        <w:t>Lisa 1</w:t>
      </w:r>
    </w:p>
    <w:p w14:paraId="2FF741B2" w14:textId="77777777" w:rsidR="00E46B92" w:rsidRPr="00FE2967" w:rsidRDefault="00E46B92" w:rsidP="006E14ED">
      <w:pPr>
        <w:jc w:val="center"/>
        <w:rPr>
          <w:b/>
        </w:rPr>
      </w:pPr>
      <w:r>
        <w:rPr>
          <w:b/>
        </w:rPr>
        <w:t>JAHIPIIRKONNA KAART</w:t>
      </w:r>
    </w:p>
    <w:p w14:paraId="3BA01052" w14:textId="77777777" w:rsidR="00E46B92" w:rsidRDefault="00E46B92" w:rsidP="002954BC"/>
    <w:p w14:paraId="069EFEA5" w14:textId="77777777" w:rsidR="0056379E" w:rsidRDefault="0056379E" w:rsidP="002954BC">
      <w:r>
        <w:t>Lisatud eraldi failina</w:t>
      </w:r>
    </w:p>
    <w:p w14:paraId="1C9BC627" w14:textId="77777777" w:rsidR="00E46B92" w:rsidRDefault="00E46B92" w:rsidP="006E14ED">
      <w:pPr>
        <w:jc w:val="right"/>
      </w:pPr>
      <w:r>
        <w:br w:type="page"/>
      </w:r>
      <w:r>
        <w:lastRenderedPageBreak/>
        <w:t>Lisa 2</w:t>
      </w:r>
    </w:p>
    <w:p w14:paraId="1F0D8137" w14:textId="348526C8" w:rsidR="00E46B92" w:rsidRPr="00FE2967" w:rsidRDefault="00462F46" w:rsidP="006E14ED">
      <w:pPr>
        <w:jc w:val="center"/>
        <w:rPr>
          <w:b/>
        </w:rPr>
      </w:pPr>
      <w:r>
        <w:rPr>
          <w:b/>
        </w:rPr>
        <w:t>Kuressaare</w:t>
      </w:r>
      <w:r w:rsidR="00754075">
        <w:rPr>
          <w:b/>
        </w:rPr>
        <w:t xml:space="preserve"> jahipiirkonna </w:t>
      </w:r>
      <w:r>
        <w:rPr>
          <w:b/>
        </w:rPr>
        <w:t>Mändjala</w:t>
      </w:r>
      <w:r w:rsidR="00754075">
        <w:rPr>
          <w:b/>
        </w:rPr>
        <w:t xml:space="preserve"> j</w:t>
      </w:r>
      <w:r w:rsidR="005B70E1">
        <w:rPr>
          <w:b/>
        </w:rPr>
        <w:t>ahiala piirikirjeldus</w:t>
      </w:r>
    </w:p>
    <w:p w14:paraId="6422D38D" w14:textId="77777777" w:rsidR="00E46B92" w:rsidRDefault="00E46B92" w:rsidP="002954BC"/>
    <w:p w14:paraId="2377AA4D" w14:textId="495EB460" w:rsidR="003646F2" w:rsidRDefault="003646F2" w:rsidP="003646F2">
      <w:pPr>
        <w:jc w:val="center"/>
        <w:rPr>
          <w:b/>
          <w:bCs/>
        </w:rPr>
      </w:pPr>
      <w:r w:rsidRPr="003646F2">
        <w:rPr>
          <w:b/>
          <w:bCs/>
        </w:rPr>
        <w:t>MÄNDJALA jahiala pindala 6293 ha, sellest RMK hallatav maa 3996 ha.</w:t>
      </w:r>
    </w:p>
    <w:p w14:paraId="031BF3A3" w14:textId="77777777" w:rsidR="009F2F48" w:rsidRPr="003646F2" w:rsidRDefault="009F2F48" w:rsidP="00ED000B">
      <w:pPr>
        <w:jc w:val="center"/>
        <w:rPr>
          <w:b/>
          <w:bCs/>
        </w:rPr>
      </w:pPr>
    </w:p>
    <w:p w14:paraId="40CD0C43" w14:textId="77777777" w:rsidR="003646F2" w:rsidRPr="003646F2" w:rsidRDefault="003646F2" w:rsidP="00ED000B">
      <w:pPr>
        <w:rPr>
          <w:b/>
        </w:rPr>
      </w:pPr>
      <w:r w:rsidRPr="003646F2">
        <w:rPr>
          <w:b/>
        </w:rPr>
        <w:t>Piirikirjeldus:</w:t>
      </w:r>
    </w:p>
    <w:p w14:paraId="155C3A56" w14:textId="77777777" w:rsidR="003646F2" w:rsidRPr="003646F2" w:rsidRDefault="003646F2" w:rsidP="00ED000B">
      <w:pPr>
        <w:jc w:val="both"/>
      </w:pPr>
      <w:r w:rsidRPr="003646F2">
        <w:t xml:space="preserve">Jahiala piir algab </w:t>
      </w:r>
      <w:proofErr w:type="spellStart"/>
      <w:r w:rsidRPr="003646F2">
        <w:t>Muha</w:t>
      </w:r>
      <w:proofErr w:type="spellEnd"/>
      <w:r w:rsidRPr="003646F2">
        <w:t xml:space="preserve"> kinnistu (44001:004:0431) lõunanurga ja Põhjasoo–Haavasoo tee kokkupuutekohast, edasi kulgeb mööda Põhjasoo–Haavasoo teed Põlenu kinnistu (44001:004:0545) lõunapiirini; seejärel mööda Põlenu, </w:t>
      </w:r>
      <w:proofErr w:type="spellStart"/>
      <w:r w:rsidRPr="003646F2">
        <w:t>Reediku</w:t>
      </w:r>
      <w:proofErr w:type="spellEnd"/>
      <w:r w:rsidRPr="003646F2">
        <w:t xml:space="preserve"> (44001:004:0484; 37301:006:0099), Liivametsa (37301:006:0200) ja Liiva (37301:006:0200) kinnistu lõunapiiri Annuniidu (37301:006:0143) kinnistuni. Annuniidu kinnistult kulgeb piir mööda Toome teed Sure-Tõllu teeni, jätkudes mööda Suure-Tõllu teed </w:t>
      </w:r>
      <w:proofErr w:type="spellStart"/>
      <w:r w:rsidRPr="003646F2">
        <w:t>Tehumardi</w:t>
      </w:r>
      <w:proofErr w:type="spellEnd"/>
      <w:r w:rsidRPr="003646F2">
        <w:t>–</w:t>
      </w:r>
      <w:proofErr w:type="spellStart"/>
      <w:r w:rsidRPr="003646F2">
        <w:t>Kogula</w:t>
      </w:r>
      <w:proofErr w:type="spellEnd"/>
      <w:r w:rsidRPr="003646F2">
        <w:t xml:space="preserve"> teeni; sealt mööda </w:t>
      </w:r>
      <w:proofErr w:type="spellStart"/>
      <w:r w:rsidRPr="003646F2">
        <w:t>Tehumardi</w:t>
      </w:r>
      <w:proofErr w:type="spellEnd"/>
      <w:r w:rsidRPr="003646F2">
        <w:t>–</w:t>
      </w:r>
      <w:proofErr w:type="spellStart"/>
      <w:r w:rsidRPr="003646F2">
        <w:t>Kogula</w:t>
      </w:r>
      <w:proofErr w:type="spellEnd"/>
      <w:r w:rsidRPr="003646F2">
        <w:t xml:space="preserve"> teed </w:t>
      </w:r>
      <w:proofErr w:type="spellStart"/>
      <w:r w:rsidRPr="003646F2">
        <w:t>Drenaazi</w:t>
      </w:r>
      <w:proofErr w:type="spellEnd"/>
      <w:r w:rsidRPr="003646F2">
        <w:t xml:space="preserve"> teeni; edasi mööda </w:t>
      </w:r>
      <w:proofErr w:type="spellStart"/>
      <w:r w:rsidRPr="003646F2">
        <w:t>Drenaazi</w:t>
      </w:r>
      <w:proofErr w:type="spellEnd"/>
      <w:r w:rsidRPr="003646F2">
        <w:t xml:space="preserve"> teed </w:t>
      </w:r>
      <w:proofErr w:type="spellStart"/>
      <w:r w:rsidRPr="003646F2">
        <w:t>Rigo</w:t>
      </w:r>
      <w:proofErr w:type="spellEnd"/>
      <w:r w:rsidRPr="003646F2">
        <w:t xml:space="preserve"> kraavini; siitpeale mööda </w:t>
      </w:r>
      <w:proofErr w:type="spellStart"/>
      <w:r w:rsidRPr="003646F2">
        <w:t>Rigo</w:t>
      </w:r>
      <w:proofErr w:type="spellEnd"/>
      <w:r w:rsidRPr="003646F2">
        <w:t xml:space="preserve"> kraavi </w:t>
      </w:r>
      <w:proofErr w:type="spellStart"/>
      <w:r w:rsidRPr="003646F2">
        <w:t>Rigo</w:t>
      </w:r>
      <w:proofErr w:type="spellEnd"/>
      <w:r w:rsidRPr="003646F2">
        <w:t xml:space="preserve"> sihini; seejärel mööda </w:t>
      </w:r>
      <w:proofErr w:type="spellStart"/>
      <w:r w:rsidRPr="003646F2">
        <w:t>Rigo</w:t>
      </w:r>
      <w:proofErr w:type="spellEnd"/>
      <w:r w:rsidRPr="003646F2">
        <w:t xml:space="preserve"> sihti Pärdi (37301:006:0106) kinnistu edelanurgani ning Pärdi kinnistu edelanurgast mööda Pärdi ja </w:t>
      </w:r>
      <w:proofErr w:type="spellStart"/>
      <w:r w:rsidRPr="003646F2">
        <w:t>Upassoo</w:t>
      </w:r>
      <w:proofErr w:type="spellEnd"/>
      <w:r w:rsidRPr="003646F2">
        <w:t xml:space="preserve"> (37301:006:0052) kinnistu lõunapiiri </w:t>
      </w:r>
      <w:proofErr w:type="spellStart"/>
      <w:r w:rsidRPr="003646F2">
        <w:t>Kaalupi</w:t>
      </w:r>
      <w:proofErr w:type="spellEnd"/>
      <w:r w:rsidRPr="003646F2">
        <w:t xml:space="preserve"> teeni. </w:t>
      </w:r>
      <w:proofErr w:type="spellStart"/>
      <w:r w:rsidRPr="003646F2">
        <w:t>Kaalupi</w:t>
      </w:r>
      <w:proofErr w:type="spellEnd"/>
      <w:r w:rsidRPr="003646F2">
        <w:t xml:space="preserve"> teed mööda kulgeb piir Tammetõru (37301:004:0236) kinnistu edelanurgani, jätkudes mööda Tammetõru ja Liiva (37301:004:0066) kinnistu lõunapiiri </w:t>
      </w:r>
      <w:proofErr w:type="spellStart"/>
      <w:r w:rsidRPr="003646F2">
        <w:t>Sutre</w:t>
      </w:r>
      <w:proofErr w:type="spellEnd"/>
      <w:r w:rsidRPr="003646F2">
        <w:t xml:space="preserve"> (37301:004:0304) kinnistu läänepiirini; sealt mööda </w:t>
      </w:r>
      <w:proofErr w:type="spellStart"/>
      <w:r w:rsidRPr="003646F2">
        <w:t>Sutre</w:t>
      </w:r>
      <w:proofErr w:type="spellEnd"/>
      <w:r w:rsidRPr="003646F2">
        <w:t xml:space="preserve"> kinnistu lääne- ja lõunapiiri ning </w:t>
      </w:r>
      <w:proofErr w:type="spellStart"/>
      <w:r w:rsidRPr="003646F2">
        <w:t>Lutre</w:t>
      </w:r>
      <w:proofErr w:type="spellEnd"/>
      <w:r w:rsidRPr="003646F2">
        <w:t xml:space="preserve"> (37301:004:0308) ja Poolaka (37301:004:0076) kinnistu lõunapiiri Poolaka kinnistu kagunurgani; edasi Poolaka kinnistu kagunurgast mööda kinnistu idapiiri </w:t>
      </w:r>
      <w:proofErr w:type="spellStart"/>
      <w:r w:rsidRPr="003646F2">
        <w:t>Äbandi</w:t>
      </w:r>
      <w:proofErr w:type="spellEnd"/>
      <w:r w:rsidRPr="003646F2">
        <w:t xml:space="preserve"> talu teeni ja </w:t>
      </w:r>
      <w:proofErr w:type="spellStart"/>
      <w:r w:rsidRPr="003646F2">
        <w:t>Äbandi</w:t>
      </w:r>
      <w:proofErr w:type="spellEnd"/>
      <w:r w:rsidRPr="003646F2">
        <w:t xml:space="preserve"> talu teed mööda </w:t>
      </w:r>
      <w:proofErr w:type="spellStart"/>
      <w:r w:rsidRPr="003646F2">
        <w:t>Äbandi</w:t>
      </w:r>
      <w:proofErr w:type="spellEnd"/>
      <w:r w:rsidRPr="003646F2">
        <w:t xml:space="preserve"> taluni, jätkudes </w:t>
      </w:r>
      <w:proofErr w:type="spellStart"/>
      <w:r w:rsidRPr="003646F2">
        <w:t>Äbandi</w:t>
      </w:r>
      <w:proofErr w:type="spellEnd"/>
      <w:r w:rsidRPr="003646F2">
        <w:t xml:space="preserve"> talu juurest mööda Kiilipõllu kinnistu lõuna- ja idapiiri Lepiku taluni; seejärel Lepiku talu juurest mööda taluteed Kõrkküla teeni; siitpeale mööda Kõrkküla teed </w:t>
      </w:r>
      <w:proofErr w:type="spellStart"/>
      <w:r w:rsidRPr="003646F2">
        <w:t>Tehumardi</w:t>
      </w:r>
      <w:proofErr w:type="spellEnd"/>
      <w:r w:rsidRPr="003646F2">
        <w:t>–</w:t>
      </w:r>
      <w:proofErr w:type="spellStart"/>
      <w:r w:rsidRPr="003646F2">
        <w:t>Kogula</w:t>
      </w:r>
      <w:proofErr w:type="spellEnd"/>
      <w:r w:rsidRPr="003646F2">
        <w:t xml:space="preserve"> teeni ning </w:t>
      </w:r>
      <w:proofErr w:type="spellStart"/>
      <w:r w:rsidRPr="003646F2">
        <w:t>Tehumardi</w:t>
      </w:r>
      <w:proofErr w:type="spellEnd"/>
      <w:r w:rsidRPr="003646F2">
        <w:t>–</w:t>
      </w:r>
      <w:proofErr w:type="spellStart"/>
      <w:r w:rsidRPr="003646F2">
        <w:t>Kogula</w:t>
      </w:r>
      <w:proofErr w:type="spellEnd"/>
      <w:r w:rsidRPr="003646F2">
        <w:t xml:space="preserve"> teed mööda Kihelkonna–Kuressaare maanteeni. Kihelkonna–Kuressaare maanteed mööda kulgeb piir </w:t>
      </w:r>
      <w:proofErr w:type="spellStart"/>
      <w:r w:rsidRPr="003646F2">
        <w:t>Vennati</w:t>
      </w:r>
      <w:proofErr w:type="spellEnd"/>
      <w:r w:rsidRPr="003646F2">
        <w:t xml:space="preserve"> teeni, jätkudes mööda </w:t>
      </w:r>
      <w:proofErr w:type="spellStart"/>
      <w:r w:rsidRPr="003646F2">
        <w:t>Vennati</w:t>
      </w:r>
      <w:proofErr w:type="spellEnd"/>
      <w:r w:rsidRPr="003646F2">
        <w:t xml:space="preserve"> teed </w:t>
      </w:r>
      <w:proofErr w:type="spellStart"/>
      <w:r w:rsidRPr="003646F2">
        <w:t>Kogula</w:t>
      </w:r>
      <w:proofErr w:type="spellEnd"/>
      <w:r w:rsidRPr="003646F2">
        <w:t xml:space="preserve"> peakraavini; sealt mööda </w:t>
      </w:r>
      <w:proofErr w:type="spellStart"/>
      <w:r w:rsidRPr="003646F2">
        <w:t>Kogula</w:t>
      </w:r>
      <w:proofErr w:type="spellEnd"/>
      <w:r w:rsidRPr="003646F2">
        <w:t xml:space="preserve"> peakraavi Mullutu lahe </w:t>
      </w:r>
    </w:p>
    <w:p w14:paraId="0E36C079" w14:textId="77777777" w:rsidR="003646F2" w:rsidRDefault="003646F2" w:rsidP="003646F2">
      <w:pPr>
        <w:jc w:val="both"/>
      </w:pPr>
      <w:r w:rsidRPr="003646F2">
        <w:t xml:space="preserve">rannikuni; edasi mööda Mullutu lahe lääne- ja põhjarannikut ristumiseni Kärla valla idapiiriga (koordinaatide punkt 6459663-403753); seejärel kulgeb piir mõttelise joonena üle Mullutu lahe Ohaka kraavi suudmeni ning Ohaka kraavi mööda Ohaka teeni. Ohaka teed mööda kulgeb piir Leebemetsa teeni, jätkudes mööda Leebemetsa teed </w:t>
      </w:r>
      <w:proofErr w:type="spellStart"/>
      <w:r w:rsidRPr="003646F2">
        <w:t>Tehumardi</w:t>
      </w:r>
      <w:proofErr w:type="spellEnd"/>
      <w:r w:rsidRPr="003646F2">
        <w:t>–</w:t>
      </w:r>
      <w:proofErr w:type="spellStart"/>
      <w:r w:rsidRPr="003646F2">
        <w:t>Kogula</w:t>
      </w:r>
      <w:proofErr w:type="spellEnd"/>
      <w:r w:rsidRPr="003646F2">
        <w:t xml:space="preserve"> teeni; edasi mööda </w:t>
      </w:r>
      <w:proofErr w:type="spellStart"/>
      <w:r w:rsidRPr="003646F2">
        <w:t>Kogula</w:t>
      </w:r>
      <w:proofErr w:type="spellEnd"/>
      <w:r w:rsidRPr="003646F2">
        <w:t xml:space="preserve"> </w:t>
      </w:r>
      <w:proofErr w:type="spellStart"/>
      <w:r w:rsidRPr="003646F2">
        <w:t>maaanteed</w:t>
      </w:r>
      <w:proofErr w:type="spellEnd"/>
      <w:r w:rsidRPr="003646F2">
        <w:t xml:space="preserve"> kuni kv </w:t>
      </w:r>
      <w:proofErr w:type="spellStart"/>
      <w:r w:rsidRPr="003646F2">
        <w:t>Kh</w:t>
      </w:r>
      <w:proofErr w:type="spellEnd"/>
      <w:r w:rsidRPr="003646F2">
        <w:t xml:space="preserve"> 381 põhjatipuni, sealt mööda põhjakülge kuni kv KH380, edasi mööda kvartali Kh380 ja KH372 põhjakülge pidi kuni </w:t>
      </w:r>
      <w:proofErr w:type="spellStart"/>
      <w:r w:rsidRPr="003646F2">
        <w:t>Suuretõllu</w:t>
      </w:r>
      <w:proofErr w:type="spellEnd"/>
      <w:r w:rsidRPr="003646F2">
        <w:t xml:space="preserve"> teeni, sealt mööda teed kuni </w:t>
      </w:r>
      <w:proofErr w:type="spellStart"/>
      <w:r w:rsidRPr="003646F2">
        <w:t>Länga</w:t>
      </w:r>
      <w:proofErr w:type="spellEnd"/>
      <w:r w:rsidRPr="003646F2">
        <w:t xml:space="preserve"> teeni. </w:t>
      </w:r>
      <w:proofErr w:type="spellStart"/>
      <w:r w:rsidRPr="003646F2">
        <w:t>Länga</w:t>
      </w:r>
      <w:proofErr w:type="spellEnd"/>
      <w:r w:rsidRPr="003646F2">
        <w:t xml:space="preserve"> teed mööda kulgeb piir Tatarselja trassi teeni, jätkudes mööda Tatarselja trassi teed Lümanda–</w:t>
      </w:r>
      <w:proofErr w:type="spellStart"/>
      <w:r w:rsidRPr="003646F2">
        <w:t>Tehumardi</w:t>
      </w:r>
      <w:proofErr w:type="spellEnd"/>
      <w:r w:rsidRPr="003646F2">
        <w:t xml:space="preserve"> maanteeni; edasi mööda Lümanda–</w:t>
      </w:r>
      <w:proofErr w:type="spellStart"/>
      <w:r w:rsidRPr="003646F2">
        <w:t>Tehumardi</w:t>
      </w:r>
      <w:proofErr w:type="spellEnd"/>
      <w:r w:rsidRPr="003646F2">
        <w:t xml:space="preserve"> maanteed </w:t>
      </w:r>
      <w:proofErr w:type="spellStart"/>
      <w:r w:rsidRPr="003646F2">
        <w:t>Iganessoo</w:t>
      </w:r>
      <w:proofErr w:type="spellEnd"/>
      <w:r w:rsidRPr="003646F2">
        <w:t xml:space="preserve"> teeni; sealt mööda </w:t>
      </w:r>
      <w:proofErr w:type="spellStart"/>
      <w:r w:rsidRPr="003646F2">
        <w:t>Iganessoo</w:t>
      </w:r>
      <w:proofErr w:type="spellEnd"/>
      <w:r w:rsidRPr="003646F2">
        <w:t xml:space="preserve"> teed </w:t>
      </w:r>
      <w:proofErr w:type="spellStart"/>
      <w:r w:rsidRPr="003646F2">
        <w:t>Iganessoo</w:t>
      </w:r>
      <w:proofErr w:type="spellEnd"/>
      <w:r w:rsidRPr="003646F2">
        <w:t xml:space="preserve"> piirikraavini; seejärel mööda </w:t>
      </w:r>
      <w:proofErr w:type="spellStart"/>
      <w:r w:rsidRPr="003646F2">
        <w:t>Iganessoo</w:t>
      </w:r>
      <w:proofErr w:type="spellEnd"/>
      <w:r w:rsidRPr="003646F2">
        <w:t xml:space="preserve"> põldude lääne-, lõuna ja idaserva </w:t>
      </w:r>
      <w:proofErr w:type="spellStart"/>
      <w:r w:rsidRPr="003646F2">
        <w:t>Iganessoo</w:t>
      </w:r>
      <w:proofErr w:type="spellEnd"/>
      <w:r w:rsidRPr="003646F2">
        <w:t xml:space="preserve"> teeni; siitpeale mööda </w:t>
      </w:r>
      <w:proofErr w:type="spellStart"/>
      <w:r w:rsidRPr="003646F2">
        <w:t>Iganessoo</w:t>
      </w:r>
      <w:proofErr w:type="spellEnd"/>
      <w:r w:rsidRPr="003646F2">
        <w:t xml:space="preserve"> teed </w:t>
      </w:r>
      <w:proofErr w:type="spellStart"/>
      <w:r w:rsidRPr="003646F2">
        <w:t>Riksu</w:t>
      </w:r>
      <w:proofErr w:type="spellEnd"/>
      <w:r w:rsidRPr="003646F2">
        <w:t xml:space="preserve"> ojani ning </w:t>
      </w:r>
      <w:proofErr w:type="spellStart"/>
      <w:r w:rsidRPr="003646F2">
        <w:t>Riksu</w:t>
      </w:r>
      <w:proofErr w:type="spellEnd"/>
      <w:r w:rsidRPr="003646F2">
        <w:t xml:space="preserve"> oja mööda </w:t>
      </w:r>
      <w:proofErr w:type="spellStart"/>
      <w:r w:rsidRPr="003646F2">
        <w:t>Naanu</w:t>
      </w:r>
      <w:proofErr w:type="spellEnd"/>
      <w:r w:rsidRPr="003646F2">
        <w:t xml:space="preserve"> (44001:004:0584) kinnistu kirdenurgani. </w:t>
      </w:r>
      <w:proofErr w:type="spellStart"/>
      <w:r w:rsidRPr="003646F2">
        <w:t>Naanu</w:t>
      </w:r>
      <w:proofErr w:type="spellEnd"/>
      <w:r w:rsidRPr="003646F2">
        <w:t xml:space="preserve"> kinnistu kirdenurgast kulgeb piir mööda </w:t>
      </w:r>
      <w:proofErr w:type="spellStart"/>
      <w:r w:rsidRPr="003646F2">
        <w:t>Naanu</w:t>
      </w:r>
      <w:proofErr w:type="spellEnd"/>
      <w:r w:rsidRPr="003646F2">
        <w:t xml:space="preserve"> kinnistu põhjapiiri Saaremaa metskonna KH348 kagunurgani, jätkudes mööda Saaremaa metskonna kvartali KH348 lõunapiiri Saunaselja sihini; edasi mööda Saunaselja sihti Haavasoo–Põhjasoo teeni; sealt mööda Haavasoo–Põhjasoo teed kuni </w:t>
      </w:r>
      <w:proofErr w:type="spellStart"/>
      <w:r w:rsidRPr="003646F2">
        <w:t>Muha</w:t>
      </w:r>
      <w:proofErr w:type="spellEnd"/>
      <w:r w:rsidRPr="003646F2">
        <w:t xml:space="preserve"> kinnistu lõunanurgani.</w:t>
      </w:r>
    </w:p>
    <w:p w14:paraId="1F6A4EE6" w14:textId="77777777" w:rsidR="009F2F48" w:rsidRPr="003646F2" w:rsidRDefault="009F2F48" w:rsidP="00ED000B">
      <w:pPr>
        <w:jc w:val="both"/>
      </w:pPr>
    </w:p>
    <w:p w14:paraId="6582A384" w14:textId="0ABFF809" w:rsidR="003646F2" w:rsidRPr="003646F2" w:rsidRDefault="003646F2" w:rsidP="00ED000B">
      <w:pPr>
        <w:jc w:val="both"/>
      </w:pPr>
      <w:r w:rsidRPr="003646F2">
        <w:rPr>
          <w:b/>
          <w:bCs/>
        </w:rPr>
        <w:t>Jahialal paikneb 2</w:t>
      </w:r>
      <w:r w:rsidR="00B343D5">
        <w:rPr>
          <w:b/>
          <w:bCs/>
        </w:rPr>
        <w:t>7</w:t>
      </w:r>
      <w:r w:rsidRPr="003646F2">
        <w:rPr>
          <w:b/>
          <w:bCs/>
        </w:rPr>
        <w:t xml:space="preserve"> jahindusrajatist, nendest </w:t>
      </w:r>
      <w:r w:rsidR="00C14D15">
        <w:rPr>
          <w:b/>
          <w:bCs/>
        </w:rPr>
        <w:t>10</w:t>
      </w:r>
      <w:r w:rsidRPr="003646F2">
        <w:rPr>
          <w:b/>
          <w:bCs/>
        </w:rPr>
        <w:t xml:space="preserve"> jahitorni, 2 kütiliini, </w:t>
      </w:r>
      <w:r w:rsidR="00C14D15">
        <w:rPr>
          <w:b/>
          <w:bCs/>
        </w:rPr>
        <w:t>11</w:t>
      </w:r>
      <w:r w:rsidRPr="003646F2">
        <w:rPr>
          <w:b/>
          <w:bCs/>
        </w:rPr>
        <w:t xml:space="preserve"> soolakut,</w:t>
      </w:r>
      <w:r w:rsidR="00C14D15">
        <w:rPr>
          <w:b/>
          <w:bCs/>
        </w:rPr>
        <w:t xml:space="preserve"> 4 </w:t>
      </w:r>
      <w:r w:rsidRPr="003646F2">
        <w:rPr>
          <w:b/>
          <w:bCs/>
        </w:rPr>
        <w:t xml:space="preserve">söödakohta, 1 söödapõld ja üks hirvekaamera jahikeeluala: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0"/>
        <w:gridCol w:w="1561"/>
        <w:gridCol w:w="2139"/>
        <w:gridCol w:w="1851"/>
        <w:gridCol w:w="2046"/>
      </w:tblGrid>
      <w:tr w:rsidR="003646F2" w:rsidRPr="003646F2" w14:paraId="28E5ED20" w14:textId="77777777" w:rsidTr="00E151F7">
        <w:trPr>
          <w:trHeight w:val="554"/>
        </w:trPr>
        <w:tc>
          <w:tcPr>
            <w:tcW w:w="1850" w:type="dxa"/>
            <w:tcBorders>
              <w:top w:val="single" w:sz="4" w:space="0" w:color="auto"/>
              <w:left w:val="single" w:sz="4" w:space="0" w:color="auto"/>
              <w:bottom w:val="single" w:sz="4" w:space="0" w:color="auto"/>
              <w:right w:val="single" w:sz="4" w:space="0" w:color="auto"/>
            </w:tcBorders>
            <w:shd w:val="clear" w:color="auto" w:fill="auto"/>
          </w:tcPr>
          <w:p w14:paraId="5FC7FCAE" w14:textId="77777777" w:rsidR="003646F2" w:rsidRPr="003646F2" w:rsidRDefault="003646F2" w:rsidP="00ED000B">
            <w:pPr>
              <w:jc w:val="center"/>
            </w:pPr>
            <w:r w:rsidRPr="003646F2">
              <w:t>Tähistus</w:t>
            </w:r>
          </w:p>
        </w:tc>
        <w:tc>
          <w:tcPr>
            <w:tcW w:w="1561" w:type="dxa"/>
            <w:tcBorders>
              <w:top w:val="single" w:sz="4" w:space="0" w:color="auto"/>
              <w:left w:val="single" w:sz="4" w:space="0" w:color="auto"/>
              <w:bottom w:val="single" w:sz="4" w:space="0" w:color="auto"/>
              <w:right w:val="single" w:sz="4" w:space="0" w:color="auto"/>
            </w:tcBorders>
            <w:shd w:val="clear" w:color="auto" w:fill="auto"/>
          </w:tcPr>
          <w:p w14:paraId="16359779" w14:textId="77777777" w:rsidR="003646F2" w:rsidRPr="003646F2" w:rsidRDefault="003646F2" w:rsidP="00ED000B">
            <w:pPr>
              <w:jc w:val="center"/>
            </w:pPr>
            <w:r w:rsidRPr="003646F2">
              <w:t>Koordinaat X</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2100C4E4" w14:textId="77777777" w:rsidR="003646F2" w:rsidRPr="003646F2" w:rsidRDefault="003646F2" w:rsidP="00ED000B">
            <w:pPr>
              <w:jc w:val="center"/>
            </w:pPr>
            <w:r w:rsidRPr="003646F2">
              <w:t>Koordinaat Y</w:t>
            </w:r>
          </w:p>
        </w:tc>
        <w:tc>
          <w:tcPr>
            <w:tcW w:w="1851" w:type="dxa"/>
            <w:tcBorders>
              <w:top w:val="single" w:sz="4" w:space="0" w:color="auto"/>
              <w:left w:val="single" w:sz="4" w:space="0" w:color="auto"/>
              <w:bottom w:val="single" w:sz="4" w:space="0" w:color="auto"/>
              <w:right w:val="single" w:sz="4" w:space="0" w:color="auto"/>
            </w:tcBorders>
            <w:shd w:val="clear" w:color="auto" w:fill="auto"/>
          </w:tcPr>
          <w:p w14:paraId="358E20B1" w14:textId="2844FD68" w:rsidR="003646F2" w:rsidRPr="003646F2" w:rsidRDefault="00C134AB" w:rsidP="00ED000B">
            <w:pPr>
              <w:jc w:val="center"/>
            </w:pPr>
            <w:r>
              <w:t>Tunnus</w:t>
            </w:r>
          </w:p>
        </w:tc>
        <w:tc>
          <w:tcPr>
            <w:tcW w:w="2046" w:type="dxa"/>
            <w:tcBorders>
              <w:top w:val="single" w:sz="4" w:space="0" w:color="auto"/>
              <w:left w:val="single" w:sz="4" w:space="0" w:color="auto"/>
              <w:bottom w:val="single" w:sz="4" w:space="0" w:color="auto"/>
              <w:right w:val="single" w:sz="4" w:space="0" w:color="auto"/>
            </w:tcBorders>
            <w:shd w:val="clear" w:color="auto" w:fill="auto"/>
          </w:tcPr>
          <w:p w14:paraId="2888F32E" w14:textId="02AAF968" w:rsidR="003646F2" w:rsidRPr="003646F2" w:rsidRDefault="003646F2" w:rsidP="008F40D1">
            <w:pPr>
              <w:jc w:val="center"/>
            </w:pPr>
            <w:r w:rsidRPr="003646F2">
              <w:t>Märkused</w:t>
            </w:r>
            <w:r w:rsidR="00C134AB">
              <w:t>(Kvartal, erald</w:t>
            </w:r>
            <w:r w:rsidR="008F40D1">
              <w:t>i</w:t>
            </w:r>
            <w:r w:rsidR="00F06DB4">
              <w:t>s)</w:t>
            </w:r>
          </w:p>
        </w:tc>
      </w:tr>
      <w:tr w:rsidR="003646F2" w:rsidRPr="003646F2" w14:paraId="10A070AA" w14:textId="77777777" w:rsidTr="00E151F7">
        <w:trPr>
          <w:trHeight w:val="276"/>
        </w:trPr>
        <w:tc>
          <w:tcPr>
            <w:tcW w:w="1850" w:type="dxa"/>
            <w:shd w:val="clear" w:color="auto" w:fill="auto"/>
          </w:tcPr>
          <w:p w14:paraId="17C6AE0F" w14:textId="1188E49D" w:rsidR="003646F2" w:rsidRPr="005C5DFF" w:rsidRDefault="00297B86" w:rsidP="00ED000B">
            <w:pPr>
              <w:jc w:val="center"/>
            </w:pPr>
            <w:r w:rsidRPr="005C5DFF">
              <w:t>Soolak</w:t>
            </w:r>
          </w:p>
        </w:tc>
        <w:tc>
          <w:tcPr>
            <w:tcW w:w="1561" w:type="dxa"/>
            <w:shd w:val="clear" w:color="auto" w:fill="auto"/>
          </w:tcPr>
          <w:p w14:paraId="3C10293A" w14:textId="51309DDB" w:rsidR="003646F2" w:rsidRPr="005C5DFF" w:rsidRDefault="00042B6E" w:rsidP="00042B6E">
            <w:pPr>
              <w:jc w:val="center"/>
            </w:pPr>
            <w:r w:rsidRPr="005C5DFF">
              <w:t>396792</w:t>
            </w:r>
          </w:p>
        </w:tc>
        <w:tc>
          <w:tcPr>
            <w:tcW w:w="2139" w:type="dxa"/>
            <w:shd w:val="clear" w:color="auto" w:fill="auto"/>
          </w:tcPr>
          <w:p w14:paraId="530A5D40" w14:textId="58915784" w:rsidR="003646F2" w:rsidRPr="005C5DFF" w:rsidRDefault="00042B6E" w:rsidP="00042B6E">
            <w:pPr>
              <w:jc w:val="center"/>
            </w:pPr>
            <w:r w:rsidRPr="005C5DFF">
              <w:t>6456153</w:t>
            </w:r>
          </w:p>
        </w:tc>
        <w:tc>
          <w:tcPr>
            <w:tcW w:w="1851" w:type="dxa"/>
            <w:shd w:val="clear" w:color="auto" w:fill="auto"/>
          </w:tcPr>
          <w:p w14:paraId="4FA84F85" w14:textId="60B434A5" w:rsidR="003646F2" w:rsidRPr="005C5DFF" w:rsidRDefault="00297B86" w:rsidP="00297B86">
            <w:pPr>
              <w:jc w:val="center"/>
            </w:pPr>
            <w:r w:rsidRPr="005C5DFF">
              <w:t>37301:006:0211</w:t>
            </w:r>
          </w:p>
        </w:tc>
        <w:tc>
          <w:tcPr>
            <w:tcW w:w="2046" w:type="dxa"/>
            <w:shd w:val="clear" w:color="auto" w:fill="auto"/>
          </w:tcPr>
          <w:p w14:paraId="06FF710B" w14:textId="4B75FEBE" w:rsidR="003646F2" w:rsidRPr="005C5DFF" w:rsidRDefault="00042B6E" w:rsidP="00042B6E">
            <w:pPr>
              <w:jc w:val="center"/>
            </w:pPr>
            <w:r w:rsidRPr="005C5DFF">
              <w:t>Vardi</w:t>
            </w:r>
          </w:p>
        </w:tc>
      </w:tr>
      <w:tr w:rsidR="003646F2" w:rsidRPr="003646F2" w14:paraId="2DEEBF46" w14:textId="77777777" w:rsidTr="00E151F7">
        <w:trPr>
          <w:trHeight w:val="264"/>
        </w:trPr>
        <w:tc>
          <w:tcPr>
            <w:tcW w:w="1850" w:type="dxa"/>
            <w:tcBorders>
              <w:top w:val="single" w:sz="4" w:space="0" w:color="auto"/>
              <w:left w:val="single" w:sz="4" w:space="0" w:color="auto"/>
              <w:bottom w:val="single" w:sz="4" w:space="0" w:color="auto"/>
              <w:right w:val="single" w:sz="4" w:space="0" w:color="auto"/>
            </w:tcBorders>
            <w:shd w:val="clear" w:color="auto" w:fill="auto"/>
          </w:tcPr>
          <w:p w14:paraId="760EF00A" w14:textId="77777777" w:rsidR="003646F2" w:rsidRPr="005C5DFF" w:rsidRDefault="003646F2" w:rsidP="00ED000B">
            <w:pPr>
              <w:jc w:val="center"/>
            </w:pPr>
            <w:r w:rsidRPr="005C5DFF">
              <w:t>Soolak</w:t>
            </w:r>
          </w:p>
        </w:tc>
        <w:tc>
          <w:tcPr>
            <w:tcW w:w="1561" w:type="dxa"/>
            <w:tcBorders>
              <w:top w:val="single" w:sz="4" w:space="0" w:color="auto"/>
              <w:left w:val="single" w:sz="4" w:space="0" w:color="auto"/>
              <w:bottom w:val="single" w:sz="4" w:space="0" w:color="auto"/>
              <w:right w:val="single" w:sz="4" w:space="0" w:color="auto"/>
            </w:tcBorders>
            <w:shd w:val="clear" w:color="auto" w:fill="auto"/>
          </w:tcPr>
          <w:p w14:paraId="361B9802" w14:textId="1C9019F5" w:rsidR="003646F2" w:rsidRPr="005C5DFF" w:rsidRDefault="00B51395" w:rsidP="00B51395">
            <w:pPr>
              <w:jc w:val="center"/>
              <w:rPr>
                <w:color w:val="000000"/>
              </w:rPr>
            </w:pPr>
            <w:r w:rsidRPr="005C5DFF">
              <w:rPr>
                <w:color w:val="000000"/>
              </w:rPr>
              <w:t>392569</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5BA35F9D" w14:textId="429DD490" w:rsidR="003646F2" w:rsidRPr="005C5DFF" w:rsidRDefault="0031093E" w:rsidP="00ED000B">
            <w:pPr>
              <w:jc w:val="center"/>
            </w:pPr>
            <w:r w:rsidRPr="005C5DFF">
              <w:t>6458004</w:t>
            </w:r>
          </w:p>
        </w:tc>
        <w:tc>
          <w:tcPr>
            <w:tcW w:w="1851" w:type="dxa"/>
            <w:tcBorders>
              <w:top w:val="single" w:sz="4" w:space="0" w:color="auto"/>
              <w:left w:val="single" w:sz="4" w:space="0" w:color="auto"/>
              <w:bottom w:val="single" w:sz="4" w:space="0" w:color="auto"/>
              <w:right w:val="single" w:sz="4" w:space="0" w:color="auto"/>
            </w:tcBorders>
            <w:shd w:val="clear" w:color="auto" w:fill="auto"/>
          </w:tcPr>
          <w:p w14:paraId="2597F08A" w14:textId="0BE12B1A" w:rsidR="003646F2" w:rsidRPr="005C5DFF" w:rsidRDefault="0031093E" w:rsidP="00ED000B">
            <w:pPr>
              <w:jc w:val="center"/>
            </w:pPr>
            <w:r w:rsidRPr="005C5DFF">
              <w:t>44001:004:0180</w:t>
            </w:r>
          </w:p>
        </w:tc>
        <w:tc>
          <w:tcPr>
            <w:tcW w:w="2046" w:type="dxa"/>
            <w:tcBorders>
              <w:top w:val="single" w:sz="4" w:space="0" w:color="auto"/>
              <w:left w:val="single" w:sz="4" w:space="0" w:color="auto"/>
              <w:bottom w:val="single" w:sz="4" w:space="0" w:color="auto"/>
              <w:right w:val="single" w:sz="4" w:space="0" w:color="auto"/>
            </w:tcBorders>
            <w:shd w:val="clear" w:color="auto" w:fill="auto"/>
          </w:tcPr>
          <w:p w14:paraId="50F3A431" w14:textId="23785B86" w:rsidR="003646F2" w:rsidRPr="005C5DFF" w:rsidRDefault="00B07A0E" w:rsidP="00B07A0E">
            <w:pPr>
              <w:jc w:val="center"/>
              <w:rPr>
                <w:color w:val="000000"/>
              </w:rPr>
            </w:pPr>
            <w:r w:rsidRPr="005C5DFF">
              <w:rPr>
                <w:color w:val="000000"/>
              </w:rPr>
              <w:t>Sõjajõe</w:t>
            </w:r>
          </w:p>
        </w:tc>
      </w:tr>
      <w:tr w:rsidR="003646F2" w:rsidRPr="003646F2" w14:paraId="2909C822" w14:textId="77777777" w:rsidTr="00E151F7">
        <w:trPr>
          <w:trHeight w:val="276"/>
        </w:trPr>
        <w:tc>
          <w:tcPr>
            <w:tcW w:w="1850" w:type="dxa"/>
            <w:tcBorders>
              <w:top w:val="single" w:sz="4" w:space="0" w:color="auto"/>
              <w:left w:val="single" w:sz="4" w:space="0" w:color="auto"/>
              <w:bottom w:val="single" w:sz="4" w:space="0" w:color="auto"/>
              <w:right w:val="single" w:sz="4" w:space="0" w:color="auto"/>
            </w:tcBorders>
            <w:shd w:val="clear" w:color="auto" w:fill="auto"/>
          </w:tcPr>
          <w:p w14:paraId="3B2CA13E" w14:textId="77777777" w:rsidR="003646F2" w:rsidRPr="005C5DFF" w:rsidRDefault="003646F2" w:rsidP="00ED000B">
            <w:pPr>
              <w:jc w:val="center"/>
            </w:pPr>
            <w:r w:rsidRPr="005C5DFF">
              <w:t>Soolak</w:t>
            </w:r>
          </w:p>
        </w:tc>
        <w:tc>
          <w:tcPr>
            <w:tcW w:w="1561" w:type="dxa"/>
            <w:tcBorders>
              <w:top w:val="single" w:sz="4" w:space="0" w:color="auto"/>
              <w:left w:val="single" w:sz="4" w:space="0" w:color="auto"/>
              <w:bottom w:val="single" w:sz="4" w:space="0" w:color="auto"/>
              <w:right w:val="single" w:sz="4" w:space="0" w:color="auto"/>
            </w:tcBorders>
            <w:shd w:val="clear" w:color="auto" w:fill="auto"/>
          </w:tcPr>
          <w:p w14:paraId="3A32A5EF" w14:textId="467DA27F" w:rsidR="003646F2" w:rsidRPr="005C5DFF" w:rsidRDefault="00C93B5D" w:rsidP="00C93B5D">
            <w:pPr>
              <w:jc w:val="center"/>
            </w:pPr>
            <w:r w:rsidRPr="005C5DFF">
              <w:t>396237</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44149691" w14:textId="2C8208CD" w:rsidR="003646F2" w:rsidRPr="005C5DFF" w:rsidRDefault="00C93B5D" w:rsidP="00ED000B">
            <w:pPr>
              <w:jc w:val="center"/>
            </w:pPr>
            <w:r w:rsidRPr="005C5DFF">
              <w:t>6453296</w:t>
            </w:r>
          </w:p>
        </w:tc>
        <w:tc>
          <w:tcPr>
            <w:tcW w:w="1851" w:type="dxa"/>
            <w:tcBorders>
              <w:top w:val="single" w:sz="4" w:space="0" w:color="auto"/>
              <w:left w:val="single" w:sz="4" w:space="0" w:color="auto"/>
              <w:bottom w:val="single" w:sz="4" w:space="0" w:color="auto"/>
              <w:right w:val="single" w:sz="4" w:space="0" w:color="auto"/>
            </w:tcBorders>
            <w:shd w:val="clear" w:color="auto" w:fill="auto"/>
          </w:tcPr>
          <w:p w14:paraId="64E12339" w14:textId="372ADAD1" w:rsidR="003646F2" w:rsidRPr="005C5DFF" w:rsidRDefault="00C134AB" w:rsidP="00C134AB">
            <w:pPr>
              <w:jc w:val="center"/>
            </w:pPr>
            <w:r w:rsidRPr="005C5DFF">
              <w:t>72101:001:0041</w:t>
            </w:r>
          </w:p>
        </w:tc>
        <w:tc>
          <w:tcPr>
            <w:tcW w:w="2046" w:type="dxa"/>
            <w:tcBorders>
              <w:top w:val="single" w:sz="4" w:space="0" w:color="auto"/>
              <w:left w:val="single" w:sz="4" w:space="0" w:color="auto"/>
              <w:bottom w:val="single" w:sz="4" w:space="0" w:color="auto"/>
              <w:right w:val="single" w:sz="4" w:space="0" w:color="auto"/>
            </w:tcBorders>
            <w:shd w:val="clear" w:color="auto" w:fill="auto"/>
          </w:tcPr>
          <w:p w14:paraId="2C1126C9" w14:textId="534DE7C9" w:rsidR="003646F2" w:rsidRPr="005C5DFF" w:rsidRDefault="00B07A0E" w:rsidP="00B07A0E">
            <w:pPr>
              <w:jc w:val="center"/>
            </w:pPr>
            <w:r w:rsidRPr="005C5DFF">
              <w:t xml:space="preserve">KH387, </w:t>
            </w:r>
            <w:proofErr w:type="spellStart"/>
            <w:r w:rsidRPr="005C5DFF">
              <w:t>er</w:t>
            </w:r>
            <w:proofErr w:type="spellEnd"/>
            <w:r w:rsidRPr="005C5DFF">
              <w:t xml:space="preserve"> 3</w:t>
            </w:r>
          </w:p>
        </w:tc>
      </w:tr>
      <w:tr w:rsidR="003646F2" w:rsidRPr="003646F2" w14:paraId="729F96C2" w14:textId="77777777" w:rsidTr="00E151F7">
        <w:trPr>
          <w:trHeight w:val="276"/>
        </w:trPr>
        <w:tc>
          <w:tcPr>
            <w:tcW w:w="1850" w:type="dxa"/>
            <w:tcBorders>
              <w:top w:val="single" w:sz="4" w:space="0" w:color="auto"/>
              <w:left w:val="single" w:sz="4" w:space="0" w:color="auto"/>
              <w:bottom w:val="single" w:sz="4" w:space="0" w:color="auto"/>
              <w:right w:val="single" w:sz="4" w:space="0" w:color="auto"/>
            </w:tcBorders>
            <w:shd w:val="clear" w:color="auto" w:fill="auto"/>
          </w:tcPr>
          <w:p w14:paraId="774F9564" w14:textId="77777777" w:rsidR="003646F2" w:rsidRPr="005C5DFF" w:rsidRDefault="003646F2" w:rsidP="00ED000B">
            <w:pPr>
              <w:jc w:val="center"/>
            </w:pPr>
            <w:r w:rsidRPr="005C5DFF">
              <w:t>Soolak</w:t>
            </w:r>
          </w:p>
        </w:tc>
        <w:tc>
          <w:tcPr>
            <w:tcW w:w="1561" w:type="dxa"/>
            <w:tcBorders>
              <w:top w:val="single" w:sz="4" w:space="0" w:color="auto"/>
              <w:left w:val="single" w:sz="4" w:space="0" w:color="auto"/>
              <w:bottom w:val="single" w:sz="4" w:space="0" w:color="auto"/>
              <w:right w:val="single" w:sz="4" w:space="0" w:color="auto"/>
            </w:tcBorders>
            <w:shd w:val="clear" w:color="auto" w:fill="auto"/>
          </w:tcPr>
          <w:p w14:paraId="432323C0" w14:textId="792AB35D" w:rsidR="003646F2" w:rsidRPr="005C5DFF" w:rsidRDefault="00297B86" w:rsidP="00297B86">
            <w:pPr>
              <w:jc w:val="center"/>
            </w:pPr>
            <w:r w:rsidRPr="005C5DFF">
              <w:t>396113</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361F517F" w14:textId="1C4D4EC2" w:rsidR="003646F2" w:rsidRPr="005C5DFF" w:rsidRDefault="008F7271" w:rsidP="00ED000B">
            <w:pPr>
              <w:jc w:val="center"/>
            </w:pPr>
            <w:r w:rsidRPr="005C5DFF">
              <w:t>6454286</w:t>
            </w:r>
          </w:p>
        </w:tc>
        <w:tc>
          <w:tcPr>
            <w:tcW w:w="1851" w:type="dxa"/>
            <w:tcBorders>
              <w:top w:val="single" w:sz="4" w:space="0" w:color="auto"/>
              <w:left w:val="single" w:sz="4" w:space="0" w:color="auto"/>
              <w:bottom w:val="single" w:sz="4" w:space="0" w:color="auto"/>
              <w:right w:val="single" w:sz="4" w:space="0" w:color="auto"/>
            </w:tcBorders>
            <w:shd w:val="clear" w:color="auto" w:fill="auto"/>
          </w:tcPr>
          <w:p w14:paraId="6A863952" w14:textId="59D642DC" w:rsidR="003646F2" w:rsidRPr="005C5DFF" w:rsidRDefault="008F7271" w:rsidP="008F7271">
            <w:pPr>
              <w:jc w:val="center"/>
            </w:pPr>
            <w:r w:rsidRPr="005C5DFF">
              <w:t>72101:001:0912</w:t>
            </w:r>
          </w:p>
        </w:tc>
        <w:tc>
          <w:tcPr>
            <w:tcW w:w="2046" w:type="dxa"/>
            <w:tcBorders>
              <w:top w:val="single" w:sz="4" w:space="0" w:color="auto"/>
              <w:left w:val="single" w:sz="4" w:space="0" w:color="auto"/>
              <w:bottom w:val="single" w:sz="4" w:space="0" w:color="auto"/>
              <w:right w:val="single" w:sz="4" w:space="0" w:color="auto"/>
            </w:tcBorders>
            <w:shd w:val="clear" w:color="auto" w:fill="auto"/>
          </w:tcPr>
          <w:p w14:paraId="3A51E3DE" w14:textId="12ECB7E2" w:rsidR="003646F2" w:rsidRPr="005C5DFF" w:rsidRDefault="008F7271" w:rsidP="008F7271">
            <w:pPr>
              <w:jc w:val="center"/>
            </w:pPr>
            <w:proofErr w:type="spellStart"/>
            <w:r w:rsidRPr="005C5DFF">
              <w:t>Naanu</w:t>
            </w:r>
            <w:proofErr w:type="spellEnd"/>
          </w:p>
        </w:tc>
      </w:tr>
      <w:tr w:rsidR="003646F2" w:rsidRPr="003646F2" w14:paraId="716385B0" w14:textId="77777777" w:rsidTr="00E151F7">
        <w:trPr>
          <w:trHeight w:val="276"/>
        </w:trPr>
        <w:tc>
          <w:tcPr>
            <w:tcW w:w="1850" w:type="dxa"/>
            <w:tcBorders>
              <w:top w:val="single" w:sz="4" w:space="0" w:color="auto"/>
              <w:left w:val="single" w:sz="4" w:space="0" w:color="auto"/>
              <w:bottom w:val="single" w:sz="4" w:space="0" w:color="auto"/>
              <w:right w:val="single" w:sz="4" w:space="0" w:color="auto"/>
            </w:tcBorders>
            <w:shd w:val="clear" w:color="auto" w:fill="auto"/>
          </w:tcPr>
          <w:p w14:paraId="6F678BE2" w14:textId="77777777" w:rsidR="003646F2" w:rsidRPr="005C5DFF" w:rsidRDefault="003646F2" w:rsidP="00ED000B">
            <w:pPr>
              <w:jc w:val="center"/>
            </w:pPr>
            <w:r w:rsidRPr="005C5DFF">
              <w:t>Soolak</w:t>
            </w:r>
          </w:p>
        </w:tc>
        <w:tc>
          <w:tcPr>
            <w:tcW w:w="1561" w:type="dxa"/>
            <w:tcBorders>
              <w:top w:val="single" w:sz="4" w:space="0" w:color="auto"/>
              <w:left w:val="single" w:sz="4" w:space="0" w:color="auto"/>
              <w:bottom w:val="single" w:sz="4" w:space="0" w:color="auto"/>
              <w:right w:val="single" w:sz="4" w:space="0" w:color="auto"/>
            </w:tcBorders>
            <w:shd w:val="clear" w:color="auto" w:fill="auto"/>
          </w:tcPr>
          <w:p w14:paraId="726E3D3B" w14:textId="75BBE857" w:rsidR="003646F2" w:rsidRPr="005C5DFF" w:rsidRDefault="00E3412B" w:rsidP="00E3412B">
            <w:pPr>
              <w:jc w:val="center"/>
            </w:pPr>
            <w:r w:rsidRPr="005C5DFF">
              <w:t>393315</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0A300270" w14:textId="481E088F" w:rsidR="003646F2" w:rsidRPr="005C5DFF" w:rsidRDefault="00E3412B" w:rsidP="00ED000B">
            <w:pPr>
              <w:jc w:val="center"/>
            </w:pPr>
            <w:r w:rsidRPr="005C5DFF">
              <w:t>6453592</w:t>
            </w:r>
          </w:p>
        </w:tc>
        <w:tc>
          <w:tcPr>
            <w:tcW w:w="1851" w:type="dxa"/>
            <w:tcBorders>
              <w:top w:val="single" w:sz="4" w:space="0" w:color="auto"/>
              <w:left w:val="single" w:sz="4" w:space="0" w:color="auto"/>
              <w:bottom w:val="single" w:sz="4" w:space="0" w:color="auto"/>
              <w:right w:val="single" w:sz="4" w:space="0" w:color="auto"/>
            </w:tcBorders>
            <w:shd w:val="clear" w:color="auto" w:fill="auto"/>
          </w:tcPr>
          <w:p w14:paraId="6EDA3BDB" w14:textId="204D06AB" w:rsidR="003646F2" w:rsidRPr="005C5DFF" w:rsidRDefault="00E3412B" w:rsidP="00ED000B">
            <w:pPr>
              <w:jc w:val="center"/>
            </w:pPr>
            <w:r w:rsidRPr="005C5DFF">
              <w:t>72101:001:0525</w:t>
            </w:r>
          </w:p>
        </w:tc>
        <w:tc>
          <w:tcPr>
            <w:tcW w:w="2046" w:type="dxa"/>
            <w:tcBorders>
              <w:top w:val="single" w:sz="4" w:space="0" w:color="auto"/>
              <w:left w:val="single" w:sz="4" w:space="0" w:color="auto"/>
              <w:bottom w:val="single" w:sz="4" w:space="0" w:color="auto"/>
              <w:right w:val="single" w:sz="4" w:space="0" w:color="auto"/>
            </w:tcBorders>
            <w:shd w:val="clear" w:color="auto" w:fill="auto"/>
          </w:tcPr>
          <w:p w14:paraId="4537311A" w14:textId="6A26DE60" w:rsidR="003646F2" w:rsidRPr="005C5DFF" w:rsidRDefault="00E3412B" w:rsidP="00E3412B">
            <w:pPr>
              <w:jc w:val="center"/>
            </w:pPr>
            <w:r w:rsidRPr="005C5DFF">
              <w:t>Vahtra</w:t>
            </w:r>
          </w:p>
        </w:tc>
      </w:tr>
      <w:tr w:rsidR="003646F2" w:rsidRPr="003646F2" w14:paraId="6C93AC85" w14:textId="77777777" w:rsidTr="00E151F7">
        <w:trPr>
          <w:trHeight w:val="276"/>
        </w:trPr>
        <w:tc>
          <w:tcPr>
            <w:tcW w:w="1850" w:type="dxa"/>
            <w:tcBorders>
              <w:top w:val="single" w:sz="4" w:space="0" w:color="auto"/>
              <w:left w:val="single" w:sz="4" w:space="0" w:color="auto"/>
              <w:bottom w:val="single" w:sz="4" w:space="0" w:color="auto"/>
              <w:right w:val="single" w:sz="4" w:space="0" w:color="auto"/>
            </w:tcBorders>
            <w:shd w:val="clear" w:color="auto" w:fill="auto"/>
          </w:tcPr>
          <w:p w14:paraId="120CA993" w14:textId="77777777" w:rsidR="003646F2" w:rsidRPr="005C5DFF" w:rsidRDefault="003646F2" w:rsidP="00ED000B">
            <w:pPr>
              <w:jc w:val="center"/>
            </w:pPr>
            <w:r w:rsidRPr="005C5DFF">
              <w:t>Soolak</w:t>
            </w:r>
          </w:p>
        </w:tc>
        <w:tc>
          <w:tcPr>
            <w:tcW w:w="1561" w:type="dxa"/>
            <w:tcBorders>
              <w:top w:val="single" w:sz="4" w:space="0" w:color="auto"/>
              <w:left w:val="single" w:sz="4" w:space="0" w:color="auto"/>
              <w:bottom w:val="single" w:sz="4" w:space="0" w:color="auto"/>
              <w:right w:val="single" w:sz="4" w:space="0" w:color="auto"/>
            </w:tcBorders>
            <w:shd w:val="clear" w:color="auto" w:fill="auto"/>
          </w:tcPr>
          <w:p w14:paraId="0AD230F7" w14:textId="0221CD3F" w:rsidR="003646F2" w:rsidRPr="005C5DFF" w:rsidRDefault="00CB1D26" w:rsidP="00CB1D26">
            <w:pPr>
              <w:jc w:val="center"/>
            </w:pPr>
            <w:r w:rsidRPr="005C5DFF">
              <w:t>398636</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3CAD2EED" w14:textId="5583BC86" w:rsidR="003646F2" w:rsidRPr="005C5DFF" w:rsidRDefault="00CB1D26" w:rsidP="00CB1D26">
            <w:pPr>
              <w:jc w:val="center"/>
            </w:pPr>
            <w:r w:rsidRPr="005C5DFF">
              <w:t>6453686</w:t>
            </w:r>
          </w:p>
        </w:tc>
        <w:tc>
          <w:tcPr>
            <w:tcW w:w="1851" w:type="dxa"/>
            <w:tcBorders>
              <w:top w:val="single" w:sz="4" w:space="0" w:color="auto"/>
              <w:left w:val="single" w:sz="4" w:space="0" w:color="auto"/>
              <w:bottom w:val="single" w:sz="4" w:space="0" w:color="auto"/>
              <w:right w:val="single" w:sz="4" w:space="0" w:color="auto"/>
            </w:tcBorders>
            <w:shd w:val="clear" w:color="auto" w:fill="auto"/>
          </w:tcPr>
          <w:p w14:paraId="5AEE009B" w14:textId="48EE6E19" w:rsidR="003646F2" w:rsidRPr="005C5DFF" w:rsidRDefault="00211C55" w:rsidP="00211C55">
            <w:pPr>
              <w:jc w:val="center"/>
            </w:pPr>
            <w:r w:rsidRPr="005C5DFF">
              <w:t>37301:006:0240</w:t>
            </w:r>
          </w:p>
        </w:tc>
        <w:tc>
          <w:tcPr>
            <w:tcW w:w="2046" w:type="dxa"/>
            <w:tcBorders>
              <w:top w:val="single" w:sz="4" w:space="0" w:color="auto"/>
              <w:left w:val="single" w:sz="4" w:space="0" w:color="auto"/>
              <w:bottom w:val="single" w:sz="4" w:space="0" w:color="auto"/>
              <w:right w:val="single" w:sz="4" w:space="0" w:color="auto"/>
            </w:tcBorders>
            <w:shd w:val="clear" w:color="auto" w:fill="auto"/>
          </w:tcPr>
          <w:p w14:paraId="779A1139" w14:textId="31BD3719" w:rsidR="003646F2" w:rsidRPr="005C5DFF" w:rsidRDefault="00CB1D26" w:rsidP="00CB1D26">
            <w:pPr>
              <w:jc w:val="center"/>
            </w:pPr>
            <w:r w:rsidRPr="005C5DFF">
              <w:t xml:space="preserve">KH739, </w:t>
            </w:r>
            <w:proofErr w:type="spellStart"/>
            <w:r w:rsidRPr="005C5DFF">
              <w:t>er</w:t>
            </w:r>
            <w:proofErr w:type="spellEnd"/>
            <w:r w:rsidRPr="005C5DFF">
              <w:t xml:space="preserve"> 47</w:t>
            </w:r>
          </w:p>
        </w:tc>
      </w:tr>
      <w:tr w:rsidR="003646F2" w:rsidRPr="003646F2" w14:paraId="30020B0B" w14:textId="77777777" w:rsidTr="00E151F7">
        <w:trPr>
          <w:trHeight w:val="264"/>
        </w:trPr>
        <w:tc>
          <w:tcPr>
            <w:tcW w:w="1850" w:type="dxa"/>
            <w:tcBorders>
              <w:top w:val="single" w:sz="4" w:space="0" w:color="auto"/>
              <w:left w:val="single" w:sz="4" w:space="0" w:color="auto"/>
              <w:bottom w:val="single" w:sz="4" w:space="0" w:color="auto"/>
              <w:right w:val="single" w:sz="4" w:space="0" w:color="auto"/>
            </w:tcBorders>
            <w:shd w:val="clear" w:color="auto" w:fill="auto"/>
          </w:tcPr>
          <w:p w14:paraId="784E4B0C" w14:textId="77777777" w:rsidR="003646F2" w:rsidRPr="005C5DFF" w:rsidRDefault="003646F2" w:rsidP="00ED000B">
            <w:pPr>
              <w:jc w:val="center"/>
            </w:pPr>
            <w:r w:rsidRPr="005C5DFF">
              <w:t>Soolak</w:t>
            </w:r>
          </w:p>
        </w:tc>
        <w:tc>
          <w:tcPr>
            <w:tcW w:w="1561" w:type="dxa"/>
            <w:tcBorders>
              <w:top w:val="single" w:sz="4" w:space="0" w:color="auto"/>
              <w:left w:val="single" w:sz="4" w:space="0" w:color="auto"/>
              <w:bottom w:val="single" w:sz="4" w:space="0" w:color="auto"/>
              <w:right w:val="single" w:sz="4" w:space="0" w:color="auto"/>
            </w:tcBorders>
            <w:shd w:val="clear" w:color="auto" w:fill="auto"/>
          </w:tcPr>
          <w:p w14:paraId="7534A6EB" w14:textId="77777777" w:rsidR="00211C55" w:rsidRPr="005C5DFF" w:rsidRDefault="00211C55" w:rsidP="00211C55">
            <w:pPr>
              <w:jc w:val="center"/>
            </w:pPr>
            <w:r w:rsidRPr="005C5DFF">
              <w:t>397870</w:t>
            </w:r>
          </w:p>
          <w:p w14:paraId="6EA1F861" w14:textId="0F2F090A" w:rsidR="003646F2" w:rsidRPr="00992821" w:rsidRDefault="003646F2" w:rsidP="00992821">
            <w:pPr>
              <w:jc w:val="center"/>
              <w:rPr>
                <w:rFonts w:ascii="Arial" w:hAnsi="Arial" w:cs="Arial"/>
                <w:sz w:val="22"/>
                <w:szCs w:val="22"/>
              </w:rPr>
            </w:pP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65E94B10" w14:textId="77777777" w:rsidR="00211C55" w:rsidRPr="005C5DFF" w:rsidRDefault="00211C55" w:rsidP="00211C55">
            <w:pPr>
              <w:jc w:val="center"/>
            </w:pPr>
            <w:r w:rsidRPr="005C5DFF">
              <w:lastRenderedPageBreak/>
              <w:t>6457182</w:t>
            </w:r>
          </w:p>
          <w:p w14:paraId="56C2862A" w14:textId="1A7A7F74" w:rsidR="00992821" w:rsidRPr="00992821" w:rsidRDefault="00992821" w:rsidP="00992821">
            <w:pPr>
              <w:jc w:val="center"/>
              <w:rPr>
                <w:rFonts w:ascii="Arial" w:hAnsi="Arial" w:cs="Arial"/>
                <w:sz w:val="22"/>
                <w:szCs w:val="22"/>
              </w:rPr>
            </w:pPr>
          </w:p>
        </w:tc>
        <w:tc>
          <w:tcPr>
            <w:tcW w:w="1851" w:type="dxa"/>
            <w:tcBorders>
              <w:top w:val="single" w:sz="4" w:space="0" w:color="auto"/>
              <w:left w:val="single" w:sz="4" w:space="0" w:color="auto"/>
              <w:bottom w:val="single" w:sz="4" w:space="0" w:color="auto"/>
              <w:right w:val="single" w:sz="4" w:space="0" w:color="auto"/>
            </w:tcBorders>
            <w:shd w:val="clear" w:color="auto" w:fill="auto"/>
          </w:tcPr>
          <w:p w14:paraId="24667F01" w14:textId="77777777" w:rsidR="00211C55" w:rsidRPr="005C5DFF" w:rsidRDefault="00211C55" w:rsidP="00211C55">
            <w:pPr>
              <w:jc w:val="center"/>
            </w:pPr>
            <w:r w:rsidRPr="005C5DFF">
              <w:lastRenderedPageBreak/>
              <w:t>43301:001:1047</w:t>
            </w:r>
          </w:p>
          <w:p w14:paraId="7FA1ECDE" w14:textId="387CCDD2" w:rsidR="003646F2" w:rsidRPr="00087C62" w:rsidRDefault="003646F2" w:rsidP="00087C62">
            <w:pPr>
              <w:jc w:val="center"/>
              <w:rPr>
                <w:rFonts w:ascii="Arial" w:hAnsi="Arial" w:cs="Arial"/>
                <w:sz w:val="22"/>
                <w:szCs w:val="22"/>
              </w:rPr>
            </w:pPr>
          </w:p>
        </w:tc>
        <w:tc>
          <w:tcPr>
            <w:tcW w:w="2046" w:type="dxa"/>
            <w:tcBorders>
              <w:top w:val="single" w:sz="4" w:space="0" w:color="auto"/>
              <w:left w:val="single" w:sz="4" w:space="0" w:color="auto"/>
              <w:bottom w:val="single" w:sz="4" w:space="0" w:color="auto"/>
              <w:right w:val="single" w:sz="4" w:space="0" w:color="auto"/>
            </w:tcBorders>
            <w:shd w:val="clear" w:color="auto" w:fill="auto"/>
          </w:tcPr>
          <w:p w14:paraId="02090B45" w14:textId="1D4729C9" w:rsidR="003646F2" w:rsidRPr="005C5DFF" w:rsidRDefault="00A928E6" w:rsidP="00ED000B">
            <w:pPr>
              <w:jc w:val="center"/>
            </w:pPr>
            <w:r w:rsidRPr="005C5DFF">
              <w:lastRenderedPageBreak/>
              <w:t>KH 520</w:t>
            </w:r>
          </w:p>
        </w:tc>
      </w:tr>
      <w:tr w:rsidR="003646F2" w:rsidRPr="0014074A" w14:paraId="3BC59A15" w14:textId="77777777" w:rsidTr="00E151F7">
        <w:trPr>
          <w:trHeight w:val="144"/>
        </w:trPr>
        <w:tc>
          <w:tcPr>
            <w:tcW w:w="1850" w:type="dxa"/>
            <w:tcBorders>
              <w:top w:val="single" w:sz="4" w:space="0" w:color="auto"/>
              <w:left w:val="single" w:sz="4" w:space="0" w:color="auto"/>
              <w:bottom w:val="single" w:sz="4" w:space="0" w:color="auto"/>
              <w:right w:val="single" w:sz="4" w:space="0" w:color="auto"/>
            </w:tcBorders>
            <w:shd w:val="clear" w:color="auto" w:fill="auto"/>
          </w:tcPr>
          <w:p w14:paraId="596E6895" w14:textId="77777777" w:rsidR="003646F2" w:rsidRPr="0014074A" w:rsidRDefault="003646F2" w:rsidP="00ED000B">
            <w:pPr>
              <w:jc w:val="center"/>
            </w:pPr>
            <w:r w:rsidRPr="0014074A">
              <w:t>Soolak</w:t>
            </w:r>
          </w:p>
        </w:tc>
        <w:tc>
          <w:tcPr>
            <w:tcW w:w="1561" w:type="dxa"/>
            <w:tcBorders>
              <w:top w:val="single" w:sz="4" w:space="0" w:color="auto"/>
              <w:left w:val="single" w:sz="4" w:space="0" w:color="auto"/>
              <w:bottom w:val="single" w:sz="4" w:space="0" w:color="auto"/>
              <w:right w:val="single" w:sz="4" w:space="0" w:color="auto"/>
            </w:tcBorders>
            <w:shd w:val="clear" w:color="auto" w:fill="auto"/>
          </w:tcPr>
          <w:p w14:paraId="7BAF06D3" w14:textId="47512617" w:rsidR="003646F2" w:rsidRPr="0014074A" w:rsidRDefault="00087C62" w:rsidP="00ED000B">
            <w:pPr>
              <w:jc w:val="center"/>
            </w:pPr>
            <w:r w:rsidRPr="0014074A">
              <w:t>394436</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04A5BFAC" w14:textId="3AA1952A" w:rsidR="003646F2" w:rsidRPr="0014074A" w:rsidRDefault="00087C62" w:rsidP="00ED000B">
            <w:pPr>
              <w:jc w:val="center"/>
            </w:pPr>
            <w:r w:rsidRPr="0014074A">
              <w:t>6454714</w:t>
            </w:r>
          </w:p>
        </w:tc>
        <w:tc>
          <w:tcPr>
            <w:tcW w:w="1851" w:type="dxa"/>
            <w:tcBorders>
              <w:top w:val="single" w:sz="4" w:space="0" w:color="auto"/>
              <w:left w:val="single" w:sz="4" w:space="0" w:color="auto"/>
              <w:bottom w:val="single" w:sz="4" w:space="0" w:color="auto"/>
              <w:right w:val="single" w:sz="4" w:space="0" w:color="auto"/>
            </w:tcBorders>
            <w:shd w:val="clear" w:color="auto" w:fill="auto"/>
          </w:tcPr>
          <w:p w14:paraId="65B6D611" w14:textId="52BC24E1" w:rsidR="003646F2" w:rsidRPr="0014074A" w:rsidRDefault="00087C62" w:rsidP="00ED000B">
            <w:pPr>
              <w:jc w:val="center"/>
            </w:pPr>
            <w:r w:rsidRPr="0014074A">
              <w:t>72101:001:0209</w:t>
            </w:r>
          </w:p>
        </w:tc>
        <w:tc>
          <w:tcPr>
            <w:tcW w:w="2046" w:type="dxa"/>
            <w:tcBorders>
              <w:top w:val="single" w:sz="4" w:space="0" w:color="auto"/>
              <w:left w:val="single" w:sz="4" w:space="0" w:color="auto"/>
              <w:bottom w:val="single" w:sz="4" w:space="0" w:color="auto"/>
              <w:right w:val="single" w:sz="4" w:space="0" w:color="auto"/>
            </w:tcBorders>
            <w:shd w:val="clear" w:color="auto" w:fill="auto"/>
          </w:tcPr>
          <w:p w14:paraId="323F26F0" w14:textId="71C95320" w:rsidR="003646F2" w:rsidRPr="0014074A" w:rsidRDefault="00087C62" w:rsidP="00087C62">
            <w:pPr>
              <w:jc w:val="center"/>
            </w:pPr>
            <w:r w:rsidRPr="0014074A">
              <w:t xml:space="preserve">Naali, </w:t>
            </w:r>
            <w:proofErr w:type="spellStart"/>
            <w:r w:rsidRPr="0014074A">
              <w:t>er</w:t>
            </w:r>
            <w:proofErr w:type="spellEnd"/>
            <w:r w:rsidRPr="0014074A">
              <w:t xml:space="preserve"> 15</w:t>
            </w:r>
          </w:p>
        </w:tc>
      </w:tr>
      <w:tr w:rsidR="003646F2" w:rsidRPr="0014074A" w14:paraId="0AA1959C" w14:textId="77777777" w:rsidTr="00E151F7">
        <w:trPr>
          <w:trHeight w:val="144"/>
        </w:trPr>
        <w:tc>
          <w:tcPr>
            <w:tcW w:w="1850" w:type="dxa"/>
            <w:tcBorders>
              <w:top w:val="single" w:sz="4" w:space="0" w:color="auto"/>
              <w:left w:val="single" w:sz="4" w:space="0" w:color="auto"/>
              <w:bottom w:val="single" w:sz="4" w:space="0" w:color="auto"/>
              <w:right w:val="single" w:sz="4" w:space="0" w:color="auto"/>
            </w:tcBorders>
            <w:shd w:val="clear" w:color="auto" w:fill="auto"/>
          </w:tcPr>
          <w:p w14:paraId="26B4E9C1" w14:textId="77777777" w:rsidR="003646F2" w:rsidRPr="0014074A" w:rsidRDefault="003646F2" w:rsidP="00ED000B">
            <w:pPr>
              <w:jc w:val="center"/>
            </w:pPr>
            <w:r w:rsidRPr="0014074A">
              <w:t>Soolak</w:t>
            </w:r>
          </w:p>
        </w:tc>
        <w:tc>
          <w:tcPr>
            <w:tcW w:w="1561" w:type="dxa"/>
            <w:tcBorders>
              <w:top w:val="single" w:sz="4" w:space="0" w:color="auto"/>
              <w:left w:val="single" w:sz="4" w:space="0" w:color="auto"/>
              <w:bottom w:val="single" w:sz="4" w:space="0" w:color="auto"/>
              <w:right w:val="single" w:sz="4" w:space="0" w:color="auto"/>
            </w:tcBorders>
            <w:shd w:val="clear" w:color="auto" w:fill="auto"/>
          </w:tcPr>
          <w:p w14:paraId="05784797" w14:textId="7C23EE07" w:rsidR="003646F2" w:rsidRPr="0014074A" w:rsidRDefault="00965269" w:rsidP="00965269">
            <w:pPr>
              <w:jc w:val="center"/>
            </w:pPr>
            <w:r w:rsidRPr="0014074A">
              <w:t>397855</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725F215A" w14:textId="28A5CF7F" w:rsidR="003646F2" w:rsidRPr="0014074A" w:rsidRDefault="00965269" w:rsidP="00965269">
            <w:pPr>
              <w:jc w:val="center"/>
            </w:pPr>
            <w:r w:rsidRPr="0014074A">
              <w:t>6453476</w:t>
            </w:r>
          </w:p>
        </w:tc>
        <w:tc>
          <w:tcPr>
            <w:tcW w:w="1851" w:type="dxa"/>
            <w:tcBorders>
              <w:top w:val="single" w:sz="4" w:space="0" w:color="auto"/>
              <w:left w:val="single" w:sz="4" w:space="0" w:color="auto"/>
              <w:bottom w:val="single" w:sz="4" w:space="0" w:color="auto"/>
              <w:right w:val="single" w:sz="4" w:space="0" w:color="auto"/>
            </w:tcBorders>
            <w:shd w:val="clear" w:color="auto" w:fill="auto"/>
          </w:tcPr>
          <w:p w14:paraId="468F6E0F" w14:textId="03E39D02" w:rsidR="003646F2" w:rsidRPr="0014074A" w:rsidRDefault="00670019" w:rsidP="00670019">
            <w:pPr>
              <w:jc w:val="center"/>
            </w:pPr>
            <w:r w:rsidRPr="0014074A">
              <w:t>72101:001:1170</w:t>
            </w:r>
          </w:p>
        </w:tc>
        <w:tc>
          <w:tcPr>
            <w:tcW w:w="2046" w:type="dxa"/>
            <w:tcBorders>
              <w:top w:val="single" w:sz="4" w:space="0" w:color="auto"/>
              <w:left w:val="single" w:sz="4" w:space="0" w:color="auto"/>
              <w:bottom w:val="single" w:sz="4" w:space="0" w:color="auto"/>
              <w:right w:val="single" w:sz="4" w:space="0" w:color="auto"/>
            </w:tcBorders>
            <w:shd w:val="clear" w:color="auto" w:fill="auto"/>
          </w:tcPr>
          <w:p w14:paraId="077E12BD" w14:textId="7C459823" w:rsidR="003646F2" w:rsidRPr="0014074A" w:rsidRDefault="00965269" w:rsidP="00965269">
            <w:pPr>
              <w:jc w:val="center"/>
            </w:pPr>
            <w:r w:rsidRPr="0014074A">
              <w:t xml:space="preserve">QE586, </w:t>
            </w:r>
            <w:proofErr w:type="spellStart"/>
            <w:r w:rsidRPr="0014074A">
              <w:t>er</w:t>
            </w:r>
            <w:proofErr w:type="spellEnd"/>
            <w:r w:rsidRPr="0014074A">
              <w:t xml:space="preserve"> 15</w:t>
            </w:r>
          </w:p>
        </w:tc>
      </w:tr>
      <w:tr w:rsidR="003646F2" w:rsidRPr="0014074A" w14:paraId="6068F758" w14:textId="77777777" w:rsidTr="00E151F7">
        <w:trPr>
          <w:trHeight w:val="144"/>
        </w:trPr>
        <w:tc>
          <w:tcPr>
            <w:tcW w:w="1850" w:type="dxa"/>
            <w:tcBorders>
              <w:top w:val="single" w:sz="4" w:space="0" w:color="auto"/>
              <w:left w:val="single" w:sz="4" w:space="0" w:color="auto"/>
              <w:bottom w:val="single" w:sz="4" w:space="0" w:color="auto"/>
              <w:right w:val="single" w:sz="4" w:space="0" w:color="auto"/>
            </w:tcBorders>
            <w:shd w:val="clear" w:color="auto" w:fill="auto"/>
          </w:tcPr>
          <w:p w14:paraId="73F536F1" w14:textId="77777777" w:rsidR="003646F2" w:rsidRPr="0014074A" w:rsidRDefault="003646F2" w:rsidP="00ED000B">
            <w:pPr>
              <w:jc w:val="center"/>
            </w:pPr>
            <w:r w:rsidRPr="0014074A">
              <w:t>Soolak</w:t>
            </w:r>
          </w:p>
        </w:tc>
        <w:tc>
          <w:tcPr>
            <w:tcW w:w="1561" w:type="dxa"/>
            <w:tcBorders>
              <w:top w:val="single" w:sz="4" w:space="0" w:color="auto"/>
              <w:left w:val="single" w:sz="4" w:space="0" w:color="auto"/>
              <w:bottom w:val="single" w:sz="4" w:space="0" w:color="auto"/>
              <w:right w:val="single" w:sz="4" w:space="0" w:color="auto"/>
            </w:tcBorders>
            <w:shd w:val="clear" w:color="auto" w:fill="auto"/>
          </w:tcPr>
          <w:p w14:paraId="2149C160" w14:textId="04F74346" w:rsidR="003646F2" w:rsidRPr="0014074A" w:rsidRDefault="00512ECC" w:rsidP="00512ECC">
            <w:pPr>
              <w:jc w:val="center"/>
            </w:pPr>
            <w:r w:rsidRPr="0014074A">
              <w:t>397280</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258C433D" w14:textId="54ED644C" w:rsidR="003646F2" w:rsidRPr="0014074A" w:rsidRDefault="002E5038" w:rsidP="002E5038">
            <w:pPr>
              <w:jc w:val="center"/>
            </w:pPr>
            <w:r w:rsidRPr="0014074A">
              <w:t>6455266</w:t>
            </w:r>
          </w:p>
        </w:tc>
        <w:tc>
          <w:tcPr>
            <w:tcW w:w="1851" w:type="dxa"/>
            <w:tcBorders>
              <w:top w:val="single" w:sz="4" w:space="0" w:color="auto"/>
              <w:left w:val="single" w:sz="4" w:space="0" w:color="auto"/>
              <w:bottom w:val="single" w:sz="4" w:space="0" w:color="auto"/>
              <w:right w:val="single" w:sz="4" w:space="0" w:color="auto"/>
            </w:tcBorders>
            <w:shd w:val="clear" w:color="auto" w:fill="auto"/>
          </w:tcPr>
          <w:p w14:paraId="10FC39F4" w14:textId="65C6D53D" w:rsidR="003646F2" w:rsidRPr="0014074A" w:rsidRDefault="000475B7" w:rsidP="000475B7">
            <w:pPr>
              <w:jc w:val="center"/>
            </w:pPr>
            <w:r w:rsidRPr="0014074A">
              <w:t>37301:006:0092</w:t>
            </w:r>
          </w:p>
        </w:tc>
        <w:tc>
          <w:tcPr>
            <w:tcW w:w="2046" w:type="dxa"/>
            <w:tcBorders>
              <w:top w:val="single" w:sz="4" w:space="0" w:color="auto"/>
              <w:left w:val="single" w:sz="4" w:space="0" w:color="auto"/>
              <w:bottom w:val="single" w:sz="4" w:space="0" w:color="auto"/>
              <w:right w:val="single" w:sz="4" w:space="0" w:color="auto"/>
            </w:tcBorders>
            <w:shd w:val="clear" w:color="auto" w:fill="auto"/>
          </w:tcPr>
          <w:p w14:paraId="3748015C" w14:textId="5FE8BD80" w:rsidR="003646F2" w:rsidRPr="0014074A" w:rsidRDefault="002E5038" w:rsidP="00ED000B">
            <w:pPr>
              <w:jc w:val="center"/>
            </w:pPr>
            <w:r w:rsidRPr="0014074A">
              <w:t>Leemeti-Ranna</w:t>
            </w:r>
          </w:p>
        </w:tc>
      </w:tr>
      <w:tr w:rsidR="003646F2" w:rsidRPr="0014074A" w14:paraId="36742C7C" w14:textId="77777777" w:rsidTr="00E151F7">
        <w:trPr>
          <w:trHeight w:val="144"/>
        </w:trPr>
        <w:tc>
          <w:tcPr>
            <w:tcW w:w="1850" w:type="dxa"/>
            <w:tcBorders>
              <w:top w:val="single" w:sz="4" w:space="0" w:color="auto"/>
              <w:left w:val="single" w:sz="4" w:space="0" w:color="auto"/>
              <w:bottom w:val="single" w:sz="4" w:space="0" w:color="auto"/>
              <w:right w:val="single" w:sz="4" w:space="0" w:color="auto"/>
            </w:tcBorders>
            <w:shd w:val="clear" w:color="auto" w:fill="auto"/>
          </w:tcPr>
          <w:p w14:paraId="35E5CB67" w14:textId="274D4633" w:rsidR="003646F2" w:rsidRPr="0014074A" w:rsidRDefault="009454A9" w:rsidP="00ED000B">
            <w:pPr>
              <w:jc w:val="center"/>
            </w:pPr>
            <w:r w:rsidRPr="0014074A">
              <w:t>Soolak</w:t>
            </w:r>
          </w:p>
        </w:tc>
        <w:tc>
          <w:tcPr>
            <w:tcW w:w="1561" w:type="dxa"/>
            <w:tcBorders>
              <w:top w:val="single" w:sz="4" w:space="0" w:color="auto"/>
              <w:left w:val="single" w:sz="4" w:space="0" w:color="auto"/>
              <w:bottom w:val="single" w:sz="4" w:space="0" w:color="auto"/>
              <w:right w:val="single" w:sz="4" w:space="0" w:color="auto"/>
            </w:tcBorders>
            <w:shd w:val="clear" w:color="auto" w:fill="auto"/>
          </w:tcPr>
          <w:p w14:paraId="4BB8FF7D" w14:textId="4FACAF73" w:rsidR="003646F2" w:rsidRPr="0014074A" w:rsidRDefault="00FC6D00" w:rsidP="00ED000B">
            <w:pPr>
              <w:jc w:val="center"/>
            </w:pPr>
            <w:r w:rsidRPr="0014074A">
              <w:t>398385</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132E4CC8" w14:textId="2CBAA5FE" w:rsidR="003646F2" w:rsidRPr="0014074A" w:rsidRDefault="003646F2" w:rsidP="00ED000B">
            <w:pPr>
              <w:jc w:val="center"/>
            </w:pPr>
            <w:r w:rsidRPr="0014074A">
              <w:t>6455</w:t>
            </w:r>
            <w:r w:rsidR="00DD69AC" w:rsidRPr="0014074A">
              <w:t>086</w:t>
            </w:r>
          </w:p>
        </w:tc>
        <w:tc>
          <w:tcPr>
            <w:tcW w:w="1851" w:type="dxa"/>
            <w:tcBorders>
              <w:top w:val="single" w:sz="4" w:space="0" w:color="auto"/>
              <w:left w:val="single" w:sz="4" w:space="0" w:color="auto"/>
              <w:bottom w:val="single" w:sz="4" w:space="0" w:color="auto"/>
              <w:right w:val="single" w:sz="4" w:space="0" w:color="auto"/>
            </w:tcBorders>
            <w:shd w:val="clear" w:color="auto" w:fill="auto"/>
          </w:tcPr>
          <w:p w14:paraId="72445D7C" w14:textId="15892478" w:rsidR="003646F2" w:rsidRPr="0014074A" w:rsidRDefault="003C510D" w:rsidP="00ED000B">
            <w:pPr>
              <w:jc w:val="center"/>
            </w:pPr>
            <w:r w:rsidRPr="0014074A">
              <w:t>37301:006:0215</w:t>
            </w:r>
          </w:p>
        </w:tc>
        <w:tc>
          <w:tcPr>
            <w:tcW w:w="2046" w:type="dxa"/>
            <w:tcBorders>
              <w:top w:val="single" w:sz="4" w:space="0" w:color="auto"/>
              <w:left w:val="single" w:sz="4" w:space="0" w:color="auto"/>
              <w:bottom w:val="single" w:sz="4" w:space="0" w:color="auto"/>
              <w:right w:val="single" w:sz="4" w:space="0" w:color="auto"/>
            </w:tcBorders>
            <w:shd w:val="clear" w:color="auto" w:fill="auto"/>
          </w:tcPr>
          <w:p w14:paraId="43C34D2A" w14:textId="11467AE8" w:rsidR="003646F2" w:rsidRPr="0014074A" w:rsidRDefault="003C510D" w:rsidP="00ED000B">
            <w:pPr>
              <w:jc w:val="center"/>
            </w:pPr>
            <w:proofErr w:type="spellStart"/>
            <w:r w:rsidRPr="0014074A">
              <w:t>Tansari</w:t>
            </w:r>
            <w:proofErr w:type="spellEnd"/>
          </w:p>
        </w:tc>
      </w:tr>
      <w:tr w:rsidR="003646F2" w:rsidRPr="0014074A" w14:paraId="342B667E" w14:textId="77777777" w:rsidTr="00E151F7">
        <w:trPr>
          <w:trHeight w:val="144"/>
        </w:trPr>
        <w:tc>
          <w:tcPr>
            <w:tcW w:w="1850" w:type="dxa"/>
            <w:tcBorders>
              <w:top w:val="single" w:sz="4" w:space="0" w:color="auto"/>
              <w:left w:val="single" w:sz="4" w:space="0" w:color="auto"/>
              <w:bottom w:val="single" w:sz="4" w:space="0" w:color="auto"/>
              <w:right w:val="single" w:sz="4" w:space="0" w:color="auto"/>
            </w:tcBorders>
            <w:shd w:val="clear" w:color="auto" w:fill="auto"/>
          </w:tcPr>
          <w:p w14:paraId="21DB5DED" w14:textId="77777777" w:rsidR="003646F2" w:rsidRPr="0014074A" w:rsidRDefault="003646F2" w:rsidP="00ED000B">
            <w:pPr>
              <w:jc w:val="center"/>
            </w:pPr>
            <w:r w:rsidRPr="0014074A">
              <w:t>Jahitorn</w:t>
            </w:r>
          </w:p>
        </w:tc>
        <w:tc>
          <w:tcPr>
            <w:tcW w:w="1561" w:type="dxa"/>
            <w:tcBorders>
              <w:top w:val="single" w:sz="4" w:space="0" w:color="auto"/>
              <w:left w:val="single" w:sz="4" w:space="0" w:color="auto"/>
              <w:bottom w:val="single" w:sz="4" w:space="0" w:color="auto"/>
              <w:right w:val="single" w:sz="4" w:space="0" w:color="auto"/>
            </w:tcBorders>
            <w:shd w:val="clear" w:color="auto" w:fill="auto"/>
          </w:tcPr>
          <w:p w14:paraId="77AF0E82" w14:textId="6170762F" w:rsidR="003646F2" w:rsidRPr="0014074A" w:rsidRDefault="00D31BA6" w:rsidP="00D31BA6">
            <w:pPr>
              <w:jc w:val="center"/>
            </w:pPr>
            <w:r w:rsidRPr="0014074A">
              <w:t>401388</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11CC8106" w14:textId="26362F3E" w:rsidR="003646F2" w:rsidRPr="0014074A" w:rsidRDefault="009D7CEC" w:rsidP="009D7CEC">
            <w:pPr>
              <w:jc w:val="center"/>
            </w:pPr>
            <w:r w:rsidRPr="0014074A">
              <w:t>6455721</w:t>
            </w:r>
          </w:p>
        </w:tc>
        <w:tc>
          <w:tcPr>
            <w:tcW w:w="1851" w:type="dxa"/>
            <w:tcBorders>
              <w:top w:val="single" w:sz="4" w:space="0" w:color="auto"/>
              <w:left w:val="single" w:sz="4" w:space="0" w:color="auto"/>
              <w:bottom w:val="single" w:sz="4" w:space="0" w:color="auto"/>
              <w:right w:val="single" w:sz="4" w:space="0" w:color="auto"/>
            </w:tcBorders>
            <w:shd w:val="clear" w:color="auto" w:fill="auto"/>
          </w:tcPr>
          <w:p w14:paraId="6D7E76F4" w14:textId="606411B0" w:rsidR="003646F2" w:rsidRPr="0014074A" w:rsidRDefault="009D7CEC" w:rsidP="009D7CEC">
            <w:pPr>
              <w:jc w:val="center"/>
            </w:pPr>
            <w:r w:rsidRPr="0014074A">
              <w:t>37301:006:0241</w:t>
            </w:r>
          </w:p>
        </w:tc>
        <w:tc>
          <w:tcPr>
            <w:tcW w:w="2046" w:type="dxa"/>
            <w:tcBorders>
              <w:top w:val="single" w:sz="4" w:space="0" w:color="auto"/>
              <w:left w:val="single" w:sz="4" w:space="0" w:color="auto"/>
              <w:bottom w:val="single" w:sz="4" w:space="0" w:color="auto"/>
              <w:right w:val="single" w:sz="4" w:space="0" w:color="auto"/>
            </w:tcBorders>
            <w:shd w:val="clear" w:color="auto" w:fill="auto"/>
          </w:tcPr>
          <w:p w14:paraId="27A65C30" w14:textId="6DA2BE89" w:rsidR="003646F2" w:rsidRPr="0014074A" w:rsidDel="007B521B" w:rsidRDefault="00331351" w:rsidP="009D7CEC">
            <w:pPr>
              <w:jc w:val="center"/>
            </w:pPr>
            <w:r w:rsidRPr="0014074A">
              <w:t>Kinnine torn</w:t>
            </w:r>
          </w:p>
        </w:tc>
      </w:tr>
      <w:tr w:rsidR="003646F2" w:rsidRPr="0014074A" w14:paraId="54C583AE" w14:textId="77777777" w:rsidTr="00E151F7">
        <w:trPr>
          <w:trHeight w:val="144"/>
        </w:trPr>
        <w:tc>
          <w:tcPr>
            <w:tcW w:w="1850" w:type="dxa"/>
            <w:tcBorders>
              <w:top w:val="single" w:sz="4" w:space="0" w:color="auto"/>
              <w:left w:val="single" w:sz="4" w:space="0" w:color="auto"/>
              <w:bottom w:val="single" w:sz="4" w:space="0" w:color="auto"/>
              <w:right w:val="single" w:sz="4" w:space="0" w:color="auto"/>
            </w:tcBorders>
            <w:shd w:val="clear" w:color="auto" w:fill="auto"/>
          </w:tcPr>
          <w:p w14:paraId="0007CD70" w14:textId="77777777" w:rsidR="003646F2" w:rsidRPr="0014074A" w:rsidRDefault="003646F2" w:rsidP="00ED000B">
            <w:pPr>
              <w:jc w:val="center"/>
            </w:pPr>
            <w:r w:rsidRPr="0014074A">
              <w:t>Jahitorn</w:t>
            </w:r>
          </w:p>
        </w:tc>
        <w:tc>
          <w:tcPr>
            <w:tcW w:w="1561" w:type="dxa"/>
            <w:tcBorders>
              <w:top w:val="single" w:sz="4" w:space="0" w:color="auto"/>
              <w:left w:val="single" w:sz="4" w:space="0" w:color="auto"/>
              <w:bottom w:val="single" w:sz="4" w:space="0" w:color="auto"/>
              <w:right w:val="single" w:sz="4" w:space="0" w:color="auto"/>
            </w:tcBorders>
            <w:shd w:val="clear" w:color="auto" w:fill="auto"/>
          </w:tcPr>
          <w:p w14:paraId="4660F71C" w14:textId="78691A4D" w:rsidR="003646F2" w:rsidRPr="0014074A" w:rsidRDefault="004E426E" w:rsidP="004E426E">
            <w:pPr>
              <w:jc w:val="center"/>
            </w:pPr>
            <w:r w:rsidRPr="0014074A">
              <w:t>397869</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10F4DA92" w14:textId="1EFE55C3" w:rsidR="003646F2" w:rsidRPr="0014074A" w:rsidRDefault="005158C4" w:rsidP="00ED000B">
            <w:pPr>
              <w:jc w:val="center"/>
            </w:pPr>
            <w:r w:rsidRPr="0014074A">
              <w:t>6454634</w:t>
            </w:r>
          </w:p>
        </w:tc>
        <w:tc>
          <w:tcPr>
            <w:tcW w:w="1851" w:type="dxa"/>
            <w:tcBorders>
              <w:top w:val="single" w:sz="4" w:space="0" w:color="auto"/>
              <w:left w:val="single" w:sz="4" w:space="0" w:color="auto"/>
              <w:bottom w:val="single" w:sz="4" w:space="0" w:color="auto"/>
              <w:right w:val="single" w:sz="4" w:space="0" w:color="auto"/>
            </w:tcBorders>
            <w:shd w:val="clear" w:color="auto" w:fill="auto"/>
          </w:tcPr>
          <w:p w14:paraId="1C71DBA6" w14:textId="38EF19B0" w:rsidR="003646F2" w:rsidRPr="0014074A" w:rsidRDefault="005158C4" w:rsidP="00ED000B">
            <w:pPr>
              <w:jc w:val="center"/>
            </w:pPr>
            <w:r w:rsidRPr="0014074A">
              <w:t>37301:006:0170</w:t>
            </w:r>
          </w:p>
        </w:tc>
        <w:tc>
          <w:tcPr>
            <w:tcW w:w="2046" w:type="dxa"/>
            <w:tcBorders>
              <w:top w:val="single" w:sz="4" w:space="0" w:color="auto"/>
              <w:left w:val="single" w:sz="4" w:space="0" w:color="auto"/>
              <w:bottom w:val="single" w:sz="4" w:space="0" w:color="auto"/>
              <w:right w:val="single" w:sz="4" w:space="0" w:color="auto"/>
            </w:tcBorders>
            <w:shd w:val="clear" w:color="auto" w:fill="auto"/>
          </w:tcPr>
          <w:p w14:paraId="57042327" w14:textId="3F888E36" w:rsidR="003646F2" w:rsidRPr="0014074A" w:rsidDel="007B521B" w:rsidRDefault="005158C4" w:rsidP="005158C4">
            <w:pPr>
              <w:jc w:val="center"/>
            </w:pPr>
            <w:r w:rsidRPr="0014074A">
              <w:t>Ohaka</w:t>
            </w:r>
          </w:p>
        </w:tc>
      </w:tr>
      <w:tr w:rsidR="003646F2" w:rsidRPr="0014074A" w14:paraId="2754004D" w14:textId="77777777" w:rsidTr="00E151F7">
        <w:trPr>
          <w:trHeight w:val="144"/>
        </w:trPr>
        <w:tc>
          <w:tcPr>
            <w:tcW w:w="1850" w:type="dxa"/>
            <w:tcBorders>
              <w:top w:val="single" w:sz="4" w:space="0" w:color="auto"/>
              <w:left w:val="single" w:sz="4" w:space="0" w:color="auto"/>
              <w:bottom w:val="single" w:sz="4" w:space="0" w:color="auto"/>
              <w:right w:val="single" w:sz="4" w:space="0" w:color="auto"/>
            </w:tcBorders>
            <w:shd w:val="clear" w:color="auto" w:fill="auto"/>
          </w:tcPr>
          <w:p w14:paraId="3859955C" w14:textId="77777777" w:rsidR="003646F2" w:rsidRPr="0014074A" w:rsidRDefault="003646F2" w:rsidP="00ED000B">
            <w:pPr>
              <w:jc w:val="center"/>
            </w:pPr>
            <w:r w:rsidRPr="0014074A">
              <w:t>Jahitorn</w:t>
            </w:r>
          </w:p>
        </w:tc>
        <w:tc>
          <w:tcPr>
            <w:tcW w:w="1561" w:type="dxa"/>
            <w:tcBorders>
              <w:top w:val="single" w:sz="4" w:space="0" w:color="auto"/>
              <w:left w:val="single" w:sz="4" w:space="0" w:color="auto"/>
              <w:bottom w:val="single" w:sz="4" w:space="0" w:color="auto"/>
              <w:right w:val="single" w:sz="4" w:space="0" w:color="auto"/>
            </w:tcBorders>
            <w:shd w:val="clear" w:color="auto" w:fill="auto"/>
          </w:tcPr>
          <w:p w14:paraId="5FC3BA85" w14:textId="67E97DCB" w:rsidR="003646F2" w:rsidRPr="0014074A" w:rsidRDefault="0025227C" w:rsidP="0025227C">
            <w:pPr>
              <w:jc w:val="center"/>
            </w:pPr>
            <w:r w:rsidRPr="0014074A">
              <w:t>399321</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72D760D2" w14:textId="71BFCF74" w:rsidR="003646F2" w:rsidRPr="0014074A" w:rsidRDefault="0025227C" w:rsidP="00ED000B">
            <w:pPr>
              <w:jc w:val="center"/>
            </w:pPr>
            <w:r w:rsidRPr="0014074A">
              <w:t>6454596</w:t>
            </w:r>
          </w:p>
        </w:tc>
        <w:tc>
          <w:tcPr>
            <w:tcW w:w="1851" w:type="dxa"/>
            <w:tcBorders>
              <w:top w:val="single" w:sz="4" w:space="0" w:color="auto"/>
              <w:left w:val="single" w:sz="4" w:space="0" w:color="auto"/>
              <w:bottom w:val="single" w:sz="4" w:space="0" w:color="auto"/>
              <w:right w:val="single" w:sz="4" w:space="0" w:color="auto"/>
            </w:tcBorders>
            <w:shd w:val="clear" w:color="auto" w:fill="auto"/>
          </w:tcPr>
          <w:p w14:paraId="4BAA56B1" w14:textId="01D22AC3" w:rsidR="003646F2" w:rsidRPr="0014074A" w:rsidRDefault="00823019" w:rsidP="00823019">
            <w:pPr>
              <w:jc w:val="center"/>
            </w:pPr>
            <w:r w:rsidRPr="0014074A">
              <w:t>37301:006:0186</w:t>
            </w:r>
          </w:p>
        </w:tc>
        <w:tc>
          <w:tcPr>
            <w:tcW w:w="2046" w:type="dxa"/>
            <w:tcBorders>
              <w:top w:val="single" w:sz="4" w:space="0" w:color="auto"/>
              <w:left w:val="single" w:sz="4" w:space="0" w:color="auto"/>
              <w:bottom w:val="single" w:sz="4" w:space="0" w:color="auto"/>
              <w:right w:val="single" w:sz="4" w:space="0" w:color="auto"/>
            </w:tcBorders>
            <w:shd w:val="clear" w:color="auto" w:fill="auto"/>
          </w:tcPr>
          <w:p w14:paraId="60CCAE9F" w14:textId="14C56681" w:rsidR="003646F2" w:rsidRPr="0014074A" w:rsidDel="007B521B" w:rsidRDefault="0025227C" w:rsidP="0025227C">
            <w:pPr>
              <w:jc w:val="center"/>
            </w:pPr>
            <w:proofErr w:type="spellStart"/>
            <w:r w:rsidRPr="0014074A">
              <w:t>Põldemetsa</w:t>
            </w:r>
            <w:proofErr w:type="spellEnd"/>
          </w:p>
        </w:tc>
      </w:tr>
      <w:tr w:rsidR="003646F2" w:rsidRPr="0014074A" w14:paraId="35454755" w14:textId="77777777" w:rsidTr="00E151F7">
        <w:trPr>
          <w:trHeight w:val="144"/>
        </w:trPr>
        <w:tc>
          <w:tcPr>
            <w:tcW w:w="1850" w:type="dxa"/>
            <w:tcBorders>
              <w:top w:val="single" w:sz="4" w:space="0" w:color="auto"/>
              <w:left w:val="single" w:sz="4" w:space="0" w:color="auto"/>
              <w:bottom w:val="single" w:sz="4" w:space="0" w:color="auto"/>
              <w:right w:val="single" w:sz="4" w:space="0" w:color="auto"/>
            </w:tcBorders>
            <w:shd w:val="clear" w:color="auto" w:fill="auto"/>
          </w:tcPr>
          <w:p w14:paraId="5C9C4B15" w14:textId="77777777" w:rsidR="003646F2" w:rsidRPr="0014074A" w:rsidRDefault="003646F2" w:rsidP="00ED000B">
            <w:pPr>
              <w:jc w:val="center"/>
            </w:pPr>
            <w:r w:rsidRPr="0014074A">
              <w:t>Jahitorn</w:t>
            </w:r>
          </w:p>
        </w:tc>
        <w:tc>
          <w:tcPr>
            <w:tcW w:w="1561" w:type="dxa"/>
            <w:tcBorders>
              <w:top w:val="single" w:sz="4" w:space="0" w:color="auto"/>
              <w:left w:val="single" w:sz="4" w:space="0" w:color="auto"/>
              <w:bottom w:val="single" w:sz="4" w:space="0" w:color="auto"/>
              <w:right w:val="single" w:sz="4" w:space="0" w:color="auto"/>
            </w:tcBorders>
            <w:shd w:val="clear" w:color="auto" w:fill="auto"/>
          </w:tcPr>
          <w:p w14:paraId="72F95EE9" w14:textId="7D0952A5" w:rsidR="003646F2" w:rsidRPr="0014074A" w:rsidRDefault="008E76AF" w:rsidP="008E76AF">
            <w:pPr>
              <w:jc w:val="center"/>
            </w:pPr>
            <w:r w:rsidRPr="0014074A">
              <w:t>394346</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63BAFB44" w14:textId="6D699CD6" w:rsidR="003646F2" w:rsidRPr="0014074A" w:rsidRDefault="00007230" w:rsidP="00007230">
            <w:pPr>
              <w:jc w:val="center"/>
            </w:pPr>
            <w:r w:rsidRPr="0014074A">
              <w:t>6453872</w:t>
            </w:r>
          </w:p>
        </w:tc>
        <w:tc>
          <w:tcPr>
            <w:tcW w:w="1851" w:type="dxa"/>
            <w:tcBorders>
              <w:top w:val="single" w:sz="4" w:space="0" w:color="auto"/>
              <w:left w:val="single" w:sz="4" w:space="0" w:color="auto"/>
              <w:bottom w:val="single" w:sz="4" w:space="0" w:color="auto"/>
              <w:right w:val="single" w:sz="4" w:space="0" w:color="auto"/>
            </w:tcBorders>
            <w:shd w:val="clear" w:color="auto" w:fill="auto"/>
          </w:tcPr>
          <w:p w14:paraId="17464BD4" w14:textId="3B1E01CF" w:rsidR="003646F2" w:rsidRPr="0014074A" w:rsidRDefault="000727BA" w:rsidP="000727BA">
            <w:pPr>
              <w:jc w:val="center"/>
            </w:pPr>
            <w:r w:rsidRPr="0014074A">
              <w:t>72101:001:0334</w:t>
            </w:r>
          </w:p>
        </w:tc>
        <w:tc>
          <w:tcPr>
            <w:tcW w:w="2046" w:type="dxa"/>
            <w:tcBorders>
              <w:top w:val="single" w:sz="4" w:space="0" w:color="auto"/>
              <w:left w:val="single" w:sz="4" w:space="0" w:color="auto"/>
              <w:bottom w:val="single" w:sz="4" w:space="0" w:color="auto"/>
              <w:right w:val="single" w:sz="4" w:space="0" w:color="auto"/>
            </w:tcBorders>
            <w:shd w:val="clear" w:color="auto" w:fill="auto"/>
          </w:tcPr>
          <w:p w14:paraId="7ED7BB9C" w14:textId="03023AC7" w:rsidR="003646F2" w:rsidRPr="0014074A" w:rsidDel="007B521B" w:rsidRDefault="00331351" w:rsidP="00ED000B">
            <w:pPr>
              <w:jc w:val="center"/>
            </w:pPr>
            <w:r w:rsidRPr="0014074A">
              <w:t>Kinnine torn</w:t>
            </w:r>
          </w:p>
        </w:tc>
      </w:tr>
      <w:tr w:rsidR="003646F2" w:rsidRPr="0014074A" w14:paraId="2906867F" w14:textId="77777777" w:rsidTr="00E151F7">
        <w:trPr>
          <w:trHeight w:val="144"/>
        </w:trPr>
        <w:tc>
          <w:tcPr>
            <w:tcW w:w="1850" w:type="dxa"/>
            <w:tcBorders>
              <w:top w:val="single" w:sz="4" w:space="0" w:color="auto"/>
              <w:left w:val="single" w:sz="4" w:space="0" w:color="auto"/>
              <w:bottom w:val="single" w:sz="4" w:space="0" w:color="auto"/>
              <w:right w:val="single" w:sz="4" w:space="0" w:color="auto"/>
            </w:tcBorders>
            <w:shd w:val="clear" w:color="auto" w:fill="auto"/>
          </w:tcPr>
          <w:p w14:paraId="3DCE64DE" w14:textId="77777777" w:rsidR="003646F2" w:rsidRPr="0014074A" w:rsidRDefault="003646F2" w:rsidP="00ED000B">
            <w:pPr>
              <w:jc w:val="center"/>
            </w:pPr>
            <w:r w:rsidRPr="0014074A">
              <w:t>Jahitorn</w:t>
            </w:r>
          </w:p>
        </w:tc>
        <w:tc>
          <w:tcPr>
            <w:tcW w:w="1561" w:type="dxa"/>
            <w:tcBorders>
              <w:top w:val="single" w:sz="4" w:space="0" w:color="auto"/>
              <w:left w:val="single" w:sz="4" w:space="0" w:color="auto"/>
              <w:bottom w:val="single" w:sz="4" w:space="0" w:color="auto"/>
              <w:right w:val="single" w:sz="4" w:space="0" w:color="auto"/>
            </w:tcBorders>
            <w:shd w:val="clear" w:color="auto" w:fill="auto"/>
          </w:tcPr>
          <w:p w14:paraId="32005C16" w14:textId="782517AD" w:rsidR="00BB52C9" w:rsidRPr="0014074A" w:rsidRDefault="00BB52C9" w:rsidP="00BB52C9">
            <w:pPr>
              <w:jc w:val="center"/>
            </w:pPr>
            <w:r w:rsidRPr="0014074A">
              <w:t>396832</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52D97DC0" w14:textId="1AAA89F7" w:rsidR="003646F2" w:rsidRPr="0014074A" w:rsidRDefault="00BB52C9" w:rsidP="00BB52C9">
            <w:pPr>
              <w:jc w:val="center"/>
            </w:pPr>
            <w:r w:rsidRPr="0014074A">
              <w:t>6456254</w:t>
            </w:r>
          </w:p>
        </w:tc>
        <w:tc>
          <w:tcPr>
            <w:tcW w:w="1851" w:type="dxa"/>
            <w:tcBorders>
              <w:top w:val="single" w:sz="4" w:space="0" w:color="auto"/>
              <w:left w:val="single" w:sz="4" w:space="0" w:color="auto"/>
              <w:bottom w:val="single" w:sz="4" w:space="0" w:color="auto"/>
              <w:right w:val="single" w:sz="4" w:space="0" w:color="auto"/>
            </w:tcBorders>
            <w:shd w:val="clear" w:color="auto" w:fill="auto"/>
          </w:tcPr>
          <w:p w14:paraId="7CBA0CB5" w14:textId="7681C795" w:rsidR="003646F2" w:rsidRPr="0014074A" w:rsidRDefault="00BF2E73" w:rsidP="00BF2E73">
            <w:pPr>
              <w:jc w:val="center"/>
            </w:pPr>
            <w:r w:rsidRPr="0014074A">
              <w:t>37301:006:0193</w:t>
            </w:r>
          </w:p>
        </w:tc>
        <w:tc>
          <w:tcPr>
            <w:tcW w:w="2046" w:type="dxa"/>
            <w:tcBorders>
              <w:top w:val="single" w:sz="4" w:space="0" w:color="auto"/>
              <w:left w:val="single" w:sz="4" w:space="0" w:color="auto"/>
              <w:bottom w:val="single" w:sz="4" w:space="0" w:color="auto"/>
              <w:right w:val="single" w:sz="4" w:space="0" w:color="auto"/>
            </w:tcBorders>
            <w:shd w:val="clear" w:color="auto" w:fill="auto"/>
          </w:tcPr>
          <w:p w14:paraId="0886736B" w14:textId="3762FDAB" w:rsidR="003646F2" w:rsidRPr="0014074A" w:rsidDel="007B521B" w:rsidRDefault="00BB52C9" w:rsidP="00BB52C9">
            <w:pPr>
              <w:jc w:val="center"/>
            </w:pPr>
            <w:proofErr w:type="spellStart"/>
            <w:r w:rsidRPr="0014074A">
              <w:t>Mato</w:t>
            </w:r>
            <w:proofErr w:type="spellEnd"/>
          </w:p>
        </w:tc>
      </w:tr>
      <w:tr w:rsidR="003646F2" w:rsidRPr="0014074A" w14:paraId="561F02A0" w14:textId="77777777" w:rsidTr="00E151F7">
        <w:trPr>
          <w:trHeight w:val="144"/>
        </w:trPr>
        <w:tc>
          <w:tcPr>
            <w:tcW w:w="1850" w:type="dxa"/>
            <w:tcBorders>
              <w:top w:val="single" w:sz="4" w:space="0" w:color="auto"/>
              <w:left w:val="single" w:sz="4" w:space="0" w:color="auto"/>
              <w:bottom w:val="single" w:sz="4" w:space="0" w:color="auto"/>
              <w:right w:val="single" w:sz="4" w:space="0" w:color="auto"/>
            </w:tcBorders>
            <w:shd w:val="clear" w:color="auto" w:fill="auto"/>
          </w:tcPr>
          <w:p w14:paraId="7A627992" w14:textId="77777777" w:rsidR="003646F2" w:rsidRPr="0014074A" w:rsidRDefault="003646F2" w:rsidP="00ED000B">
            <w:pPr>
              <w:jc w:val="center"/>
            </w:pPr>
            <w:r w:rsidRPr="0014074A">
              <w:t>Jahitorn</w:t>
            </w:r>
          </w:p>
        </w:tc>
        <w:tc>
          <w:tcPr>
            <w:tcW w:w="1561" w:type="dxa"/>
            <w:tcBorders>
              <w:top w:val="single" w:sz="4" w:space="0" w:color="auto"/>
              <w:left w:val="single" w:sz="4" w:space="0" w:color="auto"/>
              <w:bottom w:val="single" w:sz="4" w:space="0" w:color="auto"/>
              <w:right w:val="single" w:sz="4" w:space="0" w:color="auto"/>
            </w:tcBorders>
            <w:shd w:val="clear" w:color="auto" w:fill="auto"/>
          </w:tcPr>
          <w:p w14:paraId="2EDEC229" w14:textId="6E30C450" w:rsidR="003646F2" w:rsidRPr="0014074A" w:rsidRDefault="00DF6013" w:rsidP="00DF6013">
            <w:pPr>
              <w:jc w:val="center"/>
            </w:pPr>
            <w:r w:rsidRPr="0014074A">
              <w:t>397831</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32CB7CEE" w14:textId="687BDC6C" w:rsidR="003646F2" w:rsidRPr="0014074A" w:rsidRDefault="00DF6013" w:rsidP="00ED000B">
            <w:pPr>
              <w:jc w:val="center"/>
            </w:pPr>
            <w:r w:rsidRPr="0014074A">
              <w:t>6457091</w:t>
            </w:r>
          </w:p>
        </w:tc>
        <w:tc>
          <w:tcPr>
            <w:tcW w:w="1851" w:type="dxa"/>
            <w:tcBorders>
              <w:top w:val="single" w:sz="4" w:space="0" w:color="auto"/>
              <w:left w:val="single" w:sz="4" w:space="0" w:color="auto"/>
              <w:bottom w:val="single" w:sz="4" w:space="0" w:color="auto"/>
              <w:right w:val="single" w:sz="4" w:space="0" w:color="auto"/>
            </w:tcBorders>
            <w:shd w:val="clear" w:color="auto" w:fill="auto"/>
          </w:tcPr>
          <w:p w14:paraId="43848EBA" w14:textId="6C30461E" w:rsidR="003646F2" w:rsidRPr="0014074A" w:rsidRDefault="00964E53" w:rsidP="00964E53">
            <w:pPr>
              <w:jc w:val="center"/>
            </w:pPr>
            <w:r w:rsidRPr="0014074A">
              <w:t>43301:001:1047</w:t>
            </w:r>
          </w:p>
        </w:tc>
        <w:tc>
          <w:tcPr>
            <w:tcW w:w="2046" w:type="dxa"/>
            <w:tcBorders>
              <w:top w:val="single" w:sz="4" w:space="0" w:color="auto"/>
              <w:left w:val="single" w:sz="4" w:space="0" w:color="auto"/>
              <w:bottom w:val="single" w:sz="4" w:space="0" w:color="auto"/>
              <w:right w:val="single" w:sz="4" w:space="0" w:color="auto"/>
            </w:tcBorders>
            <w:shd w:val="clear" w:color="auto" w:fill="auto"/>
          </w:tcPr>
          <w:p w14:paraId="4F644E5C" w14:textId="303BE88B" w:rsidR="003646F2" w:rsidRPr="0014074A" w:rsidDel="007B521B" w:rsidRDefault="00DF6013" w:rsidP="00ED000B">
            <w:pPr>
              <w:jc w:val="center"/>
            </w:pPr>
            <w:r w:rsidRPr="0014074A">
              <w:t>KH 520</w:t>
            </w:r>
          </w:p>
        </w:tc>
      </w:tr>
      <w:tr w:rsidR="003646F2" w:rsidRPr="0014074A" w14:paraId="312FAD65" w14:textId="77777777" w:rsidTr="00E151F7">
        <w:trPr>
          <w:trHeight w:val="144"/>
        </w:trPr>
        <w:tc>
          <w:tcPr>
            <w:tcW w:w="1850" w:type="dxa"/>
            <w:tcBorders>
              <w:top w:val="single" w:sz="4" w:space="0" w:color="auto"/>
              <w:left w:val="single" w:sz="4" w:space="0" w:color="auto"/>
              <w:bottom w:val="single" w:sz="4" w:space="0" w:color="auto"/>
              <w:right w:val="single" w:sz="4" w:space="0" w:color="auto"/>
            </w:tcBorders>
            <w:shd w:val="clear" w:color="auto" w:fill="auto"/>
          </w:tcPr>
          <w:p w14:paraId="7EB4A0D8" w14:textId="779B5093" w:rsidR="003646F2" w:rsidRPr="0014074A" w:rsidRDefault="00F427A2" w:rsidP="00ED000B">
            <w:pPr>
              <w:jc w:val="center"/>
            </w:pPr>
            <w:r w:rsidRPr="0014074A">
              <w:t>Jahitorn</w:t>
            </w:r>
          </w:p>
        </w:tc>
        <w:tc>
          <w:tcPr>
            <w:tcW w:w="1561" w:type="dxa"/>
            <w:tcBorders>
              <w:top w:val="single" w:sz="4" w:space="0" w:color="auto"/>
              <w:left w:val="single" w:sz="4" w:space="0" w:color="auto"/>
              <w:bottom w:val="single" w:sz="4" w:space="0" w:color="auto"/>
              <w:right w:val="single" w:sz="4" w:space="0" w:color="auto"/>
            </w:tcBorders>
            <w:shd w:val="clear" w:color="auto" w:fill="auto"/>
          </w:tcPr>
          <w:p w14:paraId="728B6DCF" w14:textId="1C65C113" w:rsidR="003646F2" w:rsidRPr="0014074A" w:rsidRDefault="00F427A2" w:rsidP="00F427A2">
            <w:pPr>
              <w:jc w:val="center"/>
            </w:pPr>
            <w:r w:rsidRPr="0014074A">
              <w:t>399530</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6A009B67" w14:textId="6D1F0B3A" w:rsidR="003646F2" w:rsidRPr="0014074A" w:rsidRDefault="00F427A2" w:rsidP="00F427A2">
            <w:pPr>
              <w:jc w:val="center"/>
            </w:pPr>
            <w:r w:rsidRPr="0014074A">
              <w:t>6454976</w:t>
            </w:r>
          </w:p>
        </w:tc>
        <w:tc>
          <w:tcPr>
            <w:tcW w:w="1851" w:type="dxa"/>
            <w:tcBorders>
              <w:top w:val="single" w:sz="4" w:space="0" w:color="auto"/>
              <w:left w:val="single" w:sz="4" w:space="0" w:color="auto"/>
              <w:bottom w:val="single" w:sz="4" w:space="0" w:color="auto"/>
              <w:right w:val="single" w:sz="4" w:space="0" w:color="auto"/>
            </w:tcBorders>
            <w:shd w:val="clear" w:color="auto" w:fill="auto"/>
          </w:tcPr>
          <w:p w14:paraId="3456AC57" w14:textId="67BA1BD5" w:rsidR="003646F2" w:rsidRPr="0014074A" w:rsidRDefault="00882C10" w:rsidP="00882C10">
            <w:pPr>
              <w:jc w:val="center"/>
            </w:pPr>
            <w:r w:rsidRPr="0014074A">
              <w:t>34801:008:0022</w:t>
            </w:r>
          </w:p>
        </w:tc>
        <w:tc>
          <w:tcPr>
            <w:tcW w:w="2046" w:type="dxa"/>
            <w:tcBorders>
              <w:top w:val="single" w:sz="4" w:space="0" w:color="auto"/>
              <w:left w:val="single" w:sz="4" w:space="0" w:color="auto"/>
              <w:bottom w:val="single" w:sz="4" w:space="0" w:color="auto"/>
              <w:right w:val="single" w:sz="4" w:space="0" w:color="auto"/>
            </w:tcBorders>
            <w:shd w:val="clear" w:color="auto" w:fill="auto"/>
          </w:tcPr>
          <w:p w14:paraId="7C1E4AFC" w14:textId="2249AFD8" w:rsidR="003646F2" w:rsidRPr="0014074A" w:rsidRDefault="00F427A2" w:rsidP="00F427A2">
            <w:pPr>
              <w:jc w:val="center"/>
            </w:pPr>
            <w:r w:rsidRPr="0014074A">
              <w:t xml:space="preserve">QE605, </w:t>
            </w:r>
            <w:proofErr w:type="spellStart"/>
            <w:r w:rsidRPr="0014074A">
              <w:t>er</w:t>
            </w:r>
            <w:proofErr w:type="spellEnd"/>
            <w:r w:rsidRPr="0014074A">
              <w:t xml:space="preserve"> 9</w:t>
            </w:r>
          </w:p>
        </w:tc>
      </w:tr>
      <w:tr w:rsidR="003646F2" w:rsidRPr="0014074A" w14:paraId="0DD7748D" w14:textId="77777777" w:rsidTr="00E151F7">
        <w:trPr>
          <w:trHeight w:val="144"/>
        </w:trPr>
        <w:tc>
          <w:tcPr>
            <w:tcW w:w="1850" w:type="dxa"/>
            <w:tcBorders>
              <w:top w:val="single" w:sz="4" w:space="0" w:color="auto"/>
              <w:left w:val="single" w:sz="4" w:space="0" w:color="auto"/>
              <w:bottom w:val="single" w:sz="4" w:space="0" w:color="auto"/>
              <w:right w:val="single" w:sz="4" w:space="0" w:color="auto"/>
            </w:tcBorders>
            <w:shd w:val="clear" w:color="auto" w:fill="auto"/>
          </w:tcPr>
          <w:p w14:paraId="0D1BBB4F" w14:textId="344CB292" w:rsidR="005C60E7" w:rsidRPr="0014074A" w:rsidRDefault="005C60E7" w:rsidP="005C60E7">
            <w:pPr>
              <w:jc w:val="center"/>
            </w:pPr>
            <w:r w:rsidRPr="0014074A">
              <w:t>Jahitorn</w:t>
            </w:r>
          </w:p>
        </w:tc>
        <w:tc>
          <w:tcPr>
            <w:tcW w:w="1561" w:type="dxa"/>
            <w:tcBorders>
              <w:top w:val="single" w:sz="4" w:space="0" w:color="auto"/>
              <w:left w:val="single" w:sz="4" w:space="0" w:color="auto"/>
              <w:bottom w:val="single" w:sz="4" w:space="0" w:color="auto"/>
              <w:right w:val="single" w:sz="4" w:space="0" w:color="auto"/>
            </w:tcBorders>
            <w:shd w:val="clear" w:color="auto" w:fill="auto"/>
          </w:tcPr>
          <w:p w14:paraId="7BED8157" w14:textId="449802FC" w:rsidR="003646F2" w:rsidRPr="0014074A" w:rsidRDefault="005C60E7" w:rsidP="005C60E7">
            <w:pPr>
              <w:jc w:val="center"/>
            </w:pPr>
            <w:r w:rsidRPr="0014074A">
              <w:t>395770</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6187D6EC" w14:textId="23CB3510" w:rsidR="003646F2" w:rsidRPr="0014074A" w:rsidRDefault="005C60E7" w:rsidP="005C60E7">
            <w:pPr>
              <w:jc w:val="center"/>
            </w:pPr>
            <w:r w:rsidRPr="0014074A">
              <w:t>6452649</w:t>
            </w:r>
          </w:p>
        </w:tc>
        <w:tc>
          <w:tcPr>
            <w:tcW w:w="1851" w:type="dxa"/>
            <w:tcBorders>
              <w:top w:val="single" w:sz="4" w:space="0" w:color="auto"/>
              <w:left w:val="single" w:sz="4" w:space="0" w:color="auto"/>
              <w:bottom w:val="single" w:sz="4" w:space="0" w:color="auto"/>
              <w:right w:val="single" w:sz="4" w:space="0" w:color="auto"/>
            </w:tcBorders>
            <w:shd w:val="clear" w:color="auto" w:fill="auto"/>
          </w:tcPr>
          <w:p w14:paraId="334D005D" w14:textId="645316E5" w:rsidR="003646F2" w:rsidRPr="0014074A" w:rsidRDefault="00C81AAB" w:rsidP="00C81AAB">
            <w:pPr>
              <w:jc w:val="center"/>
            </w:pPr>
            <w:r w:rsidRPr="0014074A">
              <w:t>72101:001:0009</w:t>
            </w:r>
          </w:p>
        </w:tc>
        <w:tc>
          <w:tcPr>
            <w:tcW w:w="2046" w:type="dxa"/>
            <w:tcBorders>
              <w:top w:val="single" w:sz="4" w:space="0" w:color="auto"/>
              <w:left w:val="single" w:sz="4" w:space="0" w:color="auto"/>
              <w:bottom w:val="single" w:sz="4" w:space="0" w:color="auto"/>
              <w:right w:val="single" w:sz="4" w:space="0" w:color="auto"/>
            </w:tcBorders>
            <w:shd w:val="clear" w:color="auto" w:fill="auto"/>
          </w:tcPr>
          <w:p w14:paraId="2C13C774" w14:textId="729D52A8" w:rsidR="003646F2" w:rsidRPr="0014074A" w:rsidDel="007B521B" w:rsidRDefault="005C60E7" w:rsidP="005C60E7">
            <w:pPr>
              <w:jc w:val="center"/>
            </w:pPr>
            <w:r w:rsidRPr="0014074A">
              <w:t>Tamme</w:t>
            </w:r>
          </w:p>
        </w:tc>
      </w:tr>
      <w:tr w:rsidR="003646F2" w:rsidRPr="0014074A" w14:paraId="5E8E548A" w14:textId="77777777" w:rsidTr="00E151F7">
        <w:trPr>
          <w:trHeight w:val="144"/>
        </w:trPr>
        <w:tc>
          <w:tcPr>
            <w:tcW w:w="1850" w:type="dxa"/>
            <w:tcBorders>
              <w:top w:val="single" w:sz="4" w:space="0" w:color="auto"/>
              <w:left w:val="single" w:sz="4" w:space="0" w:color="auto"/>
              <w:bottom w:val="single" w:sz="4" w:space="0" w:color="auto"/>
              <w:right w:val="single" w:sz="4" w:space="0" w:color="auto"/>
            </w:tcBorders>
            <w:shd w:val="clear" w:color="auto" w:fill="auto"/>
          </w:tcPr>
          <w:p w14:paraId="1D9EFCAC" w14:textId="2C92CD08" w:rsidR="003646F2" w:rsidRPr="0014074A" w:rsidRDefault="009B7A7C" w:rsidP="00ED000B">
            <w:pPr>
              <w:jc w:val="center"/>
            </w:pPr>
            <w:r w:rsidRPr="0014074A">
              <w:t>Jahitorn</w:t>
            </w:r>
          </w:p>
        </w:tc>
        <w:tc>
          <w:tcPr>
            <w:tcW w:w="1561" w:type="dxa"/>
            <w:tcBorders>
              <w:top w:val="single" w:sz="4" w:space="0" w:color="auto"/>
              <w:left w:val="single" w:sz="4" w:space="0" w:color="auto"/>
              <w:bottom w:val="single" w:sz="4" w:space="0" w:color="auto"/>
              <w:right w:val="single" w:sz="4" w:space="0" w:color="auto"/>
            </w:tcBorders>
            <w:shd w:val="clear" w:color="auto" w:fill="auto"/>
          </w:tcPr>
          <w:p w14:paraId="775015D8" w14:textId="1B466C23" w:rsidR="003646F2" w:rsidRPr="0014074A" w:rsidRDefault="00725445" w:rsidP="00725445">
            <w:pPr>
              <w:jc w:val="center"/>
            </w:pPr>
            <w:r w:rsidRPr="0014074A">
              <w:t>398100</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5662E49F" w14:textId="26992FD5" w:rsidR="003646F2" w:rsidRPr="0014074A" w:rsidRDefault="0011051F" w:rsidP="0011051F">
            <w:pPr>
              <w:jc w:val="center"/>
            </w:pPr>
            <w:r w:rsidRPr="0014074A">
              <w:t>6454548</w:t>
            </w:r>
          </w:p>
        </w:tc>
        <w:tc>
          <w:tcPr>
            <w:tcW w:w="1851" w:type="dxa"/>
            <w:tcBorders>
              <w:top w:val="single" w:sz="4" w:space="0" w:color="auto"/>
              <w:left w:val="single" w:sz="4" w:space="0" w:color="auto"/>
              <w:bottom w:val="single" w:sz="4" w:space="0" w:color="auto"/>
              <w:right w:val="single" w:sz="4" w:space="0" w:color="auto"/>
            </w:tcBorders>
            <w:shd w:val="clear" w:color="auto" w:fill="auto"/>
          </w:tcPr>
          <w:p w14:paraId="2AE989FF" w14:textId="1FD5A16C" w:rsidR="003646F2" w:rsidRPr="0014074A" w:rsidRDefault="0011051F" w:rsidP="0011051F">
            <w:pPr>
              <w:jc w:val="center"/>
            </w:pPr>
            <w:r w:rsidRPr="0014074A">
              <w:t>37301:006:0240</w:t>
            </w:r>
          </w:p>
        </w:tc>
        <w:tc>
          <w:tcPr>
            <w:tcW w:w="2046" w:type="dxa"/>
            <w:tcBorders>
              <w:top w:val="single" w:sz="4" w:space="0" w:color="auto"/>
              <w:left w:val="single" w:sz="4" w:space="0" w:color="auto"/>
              <w:bottom w:val="single" w:sz="4" w:space="0" w:color="auto"/>
              <w:right w:val="single" w:sz="4" w:space="0" w:color="auto"/>
            </w:tcBorders>
            <w:shd w:val="clear" w:color="auto" w:fill="auto"/>
          </w:tcPr>
          <w:p w14:paraId="5C5FB422" w14:textId="648776EC" w:rsidR="003646F2" w:rsidRPr="0014074A" w:rsidDel="007B521B" w:rsidRDefault="009B7A7C" w:rsidP="009B7A7C">
            <w:pPr>
              <w:jc w:val="center"/>
            </w:pPr>
            <w:r w:rsidRPr="0014074A">
              <w:t xml:space="preserve">KH739, </w:t>
            </w:r>
            <w:proofErr w:type="spellStart"/>
            <w:r w:rsidRPr="0014074A">
              <w:t>er</w:t>
            </w:r>
            <w:proofErr w:type="spellEnd"/>
            <w:r w:rsidRPr="0014074A">
              <w:t xml:space="preserve"> 16</w:t>
            </w:r>
          </w:p>
        </w:tc>
      </w:tr>
      <w:tr w:rsidR="003646F2" w:rsidRPr="0014074A" w14:paraId="29FD735C" w14:textId="77777777" w:rsidTr="00E151F7">
        <w:trPr>
          <w:trHeight w:val="144"/>
        </w:trPr>
        <w:tc>
          <w:tcPr>
            <w:tcW w:w="1850" w:type="dxa"/>
            <w:tcBorders>
              <w:top w:val="single" w:sz="4" w:space="0" w:color="auto"/>
              <w:left w:val="single" w:sz="4" w:space="0" w:color="auto"/>
              <w:bottom w:val="single" w:sz="4" w:space="0" w:color="auto"/>
              <w:right w:val="single" w:sz="4" w:space="0" w:color="auto"/>
            </w:tcBorders>
            <w:shd w:val="clear" w:color="auto" w:fill="auto"/>
          </w:tcPr>
          <w:p w14:paraId="154E2A52" w14:textId="47DA7821" w:rsidR="003646F2" w:rsidRPr="0014074A" w:rsidRDefault="00957A53" w:rsidP="00ED000B">
            <w:pPr>
              <w:jc w:val="center"/>
            </w:pPr>
            <w:r w:rsidRPr="0014074A">
              <w:t>Jahitorn</w:t>
            </w:r>
          </w:p>
        </w:tc>
        <w:tc>
          <w:tcPr>
            <w:tcW w:w="1561" w:type="dxa"/>
            <w:tcBorders>
              <w:top w:val="single" w:sz="4" w:space="0" w:color="auto"/>
              <w:left w:val="single" w:sz="4" w:space="0" w:color="auto"/>
              <w:bottom w:val="single" w:sz="4" w:space="0" w:color="auto"/>
              <w:right w:val="single" w:sz="4" w:space="0" w:color="auto"/>
            </w:tcBorders>
            <w:shd w:val="clear" w:color="auto" w:fill="auto"/>
          </w:tcPr>
          <w:p w14:paraId="72BA4CC0" w14:textId="18999C3C" w:rsidR="003646F2" w:rsidRPr="0014074A" w:rsidRDefault="0014074A" w:rsidP="0014074A">
            <w:pPr>
              <w:jc w:val="center"/>
            </w:pPr>
            <w:r w:rsidRPr="0014074A">
              <w:t>392427</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701F4E18" w14:textId="36D59E86" w:rsidR="003646F2" w:rsidRPr="0014074A" w:rsidRDefault="00E80027" w:rsidP="00E80027">
            <w:pPr>
              <w:jc w:val="center"/>
            </w:pPr>
            <w:r w:rsidRPr="0014074A">
              <w:t>6454330</w:t>
            </w:r>
          </w:p>
        </w:tc>
        <w:tc>
          <w:tcPr>
            <w:tcW w:w="1851" w:type="dxa"/>
            <w:tcBorders>
              <w:top w:val="single" w:sz="4" w:space="0" w:color="auto"/>
              <w:left w:val="single" w:sz="4" w:space="0" w:color="auto"/>
              <w:bottom w:val="single" w:sz="4" w:space="0" w:color="auto"/>
              <w:right w:val="single" w:sz="4" w:space="0" w:color="auto"/>
            </w:tcBorders>
            <w:shd w:val="clear" w:color="auto" w:fill="auto"/>
          </w:tcPr>
          <w:p w14:paraId="7C03E1BB" w14:textId="65557273" w:rsidR="003646F2" w:rsidRPr="0014074A" w:rsidRDefault="00E80027" w:rsidP="00E80027">
            <w:pPr>
              <w:jc w:val="center"/>
            </w:pPr>
            <w:r w:rsidRPr="0014074A">
              <w:t>44001:004:0787</w:t>
            </w:r>
          </w:p>
        </w:tc>
        <w:tc>
          <w:tcPr>
            <w:tcW w:w="2046" w:type="dxa"/>
            <w:tcBorders>
              <w:top w:val="single" w:sz="4" w:space="0" w:color="auto"/>
              <w:left w:val="single" w:sz="4" w:space="0" w:color="auto"/>
              <w:bottom w:val="single" w:sz="4" w:space="0" w:color="auto"/>
              <w:right w:val="single" w:sz="4" w:space="0" w:color="auto"/>
            </w:tcBorders>
            <w:shd w:val="clear" w:color="auto" w:fill="auto"/>
          </w:tcPr>
          <w:p w14:paraId="3BF7BC3E" w14:textId="1D9D46E9" w:rsidR="0014074A" w:rsidRPr="0014074A" w:rsidDel="007B521B" w:rsidRDefault="0014074A" w:rsidP="0014074A">
            <w:pPr>
              <w:jc w:val="center"/>
            </w:pPr>
            <w:r w:rsidRPr="0014074A">
              <w:t>Kinnine torn</w:t>
            </w:r>
          </w:p>
        </w:tc>
      </w:tr>
      <w:tr w:rsidR="003646F2" w:rsidRPr="0014074A" w14:paraId="6BB9E7B5" w14:textId="77777777" w:rsidTr="00E151F7">
        <w:trPr>
          <w:trHeight w:val="144"/>
        </w:trPr>
        <w:tc>
          <w:tcPr>
            <w:tcW w:w="1850" w:type="dxa"/>
            <w:tcBorders>
              <w:top w:val="single" w:sz="4" w:space="0" w:color="auto"/>
              <w:left w:val="single" w:sz="4" w:space="0" w:color="auto"/>
              <w:bottom w:val="single" w:sz="4" w:space="0" w:color="auto"/>
              <w:right w:val="single" w:sz="4" w:space="0" w:color="auto"/>
            </w:tcBorders>
            <w:shd w:val="clear" w:color="auto" w:fill="auto"/>
          </w:tcPr>
          <w:p w14:paraId="7B3F6C48" w14:textId="77777777" w:rsidR="003646F2" w:rsidRPr="0014074A" w:rsidRDefault="003646F2" w:rsidP="00ED000B">
            <w:pPr>
              <w:jc w:val="center"/>
            </w:pPr>
            <w:r w:rsidRPr="0014074A">
              <w:t>Söödakoht</w:t>
            </w:r>
          </w:p>
        </w:tc>
        <w:tc>
          <w:tcPr>
            <w:tcW w:w="1561" w:type="dxa"/>
            <w:tcBorders>
              <w:top w:val="single" w:sz="4" w:space="0" w:color="auto"/>
              <w:left w:val="single" w:sz="4" w:space="0" w:color="auto"/>
              <w:bottom w:val="single" w:sz="4" w:space="0" w:color="auto"/>
              <w:right w:val="single" w:sz="4" w:space="0" w:color="auto"/>
            </w:tcBorders>
            <w:shd w:val="clear" w:color="auto" w:fill="auto"/>
          </w:tcPr>
          <w:p w14:paraId="4B29FA85" w14:textId="33741900" w:rsidR="003646F2" w:rsidRPr="0014074A" w:rsidRDefault="00603DAD" w:rsidP="00603DAD">
            <w:pPr>
              <w:jc w:val="center"/>
            </w:pPr>
            <w:r w:rsidRPr="0014074A">
              <w:t>394358</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247C9D9B" w14:textId="760EE2F1" w:rsidR="003646F2" w:rsidRPr="0014074A" w:rsidRDefault="00603DAD" w:rsidP="00603DAD">
            <w:pPr>
              <w:jc w:val="center"/>
            </w:pPr>
            <w:r w:rsidRPr="0014074A">
              <w:t>6453953</w:t>
            </w:r>
          </w:p>
        </w:tc>
        <w:tc>
          <w:tcPr>
            <w:tcW w:w="1851" w:type="dxa"/>
            <w:tcBorders>
              <w:top w:val="single" w:sz="4" w:space="0" w:color="auto"/>
              <w:left w:val="single" w:sz="4" w:space="0" w:color="auto"/>
              <w:bottom w:val="single" w:sz="4" w:space="0" w:color="auto"/>
              <w:right w:val="single" w:sz="4" w:space="0" w:color="auto"/>
            </w:tcBorders>
            <w:shd w:val="clear" w:color="auto" w:fill="auto"/>
          </w:tcPr>
          <w:p w14:paraId="5BB6FC41" w14:textId="65342E2D" w:rsidR="003646F2" w:rsidRPr="0014074A" w:rsidRDefault="00687294" w:rsidP="00687294">
            <w:pPr>
              <w:jc w:val="center"/>
            </w:pPr>
            <w:r w:rsidRPr="0014074A">
              <w:t>72101:001:0334</w:t>
            </w:r>
          </w:p>
        </w:tc>
        <w:tc>
          <w:tcPr>
            <w:tcW w:w="2046" w:type="dxa"/>
            <w:tcBorders>
              <w:top w:val="single" w:sz="4" w:space="0" w:color="auto"/>
              <w:left w:val="single" w:sz="4" w:space="0" w:color="auto"/>
              <w:bottom w:val="single" w:sz="4" w:space="0" w:color="auto"/>
              <w:right w:val="single" w:sz="4" w:space="0" w:color="auto"/>
            </w:tcBorders>
            <w:shd w:val="clear" w:color="auto" w:fill="auto"/>
          </w:tcPr>
          <w:p w14:paraId="15F82541" w14:textId="250187F0" w:rsidR="003646F2" w:rsidRPr="0014074A" w:rsidDel="007B521B" w:rsidRDefault="00500CCB" w:rsidP="00687294">
            <w:pPr>
              <w:jc w:val="center"/>
            </w:pPr>
            <w:r w:rsidRPr="0014074A">
              <w:t>KH377</w:t>
            </w:r>
            <w:r w:rsidR="00141684" w:rsidRPr="0014074A">
              <w:t xml:space="preserve">, </w:t>
            </w:r>
            <w:proofErr w:type="spellStart"/>
            <w:r w:rsidR="00141684" w:rsidRPr="0014074A">
              <w:t>er</w:t>
            </w:r>
            <w:proofErr w:type="spellEnd"/>
            <w:r w:rsidR="00141684" w:rsidRPr="0014074A">
              <w:t xml:space="preserve"> 5</w:t>
            </w:r>
          </w:p>
        </w:tc>
      </w:tr>
      <w:tr w:rsidR="003646F2" w:rsidRPr="0014074A" w14:paraId="1854EF73" w14:textId="77777777" w:rsidTr="00E151F7">
        <w:trPr>
          <w:trHeight w:val="276"/>
        </w:trPr>
        <w:tc>
          <w:tcPr>
            <w:tcW w:w="1850" w:type="dxa"/>
            <w:tcBorders>
              <w:top w:val="single" w:sz="4" w:space="0" w:color="auto"/>
              <w:left w:val="single" w:sz="4" w:space="0" w:color="auto"/>
              <w:bottom w:val="single" w:sz="4" w:space="0" w:color="auto"/>
              <w:right w:val="single" w:sz="4" w:space="0" w:color="auto"/>
            </w:tcBorders>
            <w:shd w:val="clear" w:color="auto" w:fill="auto"/>
          </w:tcPr>
          <w:p w14:paraId="55FAF454" w14:textId="77777777" w:rsidR="003646F2" w:rsidRPr="0014074A" w:rsidRDefault="003646F2" w:rsidP="00ED000B">
            <w:pPr>
              <w:jc w:val="center"/>
            </w:pPr>
            <w:r w:rsidRPr="0014074A">
              <w:t>Söödakoht</w:t>
            </w:r>
          </w:p>
        </w:tc>
        <w:tc>
          <w:tcPr>
            <w:tcW w:w="1561" w:type="dxa"/>
            <w:tcBorders>
              <w:top w:val="single" w:sz="4" w:space="0" w:color="auto"/>
              <w:left w:val="single" w:sz="4" w:space="0" w:color="auto"/>
              <w:bottom w:val="single" w:sz="4" w:space="0" w:color="auto"/>
              <w:right w:val="single" w:sz="4" w:space="0" w:color="auto"/>
            </w:tcBorders>
            <w:shd w:val="clear" w:color="auto" w:fill="auto"/>
          </w:tcPr>
          <w:p w14:paraId="177C11CF" w14:textId="53AC7EEE" w:rsidR="003646F2" w:rsidRPr="0014074A" w:rsidRDefault="009D4E0E" w:rsidP="009D4E0E">
            <w:pPr>
              <w:jc w:val="center"/>
            </w:pPr>
            <w:r w:rsidRPr="0014074A">
              <w:t>392491</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0DC3FD22" w14:textId="7F3E138A" w:rsidR="003646F2" w:rsidRPr="0014074A" w:rsidRDefault="009D4E0E" w:rsidP="00ED000B">
            <w:pPr>
              <w:jc w:val="center"/>
            </w:pPr>
            <w:r w:rsidRPr="0014074A">
              <w:t>6454356</w:t>
            </w:r>
          </w:p>
        </w:tc>
        <w:tc>
          <w:tcPr>
            <w:tcW w:w="1851" w:type="dxa"/>
            <w:tcBorders>
              <w:top w:val="single" w:sz="4" w:space="0" w:color="auto"/>
              <w:left w:val="single" w:sz="4" w:space="0" w:color="auto"/>
              <w:bottom w:val="single" w:sz="4" w:space="0" w:color="auto"/>
              <w:right w:val="single" w:sz="4" w:space="0" w:color="auto"/>
            </w:tcBorders>
            <w:shd w:val="clear" w:color="auto" w:fill="auto"/>
          </w:tcPr>
          <w:p w14:paraId="32D2A70B" w14:textId="5FC535C5" w:rsidR="003646F2" w:rsidRPr="0014074A" w:rsidRDefault="002016A3" w:rsidP="00ED000B">
            <w:pPr>
              <w:jc w:val="center"/>
            </w:pPr>
            <w:r w:rsidRPr="0014074A">
              <w:t>44001:004:0787</w:t>
            </w:r>
          </w:p>
        </w:tc>
        <w:tc>
          <w:tcPr>
            <w:tcW w:w="2046" w:type="dxa"/>
            <w:tcBorders>
              <w:top w:val="single" w:sz="4" w:space="0" w:color="auto"/>
              <w:left w:val="single" w:sz="4" w:space="0" w:color="auto"/>
              <w:bottom w:val="single" w:sz="4" w:space="0" w:color="auto"/>
              <w:right w:val="single" w:sz="4" w:space="0" w:color="auto"/>
            </w:tcBorders>
            <w:shd w:val="clear" w:color="auto" w:fill="auto"/>
          </w:tcPr>
          <w:p w14:paraId="565F127B" w14:textId="0141A06B" w:rsidR="003646F2" w:rsidRPr="0014074A" w:rsidDel="007B521B" w:rsidRDefault="009D4E0E" w:rsidP="009D4E0E">
            <w:pPr>
              <w:jc w:val="center"/>
            </w:pPr>
            <w:r w:rsidRPr="0014074A">
              <w:t xml:space="preserve">KH476, </w:t>
            </w:r>
            <w:proofErr w:type="spellStart"/>
            <w:r w:rsidRPr="0014074A">
              <w:t>er</w:t>
            </w:r>
            <w:proofErr w:type="spellEnd"/>
            <w:r w:rsidRPr="0014074A">
              <w:t xml:space="preserve"> 13</w:t>
            </w:r>
          </w:p>
        </w:tc>
      </w:tr>
      <w:tr w:rsidR="00187573" w:rsidRPr="0014074A" w14:paraId="51785413" w14:textId="77777777" w:rsidTr="00E151F7">
        <w:trPr>
          <w:trHeight w:val="276"/>
        </w:trPr>
        <w:tc>
          <w:tcPr>
            <w:tcW w:w="1850" w:type="dxa"/>
            <w:tcBorders>
              <w:top w:val="single" w:sz="4" w:space="0" w:color="auto"/>
              <w:left w:val="single" w:sz="4" w:space="0" w:color="auto"/>
              <w:bottom w:val="single" w:sz="4" w:space="0" w:color="auto"/>
              <w:right w:val="single" w:sz="4" w:space="0" w:color="auto"/>
            </w:tcBorders>
            <w:shd w:val="clear" w:color="auto" w:fill="auto"/>
          </w:tcPr>
          <w:p w14:paraId="3883B51C" w14:textId="00F97A1C" w:rsidR="00187573" w:rsidRPr="0014074A" w:rsidRDefault="00187573" w:rsidP="00ED000B">
            <w:pPr>
              <w:jc w:val="center"/>
            </w:pPr>
            <w:r w:rsidRPr="0014074A">
              <w:t>Söödakoht</w:t>
            </w:r>
          </w:p>
        </w:tc>
        <w:tc>
          <w:tcPr>
            <w:tcW w:w="1561" w:type="dxa"/>
            <w:tcBorders>
              <w:top w:val="single" w:sz="4" w:space="0" w:color="auto"/>
              <w:left w:val="single" w:sz="4" w:space="0" w:color="auto"/>
              <w:bottom w:val="single" w:sz="4" w:space="0" w:color="auto"/>
              <w:right w:val="single" w:sz="4" w:space="0" w:color="auto"/>
            </w:tcBorders>
            <w:shd w:val="clear" w:color="auto" w:fill="auto"/>
          </w:tcPr>
          <w:p w14:paraId="2FC7BCC1" w14:textId="3F7AA25C" w:rsidR="00187573" w:rsidRPr="0014074A" w:rsidRDefault="00F320B8" w:rsidP="00F320B8">
            <w:pPr>
              <w:jc w:val="center"/>
            </w:pPr>
            <w:r w:rsidRPr="0014074A">
              <w:t>396802</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1CA0F9D4" w14:textId="2BEB1D7D" w:rsidR="00187573" w:rsidRPr="0014074A" w:rsidRDefault="00187573" w:rsidP="00187573">
            <w:pPr>
              <w:jc w:val="center"/>
            </w:pPr>
            <w:r w:rsidRPr="0014074A">
              <w:t>6456147</w:t>
            </w:r>
          </w:p>
        </w:tc>
        <w:tc>
          <w:tcPr>
            <w:tcW w:w="1851" w:type="dxa"/>
            <w:tcBorders>
              <w:top w:val="single" w:sz="4" w:space="0" w:color="auto"/>
              <w:left w:val="single" w:sz="4" w:space="0" w:color="auto"/>
              <w:bottom w:val="single" w:sz="4" w:space="0" w:color="auto"/>
              <w:right w:val="single" w:sz="4" w:space="0" w:color="auto"/>
            </w:tcBorders>
            <w:shd w:val="clear" w:color="auto" w:fill="auto"/>
          </w:tcPr>
          <w:p w14:paraId="669CF8F4" w14:textId="5FE77E11" w:rsidR="00187573" w:rsidRPr="0014074A" w:rsidRDefault="00187573" w:rsidP="00187573">
            <w:pPr>
              <w:jc w:val="center"/>
            </w:pPr>
            <w:r w:rsidRPr="0014074A">
              <w:t>37301:006:0211</w:t>
            </w:r>
          </w:p>
        </w:tc>
        <w:tc>
          <w:tcPr>
            <w:tcW w:w="2046" w:type="dxa"/>
            <w:tcBorders>
              <w:top w:val="single" w:sz="4" w:space="0" w:color="auto"/>
              <w:left w:val="single" w:sz="4" w:space="0" w:color="auto"/>
              <w:bottom w:val="single" w:sz="4" w:space="0" w:color="auto"/>
              <w:right w:val="single" w:sz="4" w:space="0" w:color="auto"/>
            </w:tcBorders>
            <w:shd w:val="clear" w:color="auto" w:fill="auto"/>
          </w:tcPr>
          <w:p w14:paraId="2F0798A9" w14:textId="0F7B01F6" w:rsidR="00187573" w:rsidRPr="0014074A" w:rsidRDefault="00187573" w:rsidP="00187573">
            <w:pPr>
              <w:jc w:val="center"/>
            </w:pPr>
            <w:r w:rsidRPr="0014074A">
              <w:t>Vardi</w:t>
            </w:r>
          </w:p>
        </w:tc>
      </w:tr>
      <w:tr w:rsidR="00957A53" w:rsidRPr="0014074A" w14:paraId="59C1EECA" w14:textId="77777777" w:rsidTr="00E151F7">
        <w:trPr>
          <w:trHeight w:val="276"/>
        </w:trPr>
        <w:tc>
          <w:tcPr>
            <w:tcW w:w="1850" w:type="dxa"/>
            <w:tcBorders>
              <w:top w:val="single" w:sz="4" w:space="0" w:color="auto"/>
              <w:left w:val="single" w:sz="4" w:space="0" w:color="auto"/>
              <w:bottom w:val="single" w:sz="4" w:space="0" w:color="auto"/>
              <w:right w:val="single" w:sz="4" w:space="0" w:color="auto"/>
            </w:tcBorders>
            <w:shd w:val="clear" w:color="auto" w:fill="auto"/>
          </w:tcPr>
          <w:p w14:paraId="64E45919" w14:textId="18172019" w:rsidR="00957A53" w:rsidRPr="0014074A" w:rsidRDefault="00957A53" w:rsidP="00ED000B">
            <w:pPr>
              <w:jc w:val="center"/>
            </w:pPr>
            <w:r w:rsidRPr="0014074A">
              <w:t>Söödakoht</w:t>
            </w:r>
          </w:p>
        </w:tc>
        <w:tc>
          <w:tcPr>
            <w:tcW w:w="1561" w:type="dxa"/>
            <w:tcBorders>
              <w:top w:val="single" w:sz="4" w:space="0" w:color="auto"/>
              <w:left w:val="single" w:sz="4" w:space="0" w:color="auto"/>
              <w:bottom w:val="single" w:sz="4" w:space="0" w:color="auto"/>
              <w:right w:val="single" w:sz="4" w:space="0" w:color="auto"/>
            </w:tcBorders>
            <w:shd w:val="clear" w:color="auto" w:fill="auto"/>
          </w:tcPr>
          <w:p w14:paraId="273AFB69" w14:textId="2E1ED060" w:rsidR="00957A53" w:rsidRPr="0014074A" w:rsidRDefault="00957A53" w:rsidP="00F320B8">
            <w:pPr>
              <w:jc w:val="center"/>
            </w:pPr>
            <w:r w:rsidRPr="0014074A">
              <w:t>401363</w:t>
            </w:r>
          </w:p>
        </w:tc>
        <w:tc>
          <w:tcPr>
            <w:tcW w:w="2139" w:type="dxa"/>
            <w:tcBorders>
              <w:top w:val="single" w:sz="4" w:space="0" w:color="auto"/>
              <w:left w:val="single" w:sz="4" w:space="0" w:color="auto"/>
              <w:bottom w:val="single" w:sz="4" w:space="0" w:color="auto"/>
              <w:right w:val="single" w:sz="4" w:space="0" w:color="auto"/>
            </w:tcBorders>
            <w:shd w:val="clear" w:color="auto" w:fill="auto"/>
          </w:tcPr>
          <w:p w14:paraId="1CCBB121" w14:textId="0C59F4A5" w:rsidR="00957A53" w:rsidRPr="0014074A" w:rsidRDefault="00957A53" w:rsidP="00187573">
            <w:pPr>
              <w:jc w:val="center"/>
            </w:pPr>
            <w:r w:rsidRPr="0014074A">
              <w:t>6455771</w:t>
            </w:r>
          </w:p>
        </w:tc>
        <w:tc>
          <w:tcPr>
            <w:tcW w:w="1851" w:type="dxa"/>
            <w:tcBorders>
              <w:top w:val="single" w:sz="4" w:space="0" w:color="auto"/>
              <w:left w:val="single" w:sz="4" w:space="0" w:color="auto"/>
              <w:bottom w:val="single" w:sz="4" w:space="0" w:color="auto"/>
              <w:right w:val="single" w:sz="4" w:space="0" w:color="auto"/>
            </w:tcBorders>
            <w:shd w:val="clear" w:color="auto" w:fill="auto"/>
          </w:tcPr>
          <w:p w14:paraId="4D570B7D" w14:textId="35D6B322" w:rsidR="00957A53" w:rsidRPr="0014074A" w:rsidRDefault="00957A53" w:rsidP="00187573">
            <w:pPr>
              <w:jc w:val="center"/>
            </w:pPr>
            <w:r w:rsidRPr="0014074A">
              <w:t>37301:006:0241</w:t>
            </w:r>
          </w:p>
        </w:tc>
        <w:tc>
          <w:tcPr>
            <w:tcW w:w="2046" w:type="dxa"/>
            <w:tcBorders>
              <w:top w:val="single" w:sz="4" w:space="0" w:color="auto"/>
              <w:left w:val="single" w:sz="4" w:space="0" w:color="auto"/>
              <w:bottom w:val="single" w:sz="4" w:space="0" w:color="auto"/>
              <w:right w:val="single" w:sz="4" w:space="0" w:color="auto"/>
            </w:tcBorders>
            <w:shd w:val="clear" w:color="auto" w:fill="auto"/>
          </w:tcPr>
          <w:p w14:paraId="1F60A5B6" w14:textId="7D671EFD" w:rsidR="00957A53" w:rsidRPr="0014074A" w:rsidRDefault="00957A53" w:rsidP="00187573">
            <w:pPr>
              <w:jc w:val="center"/>
            </w:pPr>
            <w:r w:rsidRPr="0014074A">
              <w:t xml:space="preserve">QE860, </w:t>
            </w:r>
            <w:proofErr w:type="spellStart"/>
            <w:r w:rsidRPr="0014074A">
              <w:t>er</w:t>
            </w:r>
            <w:proofErr w:type="spellEnd"/>
            <w:r w:rsidRPr="0014074A">
              <w:t xml:space="preserve"> 8</w:t>
            </w:r>
          </w:p>
        </w:tc>
      </w:tr>
    </w:tbl>
    <w:p w14:paraId="0D72BE6F" w14:textId="77777777" w:rsidR="003646F2" w:rsidRPr="003646F2" w:rsidRDefault="003646F2" w:rsidP="00ED000B">
      <w:pPr>
        <w:jc w:val="both"/>
        <w:rPr>
          <w:b/>
        </w:rPr>
      </w:pPr>
      <w:r w:rsidRPr="003646F2">
        <w:rPr>
          <w:b/>
        </w:rPr>
        <w:t>Maaomanike jahipidamise keeld või keeldumine lepingust: 742,87 ha, sealhulgas hirvekaamera jahikeeluala 705,31 ha.</w:t>
      </w:r>
    </w:p>
    <w:p w14:paraId="271AA762" w14:textId="77777777" w:rsidR="00E46B92" w:rsidRDefault="00E46B92" w:rsidP="001A6532">
      <w:pPr>
        <w:ind w:left="7788" w:firstLine="708"/>
        <w:jc w:val="both"/>
      </w:pPr>
      <w:r>
        <w:br w:type="page"/>
      </w:r>
      <w:r>
        <w:lastRenderedPageBreak/>
        <w:t>Lisa 3</w:t>
      </w:r>
    </w:p>
    <w:p w14:paraId="4494284D" w14:textId="77777777" w:rsidR="00E46B92" w:rsidRDefault="00E46B92" w:rsidP="006E14ED">
      <w:pPr>
        <w:pStyle w:val="Alapealkiri"/>
        <w:rPr>
          <w:rFonts w:ascii="Times New Roman" w:hAnsi="Times New Roman"/>
          <w:b w:val="0"/>
          <w:bCs w:val="0"/>
          <w:sz w:val="24"/>
          <w:szCs w:val="18"/>
          <w:lang w:val="et-EE"/>
        </w:rPr>
      </w:pPr>
      <w:r>
        <w:rPr>
          <w:rFonts w:ascii="Times New Roman" w:hAnsi="Times New Roman"/>
          <w:sz w:val="24"/>
          <w:szCs w:val="18"/>
          <w:lang w:val="et-EE"/>
        </w:rPr>
        <w:t>SUURULUKIJAHI NIMEKIRI</w:t>
      </w:r>
    </w:p>
    <w:p w14:paraId="02DAF9AD" w14:textId="77777777" w:rsidR="00E46B92" w:rsidRDefault="00E46B92" w:rsidP="006E14ED">
      <w:pPr>
        <w:pStyle w:val="Alapealkiri"/>
        <w:jc w:val="left"/>
        <w:rPr>
          <w:rFonts w:ascii="Times New Roman" w:hAnsi="Times New Roman"/>
          <w:b w:val="0"/>
          <w:bCs w:val="0"/>
          <w:sz w:val="24"/>
          <w:szCs w:val="18"/>
          <w:lang w:val="et-EE"/>
        </w:rPr>
      </w:pPr>
    </w:p>
    <w:p w14:paraId="25A92450" w14:textId="77777777" w:rsidR="00E46B92" w:rsidRDefault="00E46B92" w:rsidP="006E14ED">
      <w:pPr>
        <w:pStyle w:val="Alapealkiri"/>
        <w:jc w:val="left"/>
        <w:rPr>
          <w:rFonts w:ascii="Times New Roman" w:hAnsi="Times New Roman"/>
          <w:b w:val="0"/>
          <w:bCs w:val="0"/>
          <w:sz w:val="24"/>
          <w:szCs w:val="18"/>
          <w:lang w:val="et-EE"/>
        </w:rPr>
      </w:pPr>
      <w:r>
        <w:rPr>
          <w:rFonts w:ascii="Times New Roman" w:hAnsi="Times New Roman"/>
          <w:b w:val="0"/>
          <w:bCs w:val="0"/>
          <w:sz w:val="24"/>
          <w:szCs w:val="18"/>
          <w:lang w:val="et-EE"/>
        </w:rPr>
        <w:t>Jahi toimumise koht</w:t>
      </w:r>
      <w:r>
        <w:rPr>
          <w:rFonts w:ascii="Times New Roman" w:hAnsi="Times New Roman"/>
          <w:b w:val="0"/>
          <w:bCs w:val="0"/>
          <w:sz w:val="24"/>
          <w:szCs w:val="18"/>
          <w:lang w:val="et-EE"/>
        </w:rPr>
        <w:tab/>
      </w:r>
      <w:r w:rsidR="0056379E">
        <w:rPr>
          <w:rFonts w:ascii="Times New Roman" w:hAnsi="Times New Roman"/>
          <w:b w:val="0"/>
          <w:bCs w:val="0"/>
          <w:sz w:val="24"/>
          <w:szCs w:val="18"/>
          <w:lang w:val="et-EE"/>
        </w:rPr>
        <w:t>………………….</w:t>
      </w:r>
      <w:r w:rsidR="00754075">
        <w:rPr>
          <w:rFonts w:ascii="Times New Roman" w:hAnsi="Times New Roman"/>
          <w:b w:val="0"/>
          <w:bCs w:val="0"/>
          <w:sz w:val="24"/>
          <w:szCs w:val="18"/>
          <w:lang w:val="et-EE"/>
        </w:rPr>
        <w:t xml:space="preserve"> jahipiirkond (</w:t>
      </w:r>
      <w:r w:rsidR="0056379E">
        <w:rPr>
          <w:rFonts w:ascii="Times New Roman" w:hAnsi="Times New Roman"/>
          <w:b w:val="0"/>
          <w:bCs w:val="0"/>
          <w:sz w:val="24"/>
          <w:szCs w:val="18"/>
          <w:lang w:val="et-EE"/>
        </w:rPr>
        <w:t>…………………….</w:t>
      </w:r>
      <w:r w:rsidR="00754075">
        <w:rPr>
          <w:rFonts w:ascii="Times New Roman" w:hAnsi="Times New Roman"/>
          <w:b w:val="0"/>
          <w:bCs w:val="0"/>
          <w:sz w:val="24"/>
          <w:szCs w:val="18"/>
          <w:lang w:val="et-EE"/>
        </w:rPr>
        <w:t xml:space="preserve"> jahiala)</w:t>
      </w:r>
    </w:p>
    <w:p w14:paraId="64E2C8F6" w14:textId="77777777" w:rsidR="00E46B92" w:rsidRDefault="00E46B92" w:rsidP="006E14ED">
      <w:pPr>
        <w:pStyle w:val="Alapealkiri"/>
        <w:jc w:val="left"/>
        <w:rPr>
          <w:rFonts w:ascii="Times New Roman" w:hAnsi="Times New Roman"/>
          <w:b w:val="0"/>
          <w:bCs w:val="0"/>
          <w:sz w:val="24"/>
          <w:szCs w:val="18"/>
          <w:lang w:val="et-EE"/>
        </w:rPr>
      </w:pPr>
    </w:p>
    <w:p w14:paraId="6B44632D" w14:textId="0BF9C700" w:rsidR="00E46B92" w:rsidRDefault="00E46B92" w:rsidP="05A2A266">
      <w:pPr>
        <w:pStyle w:val="Alapealkiri"/>
        <w:jc w:val="left"/>
        <w:rPr>
          <w:rFonts w:ascii="Times New Roman" w:hAnsi="Times New Roman"/>
          <w:b w:val="0"/>
          <w:bCs w:val="0"/>
          <w:sz w:val="24"/>
          <w:szCs w:val="24"/>
        </w:rPr>
      </w:pPr>
      <w:r>
        <w:rPr>
          <w:rFonts w:ascii="Times New Roman" w:hAnsi="Times New Roman"/>
          <w:b w:val="0"/>
          <w:bCs w:val="0"/>
          <w:sz w:val="24"/>
          <w:szCs w:val="18"/>
          <w:lang w:val="et-EE"/>
        </w:rPr>
        <w:tab/>
      </w:r>
      <w:r w:rsidRPr="05A2A266">
        <w:rPr>
          <w:rFonts w:ascii="Times New Roman" w:hAnsi="Times New Roman"/>
          <w:b w:val="0"/>
          <w:bCs w:val="0"/>
          <w:sz w:val="24"/>
          <w:szCs w:val="24"/>
        </w:rPr>
        <w:t xml:space="preserve">Jahi </w:t>
      </w:r>
      <w:proofErr w:type="spellStart"/>
      <w:r w:rsidRPr="05A2A266">
        <w:rPr>
          <w:rFonts w:ascii="Times New Roman" w:hAnsi="Times New Roman"/>
          <w:b w:val="0"/>
          <w:bCs w:val="0"/>
          <w:sz w:val="24"/>
          <w:szCs w:val="24"/>
        </w:rPr>
        <w:t>algus</w:t>
      </w:r>
      <w:proofErr w:type="spellEnd"/>
      <w:r>
        <w:rPr>
          <w:rFonts w:ascii="Times New Roman" w:hAnsi="Times New Roman"/>
          <w:b w:val="0"/>
          <w:bCs w:val="0"/>
          <w:sz w:val="24"/>
          <w:szCs w:val="18"/>
          <w:lang w:val="et-EE"/>
        </w:rPr>
        <w:tab/>
      </w:r>
      <w:r w:rsidRPr="05A2A266">
        <w:rPr>
          <w:rFonts w:ascii="Times New Roman" w:hAnsi="Times New Roman"/>
          <w:b w:val="0"/>
          <w:bCs w:val="0"/>
          <w:sz w:val="24"/>
          <w:szCs w:val="24"/>
        </w:rPr>
        <w:t>“..........” .....</w:t>
      </w:r>
      <w:r w:rsidR="008070B2" w:rsidRPr="05A2A266">
        <w:rPr>
          <w:rFonts w:ascii="Times New Roman" w:hAnsi="Times New Roman"/>
          <w:b w:val="0"/>
          <w:bCs w:val="0"/>
          <w:sz w:val="24"/>
          <w:szCs w:val="24"/>
        </w:rPr>
        <w:t>............................ 202</w:t>
      </w:r>
      <w:r w:rsidR="00C916E2">
        <w:rPr>
          <w:rFonts w:ascii="Times New Roman" w:hAnsi="Times New Roman"/>
          <w:b w:val="0"/>
          <w:bCs w:val="0"/>
          <w:sz w:val="24"/>
          <w:szCs w:val="24"/>
        </w:rPr>
        <w:t>5</w:t>
      </w:r>
      <w:r w:rsidRPr="05A2A266">
        <w:rPr>
          <w:rFonts w:ascii="Times New Roman" w:hAnsi="Times New Roman"/>
          <w:b w:val="0"/>
          <w:bCs w:val="0"/>
          <w:sz w:val="24"/>
          <w:szCs w:val="24"/>
        </w:rPr>
        <w:t xml:space="preserve">  </w:t>
      </w:r>
      <w:proofErr w:type="gramStart"/>
      <w:r w:rsidRPr="05A2A266">
        <w:rPr>
          <w:rFonts w:ascii="Times New Roman" w:hAnsi="Times New Roman"/>
          <w:b w:val="0"/>
          <w:bCs w:val="0"/>
          <w:sz w:val="24"/>
          <w:szCs w:val="24"/>
        </w:rPr>
        <w:t xml:space="preserve">  .a</w:t>
      </w:r>
      <w:proofErr w:type="gramEnd"/>
      <w:r w:rsidRPr="05A2A266">
        <w:rPr>
          <w:rFonts w:ascii="Times New Roman" w:hAnsi="Times New Roman"/>
          <w:b w:val="0"/>
          <w:bCs w:val="0"/>
          <w:sz w:val="24"/>
          <w:szCs w:val="24"/>
        </w:rPr>
        <w:t xml:space="preserve"> </w:t>
      </w:r>
      <w:proofErr w:type="spellStart"/>
      <w:r w:rsidRPr="05A2A266">
        <w:rPr>
          <w:rFonts w:ascii="Times New Roman" w:hAnsi="Times New Roman"/>
          <w:b w:val="0"/>
          <w:bCs w:val="0"/>
          <w:sz w:val="24"/>
          <w:szCs w:val="24"/>
        </w:rPr>
        <w:t>kell</w:t>
      </w:r>
      <w:proofErr w:type="spellEnd"/>
      <w:r w:rsidRPr="05A2A266">
        <w:rPr>
          <w:rFonts w:ascii="Times New Roman" w:hAnsi="Times New Roman"/>
          <w:b w:val="0"/>
          <w:bCs w:val="0"/>
          <w:sz w:val="24"/>
          <w:szCs w:val="24"/>
        </w:rPr>
        <w:t xml:space="preserve"> ..................</w:t>
      </w:r>
    </w:p>
    <w:p w14:paraId="399D9F12" w14:textId="77777777" w:rsidR="00E46B92" w:rsidRDefault="00E46B92" w:rsidP="006E14ED">
      <w:pPr>
        <w:pStyle w:val="Alapealkiri"/>
        <w:jc w:val="left"/>
        <w:rPr>
          <w:rFonts w:ascii="Times New Roman" w:hAnsi="Times New Roman"/>
          <w:b w:val="0"/>
          <w:bCs w:val="0"/>
          <w:sz w:val="24"/>
          <w:szCs w:val="18"/>
          <w:lang w:val="et-EE"/>
        </w:rPr>
      </w:pPr>
    </w:p>
    <w:p w14:paraId="6EEC5AC4" w14:textId="77777777" w:rsidR="00E46B92" w:rsidRDefault="00E46B92" w:rsidP="006E14ED">
      <w:pPr>
        <w:pStyle w:val="Alapealkiri"/>
        <w:jc w:val="left"/>
        <w:rPr>
          <w:rFonts w:ascii="Times New Roman" w:hAnsi="Times New Roman"/>
          <w:b w:val="0"/>
          <w:bCs w:val="0"/>
          <w:sz w:val="24"/>
          <w:szCs w:val="18"/>
          <w:lang w:val="et-EE"/>
        </w:rPr>
      </w:pPr>
      <w:r>
        <w:rPr>
          <w:rFonts w:ascii="Times New Roman" w:hAnsi="Times New Roman"/>
          <w:sz w:val="24"/>
          <w:szCs w:val="18"/>
          <w:lang w:val="et-EE"/>
        </w:rPr>
        <w:t>Küttida lubatud:</w:t>
      </w:r>
      <w:r>
        <w:rPr>
          <w:rFonts w:ascii="Times New Roman" w:hAnsi="Times New Roman"/>
          <w:b w:val="0"/>
          <w:bCs w:val="0"/>
          <w:sz w:val="24"/>
          <w:szCs w:val="18"/>
          <w:lang w:val="et-EE"/>
        </w:rPr>
        <w:t xml:space="preserve"> põder (   ), metssiga (  </w:t>
      </w:r>
      <w:r w:rsidR="003F1377">
        <w:rPr>
          <w:rFonts w:ascii="Times New Roman" w:hAnsi="Times New Roman"/>
          <w:b w:val="0"/>
          <w:bCs w:val="0"/>
          <w:sz w:val="24"/>
          <w:szCs w:val="18"/>
          <w:lang w:val="et-EE"/>
        </w:rPr>
        <w:t xml:space="preserve"> ), metskits (   ), hirv (   )</w:t>
      </w:r>
    </w:p>
    <w:p w14:paraId="7C62FA40" w14:textId="77777777" w:rsidR="00E46B92" w:rsidRDefault="00E46B92" w:rsidP="006E14ED">
      <w:pPr>
        <w:pStyle w:val="Alapealkiri"/>
        <w:ind w:left="360"/>
        <w:jc w:val="left"/>
        <w:rPr>
          <w:rFonts w:ascii="Times New Roman" w:hAnsi="Times New Roman"/>
          <w:sz w:val="24"/>
          <w:szCs w:val="18"/>
          <w:lang w:val="et-EE"/>
        </w:rPr>
      </w:pPr>
      <w:r>
        <w:rPr>
          <w:rFonts w:ascii="Times New Roman" w:hAnsi="Times New Roman"/>
          <w:sz w:val="24"/>
          <w:szCs w:val="18"/>
          <w:lang w:val="et-EE"/>
        </w:rPr>
        <w:t>Käesolevaga tõendame oma allkirjaga, et meile on tehtud teatavaks ohutustehnika nõuded ja jahikord, lasta lubatavate ulukite liik, arv, soo- ja vanusegrupp.</w:t>
      </w:r>
    </w:p>
    <w:tbl>
      <w:tblPr>
        <w:tblW w:w="9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0"/>
        <w:gridCol w:w="3861"/>
        <w:gridCol w:w="698"/>
        <w:gridCol w:w="736"/>
        <w:gridCol w:w="1454"/>
        <w:gridCol w:w="1482"/>
      </w:tblGrid>
      <w:tr w:rsidR="00E46B92" w14:paraId="27B49449" w14:textId="77777777" w:rsidTr="001B4577">
        <w:tc>
          <w:tcPr>
            <w:tcW w:w="830" w:type="dxa"/>
          </w:tcPr>
          <w:p w14:paraId="7C275C90" w14:textId="77777777" w:rsidR="00E46B92" w:rsidRDefault="00E46B92" w:rsidP="001B4577">
            <w:pPr>
              <w:pStyle w:val="Alapealkiri"/>
              <w:jc w:val="left"/>
              <w:rPr>
                <w:rFonts w:ascii="Times New Roman" w:hAnsi="Times New Roman"/>
                <w:b w:val="0"/>
                <w:bCs w:val="0"/>
                <w:sz w:val="24"/>
                <w:szCs w:val="18"/>
                <w:lang w:val="et-EE"/>
              </w:rPr>
            </w:pPr>
            <w:r>
              <w:rPr>
                <w:rFonts w:ascii="Times New Roman" w:hAnsi="Times New Roman"/>
                <w:b w:val="0"/>
                <w:bCs w:val="0"/>
                <w:sz w:val="24"/>
                <w:szCs w:val="18"/>
                <w:lang w:val="et-EE"/>
              </w:rPr>
              <w:t>Jrk.nr.</w:t>
            </w:r>
          </w:p>
        </w:tc>
        <w:tc>
          <w:tcPr>
            <w:tcW w:w="3861" w:type="dxa"/>
          </w:tcPr>
          <w:p w14:paraId="0D16EF23" w14:textId="77777777" w:rsidR="00E46B92" w:rsidRDefault="00E46B92" w:rsidP="001B4577">
            <w:pPr>
              <w:pStyle w:val="Alapealkiri"/>
              <w:jc w:val="left"/>
              <w:rPr>
                <w:rFonts w:ascii="Times New Roman" w:hAnsi="Times New Roman"/>
                <w:b w:val="0"/>
                <w:bCs w:val="0"/>
                <w:sz w:val="24"/>
                <w:szCs w:val="18"/>
                <w:lang w:val="et-EE"/>
              </w:rPr>
            </w:pPr>
            <w:r>
              <w:rPr>
                <w:rFonts w:ascii="Times New Roman" w:hAnsi="Times New Roman"/>
                <w:b w:val="0"/>
                <w:bCs w:val="0"/>
                <w:sz w:val="24"/>
                <w:szCs w:val="18"/>
                <w:lang w:val="et-EE"/>
              </w:rPr>
              <w:t>Ees- ja perekonnanimi</w:t>
            </w:r>
          </w:p>
        </w:tc>
        <w:tc>
          <w:tcPr>
            <w:tcW w:w="698" w:type="dxa"/>
          </w:tcPr>
          <w:p w14:paraId="43E0B7B4" w14:textId="77777777" w:rsidR="00E46B92" w:rsidRDefault="00E46B92" w:rsidP="001B4577">
            <w:pPr>
              <w:pStyle w:val="Alapealkiri"/>
              <w:jc w:val="left"/>
              <w:rPr>
                <w:rFonts w:ascii="Times New Roman" w:hAnsi="Times New Roman"/>
                <w:b w:val="0"/>
                <w:bCs w:val="0"/>
                <w:sz w:val="24"/>
                <w:szCs w:val="18"/>
                <w:lang w:val="et-EE"/>
              </w:rPr>
            </w:pPr>
            <w:r>
              <w:rPr>
                <w:rFonts w:ascii="Times New Roman" w:hAnsi="Times New Roman"/>
                <w:b w:val="0"/>
                <w:bCs w:val="0"/>
                <w:sz w:val="24"/>
                <w:szCs w:val="18"/>
                <w:lang w:val="et-EE"/>
              </w:rPr>
              <w:t>Kütt</w:t>
            </w:r>
          </w:p>
        </w:tc>
        <w:tc>
          <w:tcPr>
            <w:tcW w:w="736" w:type="dxa"/>
          </w:tcPr>
          <w:p w14:paraId="1EF451C1" w14:textId="77777777" w:rsidR="00E46B92" w:rsidRDefault="00E46B92" w:rsidP="001B4577">
            <w:pPr>
              <w:pStyle w:val="Alapealkiri"/>
              <w:jc w:val="left"/>
              <w:rPr>
                <w:rFonts w:ascii="Times New Roman" w:hAnsi="Times New Roman"/>
                <w:b w:val="0"/>
                <w:bCs w:val="0"/>
                <w:sz w:val="24"/>
                <w:szCs w:val="18"/>
                <w:lang w:val="et-EE"/>
              </w:rPr>
            </w:pPr>
            <w:r>
              <w:rPr>
                <w:rFonts w:ascii="Times New Roman" w:hAnsi="Times New Roman"/>
                <w:b w:val="0"/>
                <w:bCs w:val="0"/>
                <w:sz w:val="24"/>
                <w:szCs w:val="18"/>
                <w:lang w:val="et-EE"/>
              </w:rPr>
              <w:t>Ajaja</w:t>
            </w:r>
          </w:p>
        </w:tc>
        <w:tc>
          <w:tcPr>
            <w:tcW w:w="1454" w:type="dxa"/>
          </w:tcPr>
          <w:p w14:paraId="1DF11908" w14:textId="77777777" w:rsidR="00E46B92" w:rsidRDefault="00E46B92" w:rsidP="001B4577">
            <w:pPr>
              <w:pStyle w:val="Alapealkiri"/>
              <w:jc w:val="left"/>
              <w:rPr>
                <w:rFonts w:ascii="Times New Roman" w:hAnsi="Times New Roman"/>
                <w:b w:val="0"/>
                <w:bCs w:val="0"/>
                <w:sz w:val="24"/>
                <w:szCs w:val="18"/>
                <w:lang w:val="et-EE"/>
              </w:rPr>
            </w:pPr>
            <w:r>
              <w:rPr>
                <w:rFonts w:ascii="Times New Roman" w:hAnsi="Times New Roman"/>
                <w:b w:val="0"/>
                <w:bCs w:val="0"/>
                <w:sz w:val="24"/>
                <w:szCs w:val="18"/>
                <w:lang w:val="et-EE"/>
              </w:rPr>
              <w:t>Allkiri</w:t>
            </w:r>
          </w:p>
        </w:tc>
        <w:tc>
          <w:tcPr>
            <w:tcW w:w="1482" w:type="dxa"/>
          </w:tcPr>
          <w:p w14:paraId="4559F90F" w14:textId="77777777" w:rsidR="00E46B92" w:rsidRDefault="00E46B92" w:rsidP="001B4577">
            <w:pPr>
              <w:pStyle w:val="Alapealkiri"/>
              <w:jc w:val="left"/>
              <w:rPr>
                <w:rFonts w:ascii="Times New Roman" w:hAnsi="Times New Roman"/>
                <w:b w:val="0"/>
                <w:bCs w:val="0"/>
                <w:sz w:val="24"/>
                <w:szCs w:val="18"/>
                <w:lang w:val="et-EE"/>
              </w:rPr>
            </w:pPr>
            <w:r>
              <w:rPr>
                <w:rFonts w:ascii="Times New Roman" w:hAnsi="Times New Roman"/>
                <w:b w:val="0"/>
                <w:bCs w:val="0"/>
                <w:sz w:val="24"/>
                <w:szCs w:val="18"/>
                <w:lang w:val="et-EE"/>
              </w:rPr>
              <w:t>Märkused</w:t>
            </w:r>
          </w:p>
        </w:tc>
      </w:tr>
      <w:tr w:rsidR="00E46B92" w14:paraId="35D52337" w14:textId="77777777" w:rsidTr="001B4577">
        <w:tc>
          <w:tcPr>
            <w:tcW w:w="830" w:type="dxa"/>
          </w:tcPr>
          <w:p w14:paraId="55A97435"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1.</w:t>
            </w:r>
          </w:p>
        </w:tc>
        <w:tc>
          <w:tcPr>
            <w:tcW w:w="3861" w:type="dxa"/>
          </w:tcPr>
          <w:p w14:paraId="60DBFE3A"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72B4E344"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207F8CA2"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5842F01A"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1B01F9B4" w14:textId="77777777" w:rsidR="00E46B92" w:rsidRDefault="00E46B92" w:rsidP="001B4577">
            <w:pPr>
              <w:pStyle w:val="Alapealkiri"/>
              <w:jc w:val="left"/>
              <w:rPr>
                <w:rFonts w:ascii="Times New Roman" w:hAnsi="Times New Roman"/>
                <w:b w:val="0"/>
                <w:bCs w:val="0"/>
                <w:sz w:val="24"/>
                <w:szCs w:val="18"/>
                <w:lang w:val="et-EE"/>
              </w:rPr>
            </w:pPr>
          </w:p>
        </w:tc>
      </w:tr>
      <w:tr w:rsidR="00E46B92" w14:paraId="3C400920" w14:textId="77777777" w:rsidTr="001B4577">
        <w:tc>
          <w:tcPr>
            <w:tcW w:w="830" w:type="dxa"/>
          </w:tcPr>
          <w:p w14:paraId="4CB4D0FE"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2.</w:t>
            </w:r>
          </w:p>
        </w:tc>
        <w:tc>
          <w:tcPr>
            <w:tcW w:w="3861" w:type="dxa"/>
          </w:tcPr>
          <w:p w14:paraId="4FC27C36"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7323F895"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46046B95"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32A00BEC"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40F61994" w14:textId="77777777" w:rsidR="00E46B92" w:rsidRDefault="00E46B92" w:rsidP="001B4577">
            <w:pPr>
              <w:pStyle w:val="Alapealkiri"/>
              <w:jc w:val="left"/>
              <w:rPr>
                <w:rFonts w:ascii="Times New Roman" w:hAnsi="Times New Roman"/>
                <w:b w:val="0"/>
                <w:bCs w:val="0"/>
                <w:sz w:val="24"/>
                <w:szCs w:val="18"/>
                <w:lang w:val="et-EE"/>
              </w:rPr>
            </w:pPr>
          </w:p>
        </w:tc>
      </w:tr>
      <w:tr w:rsidR="00E46B92" w14:paraId="7F3B92A1" w14:textId="77777777" w:rsidTr="001B4577">
        <w:tc>
          <w:tcPr>
            <w:tcW w:w="830" w:type="dxa"/>
          </w:tcPr>
          <w:p w14:paraId="7FAAD99A"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3.</w:t>
            </w:r>
          </w:p>
        </w:tc>
        <w:tc>
          <w:tcPr>
            <w:tcW w:w="3861" w:type="dxa"/>
          </w:tcPr>
          <w:p w14:paraId="586AE600"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18066DFC"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49B62A2C"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6C7CBAB7"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0813EB6E" w14:textId="77777777" w:rsidR="00E46B92" w:rsidRDefault="00E46B92" w:rsidP="001B4577">
            <w:pPr>
              <w:pStyle w:val="Alapealkiri"/>
              <w:jc w:val="left"/>
              <w:rPr>
                <w:rFonts w:ascii="Times New Roman" w:hAnsi="Times New Roman"/>
                <w:b w:val="0"/>
                <w:bCs w:val="0"/>
                <w:sz w:val="24"/>
                <w:szCs w:val="18"/>
                <w:lang w:val="et-EE"/>
              </w:rPr>
            </w:pPr>
          </w:p>
        </w:tc>
      </w:tr>
      <w:tr w:rsidR="00E46B92" w14:paraId="4F01C61A" w14:textId="77777777" w:rsidTr="001B4577">
        <w:tc>
          <w:tcPr>
            <w:tcW w:w="830" w:type="dxa"/>
          </w:tcPr>
          <w:p w14:paraId="2B75291E"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4.</w:t>
            </w:r>
          </w:p>
        </w:tc>
        <w:tc>
          <w:tcPr>
            <w:tcW w:w="3861" w:type="dxa"/>
          </w:tcPr>
          <w:p w14:paraId="48B73CD7"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38A5CEE2"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4BFE9894"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013055DD"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365AA892" w14:textId="77777777" w:rsidR="00E46B92" w:rsidRDefault="00E46B92" w:rsidP="001B4577">
            <w:pPr>
              <w:pStyle w:val="Alapealkiri"/>
              <w:jc w:val="left"/>
              <w:rPr>
                <w:rFonts w:ascii="Times New Roman" w:hAnsi="Times New Roman"/>
                <w:b w:val="0"/>
                <w:bCs w:val="0"/>
                <w:sz w:val="24"/>
                <w:szCs w:val="18"/>
                <w:lang w:val="et-EE"/>
              </w:rPr>
            </w:pPr>
          </w:p>
        </w:tc>
      </w:tr>
      <w:tr w:rsidR="00E46B92" w14:paraId="04C17C32" w14:textId="77777777" w:rsidTr="001B4577">
        <w:tc>
          <w:tcPr>
            <w:tcW w:w="830" w:type="dxa"/>
          </w:tcPr>
          <w:p w14:paraId="1219A951"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5.</w:t>
            </w:r>
          </w:p>
        </w:tc>
        <w:tc>
          <w:tcPr>
            <w:tcW w:w="3861" w:type="dxa"/>
          </w:tcPr>
          <w:p w14:paraId="7D81420B"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62CF93FC"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506D0B47"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02568FBE"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4DD5238B" w14:textId="77777777" w:rsidR="00E46B92" w:rsidRDefault="00E46B92" w:rsidP="001B4577">
            <w:pPr>
              <w:pStyle w:val="Alapealkiri"/>
              <w:jc w:val="left"/>
              <w:rPr>
                <w:rFonts w:ascii="Times New Roman" w:hAnsi="Times New Roman"/>
                <w:b w:val="0"/>
                <w:bCs w:val="0"/>
                <w:sz w:val="24"/>
                <w:szCs w:val="18"/>
                <w:lang w:val="et-EE"/>
              </w:rPr>
            </w:pPr>
          </w:p>
        </w:tc>
      </w:tr>
      <w:tr w:rsidR="00E46B92" w14:paraId="64A27C6C" w14:textId="77777777" w:rsidTr="001B4577">
        <w:tc>
          <w:tcPr>
            <w:tcW w:w="830" w:type="dxa"/>
          </w:tcPr>
          <w:p w14:paraId="0DC6357A"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6.</w:t>
            </w:r>
          </w:p>
        </w:tc>
        <w:tc>
          <w:tcPr>
            <w:tcW w:w="3861" w:type="dxa"/>
          </w:tcPr>
          <w:p w14:paraId="07FE3C5A"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3F5DF08F"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11E269B4"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35FDEA5E"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6914F907" w14:textId="77777777" w:rsidR="00E46B92" w:rsidRDefault="00E46B92" w:rsidP="001B4577">
            <w:pPr>
              <w:pStyle w:val="Alapealkiri"/>
              <w:jc w:val="left"/>
              <w:rPr>
                <w:rFonts w:ascii="Times New Roman" w:hAnsi="Times New Roman"/>
                <w:b w:val="0"/>
                <w:bCs w:val="0"/>
                <w:sz w:val="24"/>
                <w:szCs w:val="18"/>
                <w:lang w:val="et-EE"/>
              </w:rPr>
            </w:pPr>
          </w:p>
        </w:tc>
      </w:tr>
      <w:tr w:rsidR="00E46B92" w14:paraId="6675CDAE" w14:textId="77777777" w:rsidTr="001B4577">
        <w:tc>
          <w:tcPr>
            <w:tcW w:w="830" w:type="dxa"/>
          </w:tcPr>
          <w:p w14:paraId="488C373E"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7.</w:t>
            </w:r>
          </w:p>
        </w:tc>
        <w:tc>
          <w:tcPr>
            <w:tcW w:w="3861" w:type="dxa"/>
          </w:tcPr>
          <w:p w14:paraId="4630109A"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3CF9BDEF"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53F8596F"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798BC878"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029698EF" w14:textId="77777777" w:rsidR="00E46B92" w:rsidRDefault="00E46B92" w:rsidP="001B4577">
            <w:pPr>
              <w:pStyle w:val="Alapealkiri"/>
              <w:jc w:val="left"/>
              <w:rPr>
                <w:rFonts w:ascii="Times New Roman" w:hAnsi="Times New Roman"/>
                <w:b w:val="0"/>
                <w:bCs w:val="0"/>
                <w:sz w:val="24"/>
                <w:szCs w:val="18"/>
                <w:lang w:val="et-EE"/>
              </w:rPr>
            </w:pPr>
          </w:p>
        </w:tc>
      </w:tr>
      <w:tr w:rsidR="00E46B92" w14:paraId="6B0B5528" w14:textId="77777777" w:rsidTr="001B4577">
        <w:tc>
          <w:tcPr>
            <w:tcW w:w="830" w:type="dxa"/>
          </w:tcPr>
          <w:p w14:paraId="506089A4"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8.</w:t>
            </w:r>
          </w:p>
        </w:tc>
        <w:tc>
          <w:tcPr>
            <w:tcW w:w="3861" w:type="dxa"/>
          </w:tcPr>
          <w:p w14:paraId="228D4BF8"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21A83872"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4D8A2E9A"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492AA4D5"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040265E3" w14:textId="77777777" w:rsidR="00E46B92" w:rsidRDefault="00E46B92" w:rsidP="001B4577">
            <w:pPr>
              <w:pStyle w:val="Alapealkiri"/>
              <w:jc w:val="left"/>
              <w:rPr>
                <w:rFonts w:ascii="Times New Roman" w:hAnsi="Times New Roman"/>
                <w:b w:val="0"/>
                <w:bCs w:val="0"/>
                <w:sz w:val="24"/>
                <w:szCs w:val="18"/>
                <w:lang w:val="et-EE"/>
              </w:rPr>
            </w:pPr>
          </w:p>
        </w:tc>
      </w:tr>
      <w:tr w:rsidR="00E46B92" w14:paraId="61645A4A" w14:textId="77777777" w:rsidTr="001B4577">
        <w:tc>
          <w:tcPr>
            <w:tcW w:w="830" w:type="dxa"/>
          </w:tcPr>
          <w:p w14:paraId="2CCED95E"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9.</w:t>
            </w:r>
          </w:p>
        </w:tc>
        <w:tc>
          <w:tcPr>
            <w:tcW w:w="3861" w:type="dxa"/>
          </w:tcPr>
          <w:p w14:paraId="1675AC1D"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3B589A85"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512CACD1"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39EEB939"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16449DBF" w14:textId="77777777" w:rsidR="00E46B92" w:rsidRDefault="00E46B92" w:rsidP="001B4577">
            <w:pPr>
              <w:pStyle w:val="Alapealkiri"/>
              <w:jc w:val="left"/>
              <w:rPr>
                <w:rFonts w:ascii="Times New Roman" w:hAnsi="Times New Roman"/>
                <w:b w:val="0"/>
                <w:bCs w:val="0"/>
                <w:sz w:val="24"/>
                <w:szCs w:val="18"/>
                <w:lang w:val="et-EE"/>
              </w:rPr>
            </w:pPr>
          </w:p>
        </w:tc>
      </w:tr>
      <w:tr w:rsidR="00E46B92" w14:paraId="57488DEE" w14:textId="77777777" w:rsidTr="001B4577">
        <w:tc>
          <w:tcPr>
            <w:tcW w:w="830" w:type="dxa"/>
          </w:tcPr>
          <w:p w14:paraId="61E8A1AC"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10.</w:t>
            </w:r>
          </w:p>
        </w:tc>
        <w:tc>
          <w:tcPr>
            <w:tcW w:w="3861" w:type="dxa"/>
          </w:tcPr>
          <w:p w14:paraId="348F26B1"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72CC1AA8"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1B278E61"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578DCFB7"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76668D53" w14:textId="77777777" w:rsidR="00E46B92" w:rsidRDefault="00E46B92" w:rsidP="001B4577">
            <w:pPr>
              <w:pStyle w:val="Alapealkiri"/>
              <w:jc w:val="left"/>
              <w:rPr>
                <w:rFonts w:ascii="Times New Roman" w:hAnsi="Times New Roman"/>
                <w:b w:val="0"/>
                <w:bCs w:val="0"/>
                <w:sz w:val="24"/>
                <w:szCs w:val="18"/>
                <w:lang w:val="et-EE"/>
              </w:rPr>
            </w:pPr>
          </w:p>
        </w:tc>
      </w:tr>
      <w:tr w:rsidR="00E46B92" w14:paraId="5DA0FD5F" w14:textId="77777777" w:rsidTr="001B4577">
        <w:tc>
          <w:tcPr>
            <w:tcW w:w="830" w:type="dxa"/>
          </w:tcPr>
          <w:p w14:paraId="1579C924"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11.</w:t>
            </w:r>
          </w:p>
        </w:tc>
        <w:tc>
          <w:tcPr>
            <w:tcW w:w="3861" w:type="dxa"/>
          </w:tcPr>
          <w:p w14:paraId="7C263035"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6014620E"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09029638"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4349A1BC"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7ACE7665" w14:textId="77777777" w:rsidR="00E46B92" w:rsidRDefault="00E46B92" w:rsidP="001B4577">
            <w:pPr>
              <w:pStyle w:val="Alapealkiri"/>
              <w:jc w:val="left"/>
              <w:rPr>
                <w:rFonts w:ascii="Times New Roman" w:hAnsi="Times New Roman"/>
                <w:b w:val="0"/>
                <w:bCs w:val="0"/>
                <w:sz w:val="24"/>
                <w:szCs w:val="18"/>
                <w:lang w:val="et-EE"/>
              </w:rPr>
            </w:pPr>
          </w:p>
        </w:tc>
      </w:tr>
      <w:tr w:rsidR="00E46B92" w14:paraId="0F0B2BCF" w14:textId="77777777" w:rsidTr="001B4577">
        <w:tc>
          <w:tcPr>
            <w:tcW w:w="830" w:type="dxa"/>
          </w:tcPr>
          <w:p w14:paraId="042508F2"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12.</w:t>
            </w:r>
          </w:p>
        </w:tc>
        <w:tc>
          <w:tcPr>
            <w:tcW w:w="3861" w:type="dxa"/>
          </w:tcPr>
          <w:p w14:paraId="1BD4E0D1"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50C16E8B"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27BAA250"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3DF1AC68"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7B6FE759" w14:textId="77777777" w:rsidR="00E46B92" w:rsidRDefault="00E46B92" w:rsidP="001B4577">
            <w:pPr>
              <w:pStyle w:val="Alapealkiri"/>
              <w:jc w:val="left"/>
              <w:rPr>
                <w:rFonts w:ascii="Times New Roman" w:hAnsi="Times New Roman"/>
                <w:b w:val="0"/>
                <w:bCs w:val="0"/>
                <w:sz w:val="24"/>
                <w:szCs w:val="18"/>
                <w:lang w:val="et-EE"/>
              </w:rPr>
            </w:pPr>
          </w:p>
        </w:tc>
      </w:tr>
      <w:tr w:rsidR="00E46B92" w14:paraId="37E8B119" w14:textId="77777777" w:rsidTr="001B4577">
        <w:tc>
          <w:tcPr>
            <w:tcW w:w="830" w:type="dxa"/>
          </w:tcPr>
          <w:p w14:paraId="3A9C5C05"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13.</w:t>
            </w:r>
          </w:p>
        </w:tc>
        <w:tc>
          <w:tcPr>
            <w:tcW w:w="3861" w:type="dxa"/>
          </w:tcPr>
          <w:p w14:paraId="1B831205"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0E571A5E"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3E9B45BD"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65CF4956"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5C3D54BD" w14:textId="77777777" w:rsidR="00E46B92" w:rsidRDefault="00E46B92" w:rsidP="001B4577">
            <w:pPr>
              <w:pStyle w:val="Alapealkiri"/>
              <w:jc w:val="left"/>
              <w:rPr>
                <w:rFonts w:ascii="Times New Roman" w:hAnsi="Times New Roman"/>
                <w:b w:val="0"/>
                <w:bCs w:val="0"/>
                <w:sz w:val="24"/>
                <w:szCs w:val="18"/>
                <w:lang w:val="et-EE"/>
              </w:rPr>
            </w:pPr>
          </w:p>
        </w:tc>
      </w:tr>
      <w:tr w:rsidR="00E46B92" w14:paraId="5D9C66A8" w14:textId="77777777" w:rsidTr="001B4577">
        <w:tc>
          <w:tcPr>
            <w:tcW w:w="830" w:type="dxa"/>
          </w:tcPr>
          <w:p w14:paraId="74DEEF22"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14.</w:t>
            </w:r>
          </w:p>
        </w:tc>
        <w:tc>
          <w:tcPr>
            <w:tcW w:w="3861" w:type="dxa"/>
          </w:tcPr>
          <w:p w14:paraId="2788F080"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4B7F2FCC"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69598205"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29DDDCA6"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3F66962F" w14:textId="77777777" w:rsidR="00E46B92" w:rsidRDefault="00E46B92" w:rsidP="001B4577">
            <w:pPr>
              <w:pStyle w:val="Alapealkiri"/>
              <w:jc w:val="left"/>
              <w:rPr>
                <w:rFonts w:ascii="Times New Roman" w:hAnsi="Times New Roman"/>
                <w:b w:val="0"/>
                <w:bCs w:val="0"/>
                <w:sz w:val="24"/>
                <w:szCs w:val="18"/>
                <w:lang w:val="et-EE"/>
              </w:rPr>
            </w:pPr>
          </w:p>
        </w:tc>
      </w:tr>
      <w:tr w:rsidR="00E46B92" w14:paraId="50A0B0A5" w14:textId="77777777" w:rsidTr="001B4577">
        <w:tc>
          <w:tcPr>
            <w:tcW w:w="830" w:type="dxa"/>
          </w:tcPr>
          <w:p w14:paraId="541B3636"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15.</w:t>
            </w:r>
          </w:p>
        </w:tc>
        <w:tc>
          <w:tcPr>
            <w:tcW w:w="3861" w:type="dxa"/>
          </w:tcPr>
          <w:p w14:paraId="32FBA722"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7B47A44E"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06774631"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28CC7109"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461938B1" w14:textId="77777777" w:rsidR="00E46B92" w:rsidRDefault="00E46B92" w:rsidP="001B4577">
            <w:pPr>
              <w:pStyle w:val="Alapealkiri"/>
              <w:jc w:val="left"/>
              <w:rPr>
                <w:rFonts w:ascii="Times New Roman" w:hAnsi="Times New Roman"/>
                <w:b w:val="0"/>
                <w:bCs w:val="0"/>
                <w:sz w:val="24"/>
                <w:szCs w:val="18"/>
                <w:lang w:val="et-EE"/>
              </w:rPr>
            </w:pPr>
          </w:p>
        </w:tc>
      </w:tr>
      <w:tr w:rsidR="00E46B92" w14:paraId="13D897CB" w14:textId="77777777" w:rsidTr="001B4577">
        <w:tc>
          <w:tcPr>
            <w:tcW w:w="830" w:type="dxa"/>
          </w:tcPr>
          <w:p w14:paraId="3FA59BAF"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16.</w:t>
            </w:r>
          </w:p>
        </w:tc>
        <w:tc>
          <w:tcPr>
            <w:tcW w:w="3861" w:type="dxa"/>
          </w:tcPr>
          <w:p w14:paraId="4F525813"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2509A007"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7D4CFF2F"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0DE6BBB1"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67BB3477" w14:textId="77777777" w:rsidR="00E46B92" w:rsidRDefault="00E46B92" w:rsidP="001B4577">
            <w:pPr>
              <w:pStyle w:val="Alapealkiri"/>
              <w:jc w:val="left"/>
              <w:rPr>
                <w:rFonts w:ascii="Times New Roman" w:hAnsi="Times New Roman"/>
                <w:b w:val="0"/>
                <w:bCs w:val="0"/>
                <w:sz w:val="24"/>
                <w:szCs w:val="18"/>
                <w:lang w:val="et-EE"/>
              </w:rPr>
            </w:pPr>
          </w:p>
        </w:tc>
      </w:tr>
      <w:tr w:rsidR="00E46B92" w14:paraId="33F25A0A" w14:textId="77777777" w:rsidTr="001B4577">
        <w:tc>
          <w:tcPr>
            <w:tcW w:w="830" w:type="dxa"/>
          </w:tcPr>
          <w:p w14:paraId="7744030F"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17.</w:t>
            </w:r>
          </w:p>
        </w:tc>
        <w:tc>
          <w:tcPr>
            <w:tcW w:w="3861" w:type="dxa"/>
          </w:tcPr>
          <w:p w14:paraId="07365F1F"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4BEBE7BA"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34259EA4"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2243CBC7"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1DED4EBD" w14:textId="77777777" w:rsidR="00E46B92" w:rsidRDefault="00E46B92" w:rsidP="001B4577">
            <w:pPr>
              <w:pStyle w:val="Alapealkiri"/>
              <w:jc w:val="left"/>
              <w:rPr>
                <w:rFonts w:ascii="Times New Roman" w:hAnsi="Times New Roman"/>
                <w:b w:val="0"/>
                <w:bCs w:val="0"/>
                <w:sz w:val="24"/>
                <w:szCs w:val="18"/>
                <w:lang w:val="et-EE"/>
              </w:rPr>
            </w:pPr>
          </w:p>
        </w:tc>
      </w:tr>
      <w:tr w:rsidR="00E46B92" w14:paraId="64AA76F2" w14:textId="77777777" w:rsidTr="001B4577">
        <w:tc>
          <w:tcPr>
            <w:tcW w:w="830" w:type="dxa"/>
          </w:tcPr>
          <w:p w14:paraId="73750001"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18.</w:t>
            </w:r>
          </w:p>
        </w:tc>
        <w:tc>
          <w:tcPr>
            <w:tcW w:w="3861" w:type="dxa"/>
          </w:tcPr>
          <w:p w14:paraId="6A8E266A"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6A649AAE"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308EEDD0"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76460DEA"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7890C38A" w14:textId="77777777" w:rsidR="00E46B92" w:rsidRDefault="00E46B92" w:rsidP="001B4577">
            <w:pPr>
              <w:pStyle w:val="Alapealkiri"/>
              <w:jc w:val="left"/>
              <w:rPr>
                <w:rFonts w:ascii="Times New Roman" w:hAnsi="Times New Roman"/>
                <w:b w:val="0"/>
                <w:bCs w:val="0"/>
                <w:sz w:val="24"/>
                <w:szCs w:val="18"/>
                <w:lang w:val="et-EE"/>
              </w:rPr>
            </w:pPr>
          </w:p>
        </w:tc>
      </w:tr>
      <w:tr w:rsidR="00E46B92" w14:paraId="68A7651D" w14:textId="77777777" w:rsidTr="001B4577">
        <w:tc>
          <w:tcPr>
            <w:tcW w:w="830" w:type="dxa"/>
          </w:tcPr>
          <w:p w14:paraId="7AA21ED1"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19.</w:t>
            </w:r>
          </w:p>
        </w:tc>
        <w:tc>
          <w:tcPr>
            <w:tcW w:w="3861" w:type="dxa"/>
          </w:tcPr>
          <w:p w14:paraId="38853043"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68994963"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5BA14D01"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56140ABC"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59ECB34D" w14:textId="77777777" w:rsidR="00E46B92" w:rsidRDefault="00E46B92" w:rsidP="001B4577">
            <w:pPr>
              <w:pStyle w:val="Alapealkiri"/>
              <w:jc w:val="left"/>
              <w:rPr>
                <w:rFonts w:ascii="Times New Roman" w:hAnsi="Times New Roman"/>
                <w:b w:val="0"/>
                <w:bCs w:val="0"/>
                <w:sz w:val="24"/>
                <w:szCs w:val="18"/>
                <w:lang w:val="et-EE"/>
              </w:rPr>
            </w:pPr>
          </w:p>
        </w:tc>
      </w:tr>
      <w:tr w:rsidR="00E46B92" w14:paraId="0F9BA1AF" w14:textId="77777777" w:rsidTr="001B4577">
        <w:tc>
          <w:tcPr>
            <w:tcW w:w="830" w:type="dxa"/>
          </w:tcPr>
          <w:p w14:paraId="78DF090F"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20.</w:t>
            </w:r>
          </w:p>
        </w:tc>
        <w:tc>
          <w:tcPr>
            <w:tcW w:w="3861" w:type="dxa"/>
          </w:tcPr>
          <w:p w14:paraId="1F6B8A80"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7BAD0253"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373F2257"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0C152492"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2228BB06" w14:textId="77777777" w:rsidR="00E46B92" w:rsidRDefault="00E46B92" w:rsidP="001B4577">
            <w:pPr>
              <w:pStyle w:val="Alapealkiri"/>
              <w:jc w:val="left"/>
              <w:rPr>
                <w:rFonts w:ascii="Times New Roman" w:hAnsi="Times New Roman"/>
                <w:b w:val="0"/>
                <w:bCs w:val="0"/>
                <w:sz w:val="24"/>
                <w:szCs w:val="18"/>
                <w:lang w:val="et-EE"/>
              </w:rPr>
            </w:pPr>
          </w:p>
        </w:tc>
      </w:tr>
      <w:tr w:rsidR="00E46B92" w14:paraId="39984165" w14:textId="77777777" w:rsidTr="001B4577">
        <w:tc>
          <w:tcPr>
            <w:tcW w:w="830" w:type="dxa"/>
          </w:tcPr>
          <w:p w14:paraId="60967B82"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21.</w:t>
            </w:r>
          </w:p>
        </w:tc>
        <w:tc>
          <w:tcPr>
            <w:tcW w:w="3861" w:type="dxa"/>
          </w:tcPr>
          <w:p w14:paraId="080D0844"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7702CA9A"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41237519"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0850235E"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0569741D" w14:textId="77777777" w:rsidR="00E46B92" w:rsidRDefault="00E46B92" w:rsidP="001B4577">
            <w:pPr>
              <w:pStyle w:val="Alapealkiri"/>
              <w:jc w:val="left"/>
              <w:rPr>
                <w:rFonts w:ascii="Times New Roman" w:hAnsi="Times New Roman"/>
                <w:b w:val="0"/>
                <w:bCs w:val="0"/>
                <w:sz w:val="24"/>
                <w:szCs w:val="18"/>
                <w:lang w:val="et-EE"/>
              </w:rPr>
            </w:pPr>
          </w:p>
        </w:tc>
      </w:tr>
      <w:tr w:rsidR="00E46B92" w14:paraId="0CF1C0E4" w14:textId="77777777" w:rsidTr="001B4577">
        <w:tc>
          <w:tcPr>
            <w:tcW w:w="830" w:type="dxa"/>
          </w:tcPr>
          <w:p w14:paraId="211196C3"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22.</w:t>
            </w:r>
          </w:p>
        </w:tc>
        <w:tc>
          <w:tcPr>
            <w:tcW w:w="3861" w:type="dxa"/>
          </w:tcPr>
          <w:p w14:paraId="3AD16CDD"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0F4A32B4"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2C87E3C1"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74393E13"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530F4C5F" w14:textId="77777777" w:rsidR="00E46B92" w:rsidRDefault="00E46B92" w:rsidP="001B4577">
            <w:pPr>
              <w:pStyle w:val="Alapealkiri"/>
              <w:jc w:val="left"/>
              <w:rPr>
                <w:rFonts w:ascii="Times New Roman" w:hAnsi="Times New Roman"/>
                <w:b w:val="0"/>
                <w:bCs w:val="0"/>
                <w:sz w:val="24"/>
                <w:szCs w:val="18"/>
                <w:lang w:val="et-EE"/>
              </w:rPr>
            </w:pPr>
          </w:p>
        </w:tc>
      </w:tr>
      <w:tr w:rsidR="00E46B92" w14:paraId="78AE9FDE" w14:textId="77777777" w:rsidTr="001B4577">
        <w:tc>
          <w:tcPr>
            <w:tcW w:w="830" w:type="dxa"/>
          </w:tcPr>
          <w:p w14:paraId="31819F47"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23.</w:t>
            </w:r>
          </w:p>
        </w:tc>
        <w:tc>
          <w:tcPr>
            <w:tcW w:w="3861" w:type="dxa"/>
          </w:tcPr>
          <w:p w14:paraId="54C84653"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223ECEB2"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5E8C55C2"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48C2DE2D"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76D230FF" w14:textId="77777777" w:rsidR="00E46B92" w:rsidRDefault="00E46B92" w:rsidP="001B4577">
            <w:pPr>
              <w:pStyle w:val="Alapealkiri"/>
              <w:jc w:val="left"/>
              <w:rPr>
                <w:rFonts w:ascii="Times New Roman" w:hAnsi="Times New Roman"/>
                <w:b w:val="0"/>
                <w:bCs w:val="0"/>
                <w:sz w:val="24"/>
                <w:szCs w:val="18"/>
                <w:lang w:val="et-EE"/>
              </w:rPr>
            </w:pPr>
          </w:p>
        </w:tc>
      </w:tr>
      <w:tr w:rsidR="00E46B92" w14:paraId="7A1E2768" w14:textId="77777777" w:rsidTr="001B4577">
        <w:tc>
          <w:tcPr>
            <w:tcW w:w="830" w:type="dxa"/>
          </w:tcPr>
          <w:p w14:paraId="5E3803F4"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24.</w:t>
            </w:r>
          </w:p>
        </w:tc>
        <w:tc>
          <w:tcPr>
            <w:tcW w:w="3861" w:type="dxa"/>
          </w:tcPr>
          <w:p w14:paraId="25FC8EAB"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64FA0698"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66DBD234"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1A1BFEB1"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3F06920F" w14:textId="77777777" w:rsidR="00E46B92" w:rsidRDefault="00E46B92" w:rsidP="001B4577">
            <w:pPr>
              <w:pStyle w:val="Alapealkiri"/>
              <w:jc w:val="left"/>
              <w:rPr>
                <w:rFonts w:ascii="Times New Roman" w:hAnsi="Times New Roman"/>
                <w:b w:val="0"/>
                <w:bCs w:val="0"/>
                <w:sz w:val="24"/>
                <w:szCs w:val="18"/>
                <w:lang w:val="et-EE"/>
              </w:rPr>
            </w:pPr>
          </w:p>
        </w:tc>
      </w:tr>
      <w:tr w:rsidR="00E46B92" w14:paraId="1CFE79BA" w14:textId="77777777" w:rsidTr="001B4577">
        <w:tc>
          <w:tcPr>
            <w:tcW w:w="830" w:type="dxa"/>
          </w:tcPr>
          <w:p w14:paraId="71DAB870"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25.</w:t>
            </w:r>
          </w:p>
        </w:tc>
        <w:tc>
          <w:tcPr>
            <w:tcW w:w="3861" w:type="dxa"/>
          </w:tcPr>
          <w:p w14:paraId="6EE2A409"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07BBD726"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4C39733E"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5306F254"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4C8B746E" w14:textId="77777777" w:rsidR="00E46B92" w:rsidRDefault="00E46B92" w:rsidP="001B4577">
            <w:pPr>
              <w:pStyle w:val="Alapealkiri"/>
              <w:jc w:val="left"/>
              <w:rPr>
                <w:rFonts w:ascii="Times New Roman" w:hAnsi="Times New Roman"/>
                <w:b w:val="0"/>
                <w:bCs w:val="0"/>
                <w:sz w:val="24"/>
                <w:szCs w:val="18"/>
                <w:lang w:val="et-EE"/>
              </w:rPr>
            </w:pPr>
          </w:p>
        </w:tc>
      </w:tr>
      <w:tr w:rsidR="00E46B92" w14:paraId="36231D01" w14:textId="77777777" w:rsidTr="001B4577">
        <w:tc>
          <w:tcPr>
            <w:tcW w:w="830" w:type="dxa"/>
          </w:tcPr>
          <w:p w14:paraId="69909F46"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26.</w:t>
            </w:r>
          </w:p>
        </w:tc>
        <w:tc>
          <w:tcPr>
            <w:tcW w:w="3861" w:type="dxa"/>
          </w:tcPr>
          <w:p w14:paraId="6C3B1DF0"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32F87467"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009662C5"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2457E0C2"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5A562700" w14:textId="77777777" w:rsidR="00E46B92" w:rsidRDefault="00E46B92" w:rsidP="001B4577">
            <w:pPr>
              <w:pStyle w:val="Alapealkiri"/>
              <w:jc w:val="left"/>
              <w:rPr>
                <w:rFonts w:ascii="Times New Roman" w:hAnsi="Times New Roman"/>
                <w:b w:val="0"/>
                <w:bCs w:val="0"/>
                <w:sz w:val="24"/>
                <w:szCs w:val="18"/>
                <w:lang w:val="et-EE"/>
              </w:rPr>
            </w:pPr>
          </w:p>
        </w:tc>
      </w:tr>
      <w:tr w:rsidR="00E46B92" w14:paraId="12E2838A" w14:textId="77777777" w:rsidTr="001B4577">
        <w:tc>
          <w:tcPr>
            <w:tcW w:w="830" w:type="dxa"/>
          </w:tcPr>
          <w:p w14:paraId="7C1C8407"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27.</w:t>
            </w:r>
          </w:p>
        </w:tc>
        <w:tc>
          <w:tcPr>
            <w:tcW w:w="3861" w:type="dxa"/>
          </w:tcPr>
          <w:p w14:paraId="6D020A7C"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02592053"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3039CB92"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34437B74"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1BE3F2B3" w14:textId="77777777" w:rsidR="00E46B92" w:rsidRDefault="00E46B92" w:rsidP="001B4577">
            <w:pPr>
              <w:pStyle w:val="Alapealkiri"/>
              <w:jc w:val="left"/>
              <w:rPr>
                <w:rFonts w:ascii="Times New Roman" w:hAnsi="Times New Roman"/>
                <w:b w:val="0"/>
                <w:bCs w:val="0"/>
                <w:sz w:val="24"/>
                <w:szCs w:val="18"/>
                <w:lang w:val="et-EE"/>
              </w:rPr>
            </w:pPr>
          </w:p>
        </w:tc>
      </w:tr>
      <w:tr w:rsidR="00E46B92" w14:paraId="2A48C975" w14:textId="77777777" w:rsidTr="001B4577">
        <w:tc>
          <w:tcPr>
            <w:tcW w:w="830" w:type="dxa"/>
          </w:tcPr>
          <w:p w14:paraId="16DCF5B0"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28.</w:t>
            </w:r>
          </w:p>
        </w:tc>
        <w:tc>
          <w:tcPr>
            <w:tcW w:w="3861" w:type="dxa"/>
          </w:tcPr>
          <w:p w14:paraId="35CA2F63"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2888C9A0"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22ABBEBE"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31C13AAB"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5CF47C13" w14:textId="77777777" w:rsidR="00E46B92" w:rsidRDefault="00E46B92" w:rsidP="001B4577">
            <w:pPr>
              <w:pStyle w:val="Alapealkiri"/>
              <w:jc w:val="left"/>
              <w:rPr>
                <w:rFonts w:ascii="Times New Roman" w:hAnsi="Times New Roman"/>
                <w:b w:val="0"/>
                <w:bCs w:val="0"/>
                <w:sz w:val="24"/>
                <w:szCs w:val="18"/>
                <w:lang w:val="et-EE"/>
              </w:rPr>
            </w:pPr>
          </w:p>
        </w:tc>
      </w:tr>
      <w:tr w:rsidR="00E46B92" w14:paraId="5C12E0C7" w14:textId="77777777" w:rsidTr="001B4577">
        <w:tc>
          <w:tcPr>
            <w:tcW w:w="830" w:type="dxa"/>
          </w:tcPr>
          <w:p w14:paraId="45655E34"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29.</w:t>
            </w:r>
          </w:p>
        </w:tc>
        <w:tc>
          <w:tcPr>
            <w:tcW w:w="3861" w:type="dxa"/>
          </w:tcPr>
          <w:p w14:paraId="5CDBBC6B"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74D8324E"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250EC795"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430B72AD"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293B1EA1" w14:textId="77777777" w:rsidR="00E46B92" w:rsidRDefault="00E46B92" w:rsidP="001B4577">
            <w:pPr>
              <w:pStyle w:val="Alapealkiri"/>
              <w:jc w:val="left"/>
              <w:rPr>
                <w:rFonts w:ascii="Times New Roman" w:hAnsi="Times New Roman"/>
                <w:b w:val="0"/>
                <w:bCs w:val="0"/>
                <w:sz w:val="24"/>
                <w:szCs w:val="18"/>
                <w:lang w:val="et-EE"/>
              </w:rPr>
            </w:pPr>
          </w:p>
        </w:tc>
      </w:tr>
      <w:tr w:rsidR="00E46B92" w14:paraId="1B148DEA" w14:textId="77777777" w:rsidTr="001B4577">
        <w:tc>
          <w:tcPr>
            <w:tcW w:w="830" w:type="dxa"/>
          </w:tcPr>
          <w:p w14:paraId="5B460769"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30.</w:t>
            </w:r>
          </w:p>
        </w:tc>
        <w:tc>
          <w:tcPr>
            <w:tcW w:w="3861" w:type="dxa"/>
          </w:tcPr>
          <w:p w14:paraId="28972E2C"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4AD31E75"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20444B7E"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7710E435"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5E0FB160" w14:textId="77777777" w:rsidR="00E46B92" w:rsidRDefault="00E46B92" w:rsidP="001B4577">
            <w:pPr>
              <w:pStyle w:val="Alapealkiri"/>
              <w:jc w:val="left"/>
              <w:rPr>
                <w:rFonts w:ascii="Times New Roman" w:hAnsi="Times New Roman"/>
                <w:b w:val="0"/>
                <w:bCs w:val="0"/>
                <w:sz w:val="24"/>
                <w:szCs w:val="18"/>
                <w:lang w:val="et-EE"/>
              </w:rPr>
            </w:pPr>
          </w:p>
        </w:tc>
      </w:tr>
    </w:tbl>
    <w:p w14:paraId="7E94FBE8" w14:textId="77777777" w:rsidR="00E46B92" w:rsidRDefault="00E46B92" w:rsidP="006E14ED">
      <w:pPr>
        <w:pStyle w:val="Alapealkiri"/>
        <w:jc w:val="left"/>
        <w:rPr>
          <w:rFonts w:ascii="Times New Roman" w:hAnsi="Times New Roman"/>
          <w:b w:val="0"/>
          <w:bCs w:val="0"/>
          <w:sz w:val="24"/>
          <w:szCs w:val="18"/>
          <w:lang w:val="et-EE"/>
        </w:rPr>
      </w:pPr>
    </w:p>
    <w:p w14:paraId="3490F270" w14:textId="77777777" w:rsidR="00E46B92" w:rsidRDefault="00E46B92" w:rsidP="006E14ED">
      <w:pPr>
        <w:pStyle w:val="Alapealkiri"/>
        <w:jc w:val="left"/>
        <w:rPr>
          <w:rFonts w:ascii="Times New Roman" w:hAnsi="Times New Roman"/>
          <w:b w:val="0"/>
          <w:bCs w:val="0"/>
          <w:sz w:val="24"/>
          <w:szCs w:val="18"/>
          <w:lang w:val="et-EE"/>
        </w:rPr>
      </w:pPr>
      <w:r>
        <w:rPr>
          <w:rFonts w:ascii="Times New Roman" w:hAnsi="Times New Roman"/>
          <w:b w:val="0"/>
          <w:bCs w:val="0"/>
          <w:sz w:val="24"/>
          <w:szCs w:val="18"/>
          <w:lang w:val="et-EE"/>
        </w:rPr>
        <w:tab/>
      </w:r>
      <w:r>
        <w:rPr>
          <w:rFonts w:ascii="Times New Roman" w:hAnsi="Times New Roman"/>
          <w:b w:val="0"/>
          <w:bCs w:val="0"/>
          <w:sz w:val="24"/>
          <w:szCs w:val="18"/>
          <w:lang w:val="et-EE"/>
        </w:rPr>
        <w:tab/>
        <w:t>Jahijuhataja</w:t>
      </w:r>
      <w:r>
        <w:rPr>
          <w:rFonts w:ascii="Times New Roman" w:hAnsi="Times New Roman"/>
          <w:b w:val="0"/>
          <w:bCs w:val="0"/>
          <w:sz w:val="24"/>
          <w:szCs w:val="18"/>
          <w:lang w:val="et-EE"/>
        </w:rPr>
        <w:tab/>
        <w:t>.........................................................................</w:t>
      </w:r>
    </w:p>
    <w:p w14:paraId="37B16F9B" w14:textId="77777777" w:rsidR="00E46B92" w:rsidRDefault="00E46B92" w:rsidP="006E14ED">
      <w:pPr>
        <w:pStyle w:val="Alapealkiri"/>
        <w:jc w:val="left"/>
        <w:rPr>
          <w:rFonts w:ascii="Times New Roman" w:hAnsi="Times New Roman"/>
          <w:b w:val="0"/>
          <w:bCs w:val="0"/>
          <w:sz w:val="24"/>
          <w:szCs w:val="18"/>
          <w:lang w:val="et-EE"/>
        </w:rPr>
      </w:pPr>
    </w:p>
    <w:tbl>
      <w:tblPr>
        <w:tblW w:w="9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20"/>
        <w:gridCol w:w="3020"/>
        <w:gridCol w:w="3021"/>
      </w:tblGrid>
      <w:tr w:rsidR="00E46B92" w14:paraId="05AD9D7C" w14:textId="77777777" w:rsidTr="001B4577">
        <w:tc>
          <w:tcPr>
            <w:tcW w:w="3020" w:type="dxa"/>
          </w:tcPr>
          <w:p w14:paraId="2D135AA3" w14:textId="77777777" w:rsidR="00E46B92" w:rsidRDefault="00E46B92" w:rsidP="001B4577">
            <w:pPr>
              <w:pStyle w:val="Alapealkiri"/>
              <w:jc w:val="left"/>
              <w:rPr>
                <w:rFonts w:ascii="Times New Roman" w:hAnsi="Times New Roman"/>
                <w:b w:val="0"/>
                <w:bCs w:val="0"/>
                <w:sz w:val="24"/>
                <w:szCs w:val="18"/>
                <w:lang w:val="et-EE"/>
              </w:rPr>
            </w:pPr>
            <w:r>
              <w:rPr>
                <w:rFonts w:ascii="Times New Roman" w:hAnsi="Times New Roman"/>
                <w:b w:val="0"/>
                <w:bCs w:val="0"/>
                <w:sz w:val="24"/>
                <w:szCs w:val="18"/>
                <w:lang w:val="et-EE"/>
              </w:rPr>
              <w:t>Lasta lubatud uluk</w:t>
            </w:r>
          </w:p>
        </w:tc>
        <w:tc>
          <w:tcPr>
            <w:tcW w:w="3020" w:type="dxa"/>
          </w:tcPr>
          <w:p w14:paraId="5A88E413" w14:textId="77777777" w:rsidR="00E46B92" w:rsidRDefault="00E46B92" w:rsidP="001B4577">
            <w:pPr>
              <w:pStyle w:val="Alapealkiri"/>
              <w:jc w:val="left"/>
              <w:rPr>
                <w:rFonts w:ascii="Times New Roman" w:hAnsi="Times New Roman"/>
                <w:b w:val="0"/>
                <w:bCs w:val="0"/>
                <w:sz w:val="24"/>
                <w:szCs w:val="18"/>
                <w:lang w:val="et-EE"/>
              </w:rPr>
            </w:pPr>
            <w:r>
              <w:rPr>
                <w:rFonts w:ascii="Times New Roman" w:hAnsi="Times New Roman"/>
                <w:b w:val="0"/>
                <w:bCs w:val="0"/>
                <w:sz w:val="24"/>
                <w:szCs w:val="18"/>
                <w:lang w:val="et-EE"/>
              </w:rPr>
              <w:t>Jahiloa number</w:t>
            </w:r>
          </w:p>
        </w:tc>
        <w:tc>
          <w:tcPr>
            <w:tcW w:w="3021" w:type="dxa"/>
          </w:tcPr>
          <w:p w14:paraId="50A283F8" w14:textId="77777777" w:rsidR="00E46B92" w:rsidRDefault="00E46B92" w:rsidP="001B4577">
            <w:pPr>
              <w:pStyle w:val="Alapealkiri"/>
              <w:jc w:val="left"/>
              <w:rPr>
                <w:rFonts w:ascii="Times New Roman" w:hAnsi="Times New Roman"/>
                <w:b w:val="0"/>
                <w:bCs w:val="0"/>
                <w:sz w:val="24"/>
                <w:szCs w:val="18"/>
                <w:lang w:val="et-EE"/>
              </w:rPr>
            </w:pPr>
            <w:r>
              <w:rPr>
                <w:rFonts w:ascii="Times New Roman" w:hAnsi="Times New Roman"/>
                <w:b w:val="0"/>
                <w:bCs w:val="0"/>
                <w:sz w:val="24"/>
                <w:szCs w:val="18"/>
                <w:lang w:val="et-EE"/>
              </w:rPr>
              <w:t>Tulemus</w:t>
            </w:r>
          </w:p>
        </w:tc>
      </w:tr>
      <w:tr w:rsidR="00E46B92" w14:paraId="3B256F3C" w14:textId="77777777" w:rsidTr="001B4577">
        <w:tc>
          <w:tcPr>
            <w:tcW w:w="3020" w:type="dxa"/>
          </w:tcPr>
          <w:p w14:paraId="707F5019" w14:textId="77777777" w:rsidR="00E46B92" w:rsidRDefault="00E46B92" w:rsidP="001B4577">
            <w:pPr>
              <w:pStyle w:val="Alapealkiri"/>
              <w:jc w:val="left"/>
              <w:rPr>
                <w:rFonts w:ascii="Times New Roman" w:hAnsi="Times New Roman"/>
                <w:b w:val="0"/>
                <w:bCs w:val="0"/>
                <w:sz w:val="24"/>
                <w:szCs w:val="18"/>
                <w:lang w:val="et-EE"/>
              </w:rPr>
            </w:pPr>
          </w:p>
        </w:tc>
        <w:tc>
          <w:tcPr>
            <w:tcW w:w="3020" w:type="dxa"/>
          </w:tcPr>
          <w:p w14:paraId="5F30B5CF" w14:textId="77777777" w:rsidR="00E46B92" w:rsidRDefault="00E46B92" w:rsidP="001B4577">
            <w:pPr>
              <w:pStyle w:val="Alapealkiri"/>
              <w:jc w:val="left"/>
              <w:rPr>
                <w:rFonts w:ascii="Times New Roman" w:hAnsi="Times New Roman"/>
                <w:b w:val="0"/>
                <w:bCs w:val="0"/>
                <w:sz w:val="24"/>
                <w:szCs w:val="18"/>
                <w:lang w:val="et-EE"/>
              </w:rPr>
            </w:pPr>
          </w:p>
        </w:tc>
        <w:tc>
          <w:tcPr>
            <w:tcW w:w="3021" w:type="dxa"/>
          </w:tcPr>
          <w:p w14:paraId="6ABBA13C" w14:textId="77777777" w:rsidR="00E46B92" w:rsidRDefault="00E46B92" w:rsidP="001B4577">
            <w:pPr>
              <w:pStyle w:val="Alapealkiri"/>
              <w:jc w:val="left"/>
              <w:rPr>
                <w:rFonts w:ascii="Times New Roman" w:hAnsi="Times New Roman"/>
                <w:b w:val="0"/>
                <w:bCs w:val="0"/>
                <w:sz w:val="24"/>
                <w:szCs w:val="18"/>
                <w:lang w:val="et-EE"/>
              </w:rPr>
            </w:pPr>
          </w:p>
        </w:tc>
      </w:tr>
      <w:tr w:rsidR="00E46B92" w14:paraId="4DC6A4C4" w14:textId="77777777" w:rsidTr="001B4577">
        <w:tc>
          <w:tcPr>
            <w:tcW w:w="3020" w:type="dxa"/>
          </w:tcPr>
          <w:p w14:paraId="262934FA" w14:textId="77777777" w:rsidR="00E46B92" w:rsidRDefault="00E46B92" w:rsidP="001B4577">
            <w:pPr>
              <w:pStyle w:val="Alapealkiri"/>
              <w:jc w:val="left"/>
              <w:rPr>
                <w:rFonts w:ascii="Times New Roman" w:hAnsi="Times New Roman"/>
                <w:b w:val="0"/>
                <w:bCs w:val="0"/>
                <w:sz w:val="24"/>
                <w:szCs w:val="18"/>
                <w:lang w:val="et-EE"/>
              </w:rPr>
            </w:pPr>
          </w:p>
        </w:tc>
        <w:tc>
          <w:tcPr>
            <w:tcW w:w="3020" w:type="dxa"/>
          </w:tcPr>
          <w:p w14:paraId="15E22F0B" w14:textId="77777777" w:rsidR="00E46B92" w:rsidRDefault="00E46B92" w:rsidP="001B4577">
            <w:pPr>
              <w:pStyle w:val="Alapealkiri"/>
              <w:jc w:val="left"/>
              <w:rPr>
                <w:rFonts w:ascii="Times New Roman" w:hAnsi="Times New Roman"/>
                <w:b w:val="0"/>
                <w:bCs w:val="0"/>
                <w:sz w:val="24"/>
                <w:szCs w:val="18"/>
                <w:lang w:val="et-EE"/>
              </w:rPr>
            </w:pPr>
          </w:p>
        </w:tc>
        <w:tc>
          <w:tcPr>
            <w:tcW w:w="3021" w:type="dxa"/>
          </w:tcPr>
          <w:p w14:paraId="213372C5" w14:textId="77777777" w:rsidR="00E46B92" w:rsidRDefault="00E46B92" w:rsidP="001B4577">
            <w:pPr>
              <w:pStyle w:val="Alapealkiri"/>
              <w:jc w:val="left"/>
              <w:rPr>
                <w:rFonts w:ascii="Times New Roman" w:hAnsi="Times New Roman"/>
                <w:b w:val="0"/>
                <w:bCs w:val="0"/>
                <w:sz w:val="24"/>
                <w:szCs w:val="18"/>
                <w:lang w:val="et-EE"/>
              </w:rPr>
            </w:pPr>
          </w:p>
        </w:tc>
      </w:tr>
      <w:tr w:rsidR="00E46B92" w14:paraId="126C312B" w14:textId="77777777" w:rsidTr="001B4577">
        <w:tc>
          <w:tcPr>
            <w:tcW w:w="3020" w:type="dxa"/>
          </w:tcPr>
          <w:p w14:paraId="58ABCBB1" w14:textId="77777777" w:rsidR="00E46B92" w:rsidRDefault="00E46B92" w:rsidP="001B4577">
            <w:pPr>
              <w:pStyle w:val="Alapealkiri"/>
              <w:jc w:val="left"/>
              <w:rPr>
                <w:rFonts w:ascii="Times New Roman" w:hAnsi="Times New Roman"/>
                <w:b w:val="0"/>
                <w:bCs w:val="0"/>
                <w:sz w:val="24"/>
                <w:szCs w:val="18"/>
                <w:lang w:val="et-EE"/>
              </w:rPr>
            </w:pPr>
          </w:p>
        </w:tc>
        <w:tc>
          <w:tcPr>
            <w:tcW w:w="3020" w:type="dxa"/>
          </w:tcPr>
          <w:p w14:paraId="51B232FF" w14:textId="77777777" w:rsidR="00E46B92" w:rsidRDefault="00E46B92" w:rsidP="001B4577">
            <w:pPr>
              <w:pStyle w:val="Alapealkiri"/>
              <w:jc w:val="left"/>
              <w:rPr>
                <w:rFonts w:ascii="Times New Roman" w:hAnsi="Times New Roman"/>
                <w:b w:val="0"/>
                <w:bCs w:val="0"/>
                <w:sz w:val="24"/>
                <w:szCs w:val="18"/>
                <w:lang w:val="et-EE"/>
              </w:rPr>
            </w:pPr>
          </w:p>
        </w:tc>
        <w:tc>
          <w:tcPr>
            <w:tcW w:w="3021" w:type="dxa"/>
          </w:tcPr>
          <w:p w14:paraId="3C5B377B" w14:textId="77777777" w:rsidR="00E46B92" w:rsidRDefault="00E46B92" w:rsidP="001B4577">
            <w:pPr>
              <w:pStyle w:val="Alapealkiri"/>
              <w:jc w:val="left"/>
              <w:rPr>
                <w:rFonts w:ascii="Times New Roman" w:hAnsi="Times New Roman"/>
                <w:b w:val="0"/>
                <w:bCs w:val="0"/>
                <w:sz w:val="24"/>
                <w:szCs w:val="18"/>
                <w:lang w:val="et-EE"/>
              </w:rPr>
            </w:pPr>
          </w:p>
        </w:tc>
      </w:tr>
      <w:tr w:rsidR="00E46B92" w14:paraId="25B43BB2" w14:textId="77777777" w:rsidTr="001B4577">
        <w:tc>
          <w:tcPr>
            <w:tcW w:w="3020" w:type="dxa"/>
          </w:tcPr>
          <w:p w14:paraId="5BA6FD09" w14:textId="77777777" w:rsidR="00E46B92" w:rsidRDefault="00E46B92" w:rsidP="001B4577">
            <w:pPr>
              <w:pStyle w:val="Alapealkiri"/>
              <w:jc w:val="left"/>
              <w:rPr>
                <w:rFonts w:ascii="Times New Roman" w:hAnsi="Times New Roman"/>
                <w:b w:val="0"/>
                <w:bCs w:val="0"/>
                <w:sz w:val="24"/>
                <w:szCs w:val="18"/>
                <w:lang w:val="et-EE"/>
              </w:rPr>
            </w:pPr>
          </w:p>
        </w:tc>
        <w:tc>
          <w:tcPr>
            <w:tcW w:w="3020" w:type="dxa"/>
          </w:tcPr>
          <w:p w14:paraId="304627E0" w14:textId="77777777" w:rsidR="00E46B92" w:rsidRDefault="00E46B92" w:rsidP="001B4577">
            <w:pPr>
              <w:pStyle w:val="Alapealkiri"/>
              <w:jc w:val="left"/>
              <w:rPr>
                <w:rFonts w:ascii="Times New Roman" w:hAnsi="Times New Roman"/>
                <w:b w:val="0"/>
                <w:bCs w:val="0"/>
                <w:sz w:val="24"/>
                <w:szCs w:val="18"/>
                <w:lang w:val="et-EE"/>
              </w:rPr>
            </w:pPr>
          </w:p>
        </w:tc>
        <w:tc>
          <w:tcPr>
            <w:tcW w:w="3021" w:type="dxa"/>
          </w:tcPr>
          <w:p w14:paraId="0E747B8B" w14:textId="77777777" w:rsidR="00E46B92" w:rsidRDefault="00E46B92" w:rsidP="001B4577">
            <w:pPr>
              <w:pStyle w:val="Alapealkiri"/>
              <w:jc w:val="left"/>
              <w:rPr>
                <w:rFonts w:ascii="Times New Roman" w:hAnsi="Times New Roman"/>
                <w:b w:val="0"/>
                <w:bCs w:val="0"/>
                <w:sz w:val="24"/>
                <w:szCs w:val="18"/>
                <w:lang w:val="et-EE"/>
              </w:rPr>
            </w:pPr>
          </w:p>
        </w:tc>
      </w:tr>
    </w:tbl>
    <w:p w14:paraId="0E62D7FC" w14:textId="77777777" w:rsidR="00E46B92" w:rsidRDefault="00E46B92" w:rsidP="006E14ED">
      <w:pPr>
        <w:pStyle w:val="Normaallaadveeb"/>
        <w:jc w:val="center"/>
      </w:pPr>
    </w:p>
    <w:tbl>
      <w:tblPr>
        <w:tblW w:w="9120" w:type="dxa"/>
        <w:tblInd w:w="65" w:type="dxa"/>
        <w:tblCellMar>
          <w:left w:w="70" w:type="dxa"/>
          <w:right w:w="70" w:type="dxa"/>
        </w:tblCellMar>
        <w:tblLook w:val="0000" w:firstRow="0" w:lastRow="0" w:firstColumn="0" w:lastColumn="0" w:noHBand="0" w:noVBand="0"/>
      </w:tblPr>
      <w:tblGrid>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960"/>
        <w:gridCol w:w="660"/>
      </w:tblGrid>
      <w:tr w:rsidR="00E46B92" w14:paraId="0EFABE38" w14:textId="77777777" w:rsidTr="001B4577">
        <w:trPr>
          <w:trHeight w:val="1800"/>
        </w:trPr>
        <w:tc>
          <w:tcPr>
            <w:tcW w:w="300" w:type="dxa"/>
            <w:tcBorders>
              <w:top w:val="single" w:sz="4" w:space="0" w:color="auto"/>
              <w:left w:val="single" w:sz="4" w:space="0" w:color="auto"/>
              <w:bottom w:val="single" w:sz="4" w:space="0" w:color="auto"/>
              <w:right w:val="single" w:sz="4" w:space="0" w:color="auto"/>
            </w:tcBorders>
            <w:noWrap/>
            <w:vAlign w:val="bottom"/>
          </w:tcPr>
          <w:p w14:paraId="01049A7E"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28A7933D"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3FC85F3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04FA3823"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0E483C7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0445032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6696485A"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2E62A174"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18D8A32E"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49F8CC7D"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68C9BAC3"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1E0EC580"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37BB803D"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2F337B9A"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65199BCF"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227B3E60"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6D14AB1C"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4CF540E4"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77C73E1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31A5312D"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295C4FE9"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557258D6"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1EC6F69E"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51EFBBF4"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750A4E16" w14:textId="77777777" w:rsidR="00E46B92" w:rsidRDefault="00E46B92" w:rsidP="001B4577">
            <w:pPr>
              <w:rPr>
                <w:rFonts w:ascii="Arial" w:hAnsi="Arial" w:cs="Arial"/>
                <w:sz w:val="20"/>
                <w:szCs w:val="20"/>
              </w:rPr>
            </w:pPr>
            <w:r>
              <w:rPr>
                <w:rFonts w:ascii="Arial" w:hAnsi="Arial" w:cs="Arial"/>
                <w:sz w:val="20"/>
                <w:szCs w:val="20"/>
              </w:rPr>
              <w:t> </w:t>
            </w:r>
          </w:p>
        </w:tc>
        <w:tc>
          <w:tcPr>
            <w:tcW w:w="1620" w:type="dxa"/>
            <w:gridSpan w:val="2"/>
            <w:tcBorders>
              <w:top w:val="single" w:sz="4" w:space="0" w:color="auto"/>
              <w:left w:val="nil"/>
              <w:bottom w:val="single" w:sz="4" w:space="0" w:color="auto"/>
              <w:right w:val="single" w:sz="4" w:space="0" w:color="000000"/>
            </w:tcBorders>
            <w:textDirection w:val="tbRl"/>
            <w:vAlign w:val="center"/>
          </w:tcPr>
          <w:p w14:paraId="2762A904" w14:textId="77777777" w:rsidR="00E46B92" w:rsidRDefault="00E46B92" w:rsidP="001B4577">
            <w:pPr>
              <w:jc w:val="center"/>
              <w:rPr>
                <w:rFonts w:ascii="Arial" w:hAnsi="Arial" w:cs="Arial"/>
                <w:sz w:val="20"/>
                <w:szCs w:val="20"/>
              </w:rPr>
            </w:pPr>
            <w:r>
              <w:rPr>
                <w:rFonts w:ascii="Arial" w:hAnsi="Arial" w:cs="Arial"/>
                <w:sz w:val="20"/>
                <w:szCs w:val="20"/>
              </w:rPr>
              <w:t>Aju nimetus või jahipidamise koht (jahitorn)</w:t>
            </w:r>
          </w:p>
        </w:tc>
      </w:tr>
      <w:tr w:rsidR="00E46B92" w14:paraId="61074E22" w14:textId="77777777" w:rsidTr="001B4577">
        <w:trPr>
          <w:trHeight w:val="900"/>
        </w:trPr>
        <w:tc>
          <w:tcPr>
            <w:tcW w:w="300" w:type="dxa"/>
            <w:tcBorders>
              <w:top w:val="nil"/>
              <w:left w:val="single" w:sz="4" w:space="0" w:color="auto"/>
              <w:bottom w:val="single" w:sz="4" w:space="0" w:color="auto"/>
              <w:right w:val="single" w:sz="4" w:space="0" w:color="auto"/>
            </w:tcBorders>
            <w:noWrap/>
            <w:vAlign w:val="bottom"/>
          </w:tcPr>
          <w:p w14:paraId="446033EC"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39B4CCCF"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8220680"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C604C84"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5645300"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4D0E1F8"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C79BF10"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05A385BC"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D4E244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9D1E33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3405F2AC"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33B6D79"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9E3B59D"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FBB2F23"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3B0C2928"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C93BC6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AAF58DE"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3F0FEE3"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F6F13D1"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3583276"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3994A45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670B44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CC012FA"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FA4FA34"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71F809F" w14:textId="77777777" w:rsidR="00E46B92" w:rsidRDefault="00E46B92" w:rsidP="001B4577">
            <w:pPr>
              <w:rPr>
                <w:rFonts w:ascii="Arial" w:hAnsi="Arial" w:cs="Arial"/>
                <w:sz w:val="20"/>
                <w:szCs w:val="20"/>
              </w:rPr>
            </w:pPr>
            <w:r>
              <w:rPr>
                <w:rFonts w:ascii="Arial" w:hAnsi="Arial" w:cs="Arial"/>
                <w:sz w:val="20"/>
                <w:szCs w:val="20"/>
              </w:rPr>
              <w:t> </w:t>
            </w:r>
          </w:p>
        </w:tc>
        <w:tc>
          <w:tcPr>
            <w:tcW w:w="1620" w:type="dxa"/>
            <w:gridSpan w:val="2"/>
            <w:tcBorders>
              <w:top w:val="single" w:sz="4" w:space="0" w:color="auto"/>
              <w:left w:val="nil"/>
              <w:bottom w:val="single" w:sz="4" w:space="0" w:color="auto"/>
              <w:right w:val="single" w:sz="4" w:space="0" w:color="000000"/>
            </w:tcBorders>
            <w:textDirection w:val="tbRl"/>
            <w:vAlign w:val="center"/>
          </w:tcPr>
          <w:p w14:paraId="7E96249B" w14:textId="77777777" w:rsidR="00E46B92" w:rsidRDefault="00E46B92" w:rsidP="001B4577">
            <w:pPr>
              <w:jc w:val="center"/>
              <w:rPr>
                <w:rFonts w:ascii="Arial" w:hAnsi="Arial" w:cs="Arial"/>
                <w:sz w:val="20"/>
                <w:szCs w:val="20"/>
              </w:rPr>
            </w:pPr>
            <w:r>
              <w:rPr>
                <w:rFonts w:ascii="Arial" w:hAnsi="Arial" w:cs="Arial"/>
                <w:sz w:val="20"/>
                <w:szCs w:val="20"/>
              </w:rPr>
              <w:t>Pindala, ha</w:t>
            </w:r>
          </w:p>
        </w:tc>
      </w:tr>
      <w:tr w:rsidR="00E46B92" w14:paraId="2CDC3200" w14:textId="77777777" w:rsidTr="001B4577">
        <w:trPr>
          <w:trHeight w:val="900"/>
        </w:trPr>
        <w:tc>
          <w:tcPr>
            <w:tcW w:w="300" w:type="dxa"/>
            <w:tcBorders>
              <w:top w:val="nil"/>
              <w:left w:val="single" w:sz="4" w:space="0" w:color="auto"/>
              <w:bottom w:val="single" w:sz="4" w:space="0" w:color="auto"/>
              <w:right w:val="single" w:sz="4" w:space="0" w:color="auto"/>
            </w:tcBorders>
            <w:noWrap/>
            <w:vAlign w:val="bottom"/>
          </w:tcPr>
          <w:p w14:paraId="704D6A0E"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4EA9704"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6B05F14"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073C47F4"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EA10C4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360887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960D99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3880F8E"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C9A00A"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30D775F"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6A96C41"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CAAACF0"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3AB95D49"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43C9B26"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418F4A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C6E30E3"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0A56513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C76F2F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A53BFDA"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9F3EB08"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0D8C6DC6"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F5BEC91"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48F53E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99203CE"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1A8D599" w14:textId="77777777" w:rsidR="00E46B92" w:rsidRDefault="00E46B92" w:rsidP="001B457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textDirection w:val="tbRl"/>
            <w:vAlign w:val="center"/>
          </w:tcPr>
          <w:p w14:paraId="6517074D" w14:textId="77777777" w:rsidR="00E46B92" w:rsidRDefault="00E46B92" w:rsidP="001B4577">
            <w:pPr>
              <w:jc w:val="center"/>
              <w:rPr>
                <w:rFonts w:ascii="Arial" w:hAnsi="Arial" w:cs="Arial"/>
                <w:sz w:val="20"/>
                <w:szCs w:val="20"/>
              </w:rPr>
            </w:pPr>
            <w:r>
              <w:rPr>
                <w:rFonts w:ascii="Arial" w:hAnsi="Arial" w:cs="Arial"/>
                <w:sz w:val="20"/>
                <w:szCs w:val="20"/>
              </w:rPr>
              <w:t>inimesi, tk</w:t>
            </w:r>
          </w:p>
        </w:tc>
        <w:tc>
          <w:tcPr>
            <w:tcW w:w="660" w:type="dxa"/>
            <w:vMerge w:val="restart"/>
            <w:tcBorders>
              <w:top w:val="nil"/>
              <w:left w:val="single" w:sz="4" w:space="0" w:color="auto"/>
              <w:bottom w:val="single" w:sz="4" w:space="0" w:color="000000"/>
              <w:right w:val="single" w:sz="4" w:space="0" w:color="auto"/>
            </w:tcBorders>
            <w:noWrap/>
            <w:textDirection w:val="tbRl"/>
            <w:vAlign w:val="center"/>
          </w:tcPr>
          <w:p w14:paraId="3F800212" w14:textId="77777777" w:rsidR="00E46B92" w:rsidRDefault="00E46B92" w:rsidP="001B4577">
            <w:pPr>
              <w:jc w:val="center"/>
              <w:rPr>
                <w:rFonts w:ascii="Arial" w:hAnsi="Arial" w:cs="Arial"/>
                <w:sz w:val="20"/>
                <w:szCs w:val="20"/>
              </w:rPr>
            </w:pPr>
            <w:r>
              <w:rPr>
                <w:rFonts w:ascii="Arial" w:hAnsi="Arial" w:cs="Arial"/>
                <w:sz w:val="20"/>
                <w:szCs w:val="20"/>
              </w:rPr>
              <w:t>Ajus</w:t>
            </w:r>
          </w:p>
        </w:tc>
      </w:tr>
      <w:tr w:rsidR="00E46B92" w14:paraId="1274CB0D" w14:textId="77777777" w:rsidTr="001B4577">
        <w:trPr>
          <w:trHeight w:val="900"/>
        </w:trPr>
        <w:tc>
          <w:tcPr>
            <w:tcW w:w="300" w:type="dxa"/>
            <w:tcBorders>
              <w:top w:val="nil"/>
              <w:left w:val="single" w:sz="4" w:space="0" w:color="auto"/>
              <w:bottom w:val="single" w:sz="4" w:space="0" w:color="auto"/>
              <w:right w:val="single" w:sz="4" w:space="0" w:color="auto"/>
            </w:tcBorders>
            <w:noWrap/>
            <w:vAlign w:val="bottom"/>
          </w:tcPr>
          <w:p w14:paraId="1676EC1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B4BE9C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A542C5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A35F68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333F4241"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CDD8DB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A92274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3F9B66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DD808CE"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3D689D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87225F6"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E27450D"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390F923"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BB27F78"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9D0EA91"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EC3C3E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740095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0EB2B821"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94E90F1"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61B6E4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562760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D56DB6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82B2DB8"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B85D3FE"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3822A38C" w14:textId="77777777" w:rsidR="00E46B92" w:rsidRDefault="00E46B92" w:rsidP="001B457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noWrap/>
            <w:textDirection w:val="tbRl"/>
            <w:vAlign w:val="center"/>
          </w:tcPr>
          <w:p w14:paraId="23E8F765" w14:textId="77777777" w:rsidR="00E46B92" w:rsidRDefault="00E46B92" w:rsidP="001B4577">
            <w:pPr>
              <w:jc w:val="center"/>
              <w:rPr>
                <w:rFonts w:ascii="Arial" w:hAnsi="Arial" w:cs="Arial"/>
                <w:sz w:val="20"/>
                <w:szCs w:val="20"/>
              </w:rPr>
            </w:pPr>
            <w:r>
              <w:rPr>
                <w:rFonts w:ascii="Arial" w:hAnsi="Arial" w:cs="Arial"/>
                <w:sz w:val="20"/>
                <w:szCs w:val="20"/>
              </w:rPr>
              <w:t>koeri, tk</w:t>
            </w:r>
          </w:p>
        </w:tc>
        <w:tc>
          <w:tcPr>
            <w:tcW w:w="660" w:type="dxa"/>
            <w:vMerge/>
            <w:tcBorders>
              <w:top w:val="nil"/>
              <w:left w:val="single" w:sz="4" w:space="0" w:color="auto"/>
              <w:bottom w:val="single" w:sz="4" w:space="0" w:color="000000"/>
              <w:right w:val="single" w:sz="4" w:space="0" w:color="auto"/>
            </w:tcBorders>
            <w:vAlign w:val="center"/>
          </w:tcPr>
          <w:p w14:paraId="3B67A6BF" w14:textId="77777777" w:rsidR="00E46B92" w:rsidRDefault="00E46B92" w:rsidP="001B4577">
            <w:pPr>
              <w:rPr>
                <w:rFonts w:ascii="Arial" w:hAnsi="Arial" w:cs="Arial"/>
                <w:sz w:val="20"/>
                <w:szCs w:val="20"/>
              </w:rPr>
            </w:pPr>
          </w:p>
        </w:tc>
      </w:tr>
      <w:tr w:rsidR="00E46B92" w14:paraId="1BEDEF30" w14:textId="77777777" w:rsidTr="001B4577">
        <w:trPr>
          <w:trHeight w:val="900"/>
        </w:trPr>
        <w:tc>
          <w:tcPr>
            <w:tcW w:w="300" w:type="dxa"/>
            <w:tcBorders>
              <w:top w:val="nil"/>
              <w:left w:val="single" w:sz="4" w:space="0" w:color="auto"/>
              <w:bottom w:val="single" w:sz="4" w:space="0" w:color="auto"/>
              <w:right w:val="single" w:sz="4" w:space="0" w:color="auto"/>
            </w:tcBorders>
            <w:noWrap/>
            <w:vAlign w:val="bottom"/>
          </w:tcPr>
          <w:p w14:paraId="259E6726"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8E7E3D6"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031C6A14"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41E32DE"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9251EE"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95DFBC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91568A"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3B1C40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05B9F67F"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A321138"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DCB7C30"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02683E6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42E4D0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F4E096C"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FCC32CC"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37C5AFA6"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35F0509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F50902A"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30B776E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09590EA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3893DFE1"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C0091F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CEC27F6"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AC5FEE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8D0CB65" w14:textId="77777777" w:rsidR="00E46B92" w:rsidRDefault="00E46B92" w:rsidP="001B457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noWrap/>
            <w:textDirection w:val="tbRl"/>
            <w:vAlign w:val="center"/>
          </w:tcPr>
          <w:p w14:paraId="0D17B5B1" w14:textId="77777777" w:rsidR="00E46B92" w:rsidRDefault="00E46B92" w:rsidP="001B4577">
            <w:pPr>
              <w:jc w:val="center"/>
              <w:rPr>
                <w:rFonts w:ascii="Arial" w:hAnsi="Arial" w:cs="Arial"/>
                <w:sz w:val="20"/>
                <w:szCs w:val="20"/>
              </w:rPr>
            </w:pPr>
            <w:r>
              <w:rPr>
                <w:rFonts w:ascii="Arial" w:hAnsi="Arial" w:cs="Arial"/>
                <w:sz w:val="20"/>
                <w:szCs w:val="20"/>
              </w:rPr>
              <w:t>Liik</w:t>
            </w:r>
          </w:p>
        </w:tc>
        <w:tc>
          <w:tcPr>
            <w:tcW w:w="660" w:type="dxa"/>
            <w:vMerge w:val="restart"/>
            <w:tcBorders>
              <w:top w:val="nil"/>
              <w:left w:val="single" w:sz="4" w:space="0" w:color="auto"/>
              <w:bottom w:val="single" w:sz="4" w:space="0" w:color="000000"/>
              <w:right w:val="single" w:sz="4" w:space="0" w:color="auto"/>
            </w:tcBorders>
            <w:noWrap/>
            <w:textDirection w:val="tbRl"/>
            <w:vAlign w:val="center"/>
          </w:tcPr>
          <w:p w14:paraId="61A1EC2A" w14:textId="77777777" w:rsidR="00E46B92" w:rsidRDefault="00E46B92" w:rsidP="001B4577">
            <w:pPr>
              <w:jc w:val="center"/>
              <w:rPr>
                <w:rFonts w:ascii="Arial" w:hAnsi="Arial" w:cs="Arial"/>
                <w:sz w:val="20"/>
                <w:szCs w:val="20"/>
              </w:rPr>
            </w:pPr>
            <w:r>
              <w:rPr>
                <w:rFonts w:ascii="Arial" w:hAnsi="Arial" w:cs="Arial"/>
                <w:sz w:val="20"/>
                <w:szCs w:val="20"/>
              </w:rPr>
              <w:t>Nähtud suurulukeid kokku, tk</w:t>
            </w:r>
          </w:p>
        </w:tc>
      </w:tr>
      <w:tr w:rsidR="00E46B92" w14:paraId="6C1CAF95" w14:textId="77777777" w:rsidTr="001B4577">
        <w:trPr>
          <w:trHeight w:val="900"/>
        </w:trPr>
        <w:tc>
          <w:tcPr>
            <w:tcW w:w="300" w:type="dxa"/>
            <w:tcBorders>
              <w:top w:val="nil"/>
              <w:left w:val="single" w:sz="4" w:space="0" w:color="auto"/>
              <w:bottom w:val="single" w:sz="4" w:space="0" w:color="auto"/>
              <w:right w:val="single" w:sz="4" w:space="0" w:color="auto"/>
            </w:tcBorders>
            <w:noWrap/>
            <w:vAlign w:val="bottom"/>
          </w:tcPr>
          <w:p w14:paraId="11FDB57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D2681F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9540F3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08D84C7C"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CFAD78F"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E2C70B9"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39ED5913"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17F0F1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272890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EFF7056"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08858630"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057984F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1EF44BD"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32CB8EF"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5BFA47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414EB40"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191F2C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371BB84D"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3D7A2D0D"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31F25B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CF696BA"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0B012EB9"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76A17D1"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C2097FF"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9740122" w14:textId="77777777" w:rsidR="00E46B92" w:rsidRDefault="00E46B92" w:rsidP="001B457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noWrap/>
            <w:textDirection w:val="tbRl"/>
            <w:vAlign w:val="center"/>
          </w:tcPr>
          <w:p w14:paraId="125C339F" w14:textId="77777777" w:rsidR="00E46B92" w:rsidRDefault="00E46B92" w:rsidP="001B4577">
            <w:pPr>
              <w:jc w:val="center"/>
              <w:rPr>
                <w:rFonts w:ascii="Arial" w:hAnsi="Arial" w:cs="Arial"/>
                <w:sz w:val="20"/>
                <w:szCs w:val="20"/>
              </w:rPr>
            </w:pPr>
            <w:proofErr w:type="spellStart"/>
            <w:r>
              <w:rPr>
                <w:rFonts w:ascii="Arial" w:hAnsi="Arial" w:cs="Arial"/>
                <w:sz w:val="20"/>
                <w:szCs w:val="20"/>
              </w:rPr>
              <w:t>ad</w:t>
            </w:r>
            <w:proofErr w:type="spellEnd"/>
            <w:r>
              <w:rPr>
                <w:rFonts w:ascii="Arial" w:hAnsi="Arial" w:cs="Arial"/>
                <w:sz w:val="20"/>
                <w:szCs w:val="20"/>
              </w:rPr>
              <w:t xml:space="preserve"> ♂</w:t>
            </w:r>
          </w:p>
        </w:tc>
        <w:tc>
          <w:tcPr>
            <w:tcW w:w="660" w:type="dxa"/>
            <w:vMerge/>
            <w:tcBorders>
              <w:top w:val="nil"/>
              <w:left w:val="single" w:sz="4" w:space="0" w:color="auto"/>
              <w:bottom w:val="single" w:sz="4" w:space="0" w:color="000000"/>
              <w:right w:val="single" w:sz="4" w:space="0" w:color="auto"/>
            </w:tcBorders>
            <w:vAlign w:val="center"/>
          </w:tcPr>
          <w:p w14:paraId="76350C10" w14:textId="77777777" w:rsidR="00E46B92" w:rsidRDefault="00E46B92" w:rsidP="001B4577">
            <w:pPr>
              <w:rPr>
                <w:rFonts w:ascii="Arial" w:hAnsi="Arial" w:cs="Arial"/>
                <w:sz w:val="20"/>
                <w:szCs w:val="20"/>
              </w:rPr>
            </w:pPr>
          </w:p>
        </w:tc>
      </w:tr>
      <w:tr w:rsidR="00E46B92" w14:paraId="6B903A7E" w14:textId="77777777" w:rsidTr="001B4577">
        <w:trPr>
          <w:trHeight w:val="900"/>
        </w:trPr>
        <w:tc>
          <w:tcPr>
            <w:tcW w:w="300" w:type="dxa"/>
            <w:tcBorders>
              <w:top w:val="nil"/>
              <w:left w:val="single" w:sz="4" w:space="0" w:color="auto"/>
              <w:bottom w:val="single" w:sz="4" w:space="0" w:color="auto"/>
              <w:right w:val="single" w:sz="4" w:space="0" w:color="auto"/>
            </w:tcBorders>
            <w:noWrap/>
            <w:vAlign w:val="bottom"/>
          </w:tcPr>
          <w:p w14:paraId="2388C504"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0FAF4D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6905D8F"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B621549"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CD75F4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D6FAEE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0962BC9"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C1AA39E"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503F04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326258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097A229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D8E4C2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70B7431"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D754C5A"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37FED64A"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66F943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1952EA9"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32BE3D6"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5D04570"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204921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34660D6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A1CB1A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9D77ACE"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A8EFA5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0A26BCB7" w14:textId="77777777" w:rsidR="00E46B92" w:rsidRDefault="00E46B92" w:rsidP="001B457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noWrap/>
            <w:textDirection w:val="tbRl"/>
            <w:vAlign w:val="center"/>
          </w:tcPr>
          <w:p w14:paraId="0B227B8B" w14:textId="77777777" w:rsidR="00E46B92" w:rsidRDefault="00E46B92" w:rsidP="001B4577">
            <w:pPr>
              <w:jc w:val="center"/>
              <w:rPr>
                <w:rFonts w:ascii="Arial" w:hAnsi="Arial" w:cs="Arial"/>
                <w:sz w:val="20"/>
                <w:szCs w:val="20"/>
              </w:rPr>
            </w:pPr>
            <w:proofErr w:type="spellStart"/>
            <w:r>
              <w:rPr>
                <w:rFonts w:ascii="Arial" w:hAnsi="Arial" w:cs="Arial"/>
                <w:sz w:val="20"/>
                <w:szCs w:val="20"/>
              </w:rPr>
              <w:t>ad</w:t>
            </w:r>
            <w:proofErr w:type="spellEnd"/>
            <w:r>
              <w:rPr>
                <w:rFonts w:ascii="Arial" w:hAnsi="Arial" w:cs="Arial"/>
                <w:sz w:val="20"/>
                <w:szCs w:val="20"/>
              </w:rPr>
              <w:t xml:space="preserve"> ♀</w:t>
            </w:r>
          </w:p>
        </w:tc>
        <w:tc>
          <w:tcPr>
            <w:tcW w:w="660" w:type="dxa"/>
            <w:vMerge/>
            <w:tcBorders>
              <w:top w:val="nil"/>
              <w:left w:val="single" w:sz="4" w:space="0" w:color="auto"/>
              <w:bottom w:val="single" w:sz="4" w:space="0" w:color="000000"/>
              <w:right w:val="single" w:sz="4" w:space="0" w:color="auto"/>
            </w:tcBorders>
            <w:vAlign w:val="center"/>
          </w:tcPr>
          <w:p w14:paraId="44EA4CC7" w14:textId="77777777" w:rsidR="00E46B92" w:rsidRDefault="00E46B92" w:rsidP="001B4577">
            <w:pPr>
              <w:rPr>
                <w:rFonts w:ascii="Arial" w:hAnsi="Arial" w:cs="Arial"/>
                <w:sz w:val="20"/>
                <w:szCs w:val="20"/>
              </w:rPr>
            </w:pPr>
          </w:p>
        </w:tc>
      </w:tr>
      <w:tr w:rsidR="00E46B92" w14:paraId="73A9EA80" w14:textId="77777777" w:rsidTr="001B4577">
        <w:trPr>
          <w:trHeight w:val="900"/>
        </w:trPr>
        <w:tc>
          <w:tcPr>
            <w:tcW w:w="300" w:type="dxa"/>
            <w:tcBorders>
              <w:top w:val="nil"/>
              <w:left w:val="single" w:sz="4" w:space="0" w:color="auto"/>
              <w:bottom w:val="single" w:sz="4" w:space="0" w:color="auto"/>
              <w:right w:val="single" w:sz="4" w:space="0" w:color="auto"/>
            </w:tcBorders>
            <w:noWrap/>
            <w:vAlign w:val="bottom"/>
          </w:tcPr>
          <w:p w14:paraId="1720E990"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4AD017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C1E2F5C"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0D0BC34D"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7502383"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86F1774"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8E3A630"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306B72C1"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51E1E7F"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0F84B373"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0E4F6ED"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AE1CC20"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3609BFF"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0C4D849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4E37CF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63E558A"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0647D5A"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3A29C70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FC52F8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ABC7181"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A5B55A1"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0CF0CD6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0D044F3F"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960D629"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304DE87" w14:textId="77777777" w:rsidR="00E46B92" w:rsidRDefault="00E46B92" w:rsidP="001B457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noWrap/>
            <w:textDirection w:val="tbRl"/>
            <w:vAlign w:val="center"/>
          </w:tcPr>
          <w:p w14:paraId="3CD9AFCB" w14:textId="77777777" w:rsidR="00E46B92" w:rsidRDefault="00E46B92" w:rsidP="001B4577">
            <w:pPr>
              <w:jc w:val="center"/>
              <w:rPr>
                <w:rFonts w:ascii="Arial" w:hAnsi="Arial" w:cs="Arial"/>
                <w:sz w:val="20"/>
                <w:szCs w:val="20"/>
              </w:rPr>
            </w:pPr>
            <w:proofErr w:type="spellStart"/>
            <w:r>
              <w:rPr>
                <w:rFonts w:ascii="Arial" w:hAnsi="Arial" w:cs="Arial"/>
                <w:sz w:val="20"/>
                <w:szCs w:val="20"/>
              </w:rPr>
              <w:t>juv</w:t>
            </w:r>
            <w:proofErr w:type="spellEnd"/>
          </w:p>
        </w:tc>
        <w:tc>
          <w:tcPr>
            <w:tcW w:w="660" w:type="dxa"/>
            <w:vMerge/>
            <w:tcBorders>
              <w:top w:val="nil"/>
              <w:left w:val="single" w:sz="4" w:space="0" w:color="auto"/>
              <w:bottom w:val="single" w:sz="4" w:space="0" w:color="000000"/>
              <w:right w:val="single" w:sz="4" w:space="0" w:color="auto"/>
            </w:tcBorders>
            <w:vAlign w:val="center"/>
          </w:tcPr>
          <w:p w14:paraId="0639D4EB" w14:textId="77777777" w:rsidR="00E46B92" w:rsidRDefault="00E46B92" w:rsidP="001B4577">
            <w:pPr>
              <w:rPr>
                <w:rFonts w:ascii="Arial" w:hAnsi="Arial" w:cs="Arial"/>
                <w:sz w:val="20"/>
                <w:szCs w:val="20"/>
              </w:rPr>
            </w:pPr>
          </w:p>
        </w:tc>
      </w:tr>
      <w:tr w:rsidR="00E46B92" w14:paraId="4DF5C122" w14:textId="77777777" w:rsidTr="001B4577">
        <w:trPr>
          <w:trHeight w:val="900"/>
        </w:trPr>
        <w:tc>
          <w:tcPr>
            <w:tcW w:w="300" w:type="dxa"/>
            <w:tcBorders>
              <w:top w:val="nil"/>
              <w:left w:val="single" w:sz="4" w:space="0" w:color="auto"/>
              <w:bottom w:val="single" w:sz="4" w:space="0" w:color="auto"/>
              <w:right w:val="single" w:sz="4" w:space="0" w:color="auto"/>
            </w:tcBorders>
            <w:noWrap/>
            <w:vAlign w:val="bottom"/>
          </w:tcPr>
          <w:p w14:paraId="58961401"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08A4C99"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4A94214"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0C58D176"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6684753"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985227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3888EAA"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8D6029F"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52F7923"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946F25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1CC613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38B9E10E"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DFBB5C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C791EAF"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D9AEA6D"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B20430C"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3FB8E8F8"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33CE421E"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0ACB5271"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35266EDA"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E7764B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55F407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239888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4374E5A"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8C5AC16" w14:textId="77777777" w:rsidR="00E46B92" w:rsidRDefault="00E46B92" w:rsidP="001B457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textDirection w:val="tbRl"/>
            <w:vAlign w:val="center"/>
          </w:tcPr>
          <w:p w14:paraId="72679637" w14:textId="77777777" w:rsidR="00E46B92" w:rsidRDefault="00E46B92" w:rsidP="001B4577">
            <w:pPr>
              <w:jc w:val="center"/>
              <w:rPr>
                <w:rFonts w:ascii="Arial" w:hAnsi="Arial" w:cs="Arial"/>
                <w:sz w:val="20"/>
                <w:szCs w:val="20"/>
              </w:rPr>
            </w:pPr>
            <w:r>
              <w:rPr>
                <w:rFonts w:ascii="Arial" w:hAnsi="Arial" w:cs="Arial"/>
                <w:sz w:val="20"/>
                <w:szCs w:val="20"/>
              </w:rPr>
              <w:t>sugu/ vanus teadmata</w:t>
            </w:r>
          </w:p>
        </w:tc>
        <w:tc>
          <w:tcPr>
            <w:tcW w:w="660" w:type="dxa"/>
            <w:vMerge/>
            <w:tcBorders>
              <w:top w:val="nil"/>
              <w:left w:val="single" w:sz="4" w:space="0" w:color="auto"/>
              <w:bottom w:val="single" w:sz="4" w:space="0" w:color="000000"/>
              <w:right w:val="single" w:sz="4" w:space="0" w:color="auto"/>
            </w:tcBorders>
            <w:vAlign w:val="center"/>
          </w:tcPr>
          <w:p w14:paraId="0AFAAE1A" w14:textId="77777777" w:rsidR="00E46B92" w:rsidRDefault="00E46B92" w:rsidP="001B4577">
            <w:pPr>
              <w:rPr>
                <w:rFonts w:ascii="Arial" w:hAnsi="Arial" w:cs="Arial"/>
                <w:sz w:val="20"/>
                <w:szCs w:val="20"/>
              </w:rPr>
            </w:pPr>
          </w:p>
        </w:tc>
      </w:tr>
      <w:tr w:rsidR="00E46B92" w14:paraId="24431999" w14:textId="77777777" w:rsidTr="00F30116">
        <w:trPr>
          <w:trHeight w:val="1998"/>
        </w:trPr>
        <w:tc>
          <w:tcPr>
            <w:tcW w:w="300" w:type="dxa"/>
            <w:tcBorders>
              <w:top w:val="nil"/>
              <w:left w:val="single" w:sz="4" w:space="0" w:color="auto"/>
              <w:bottom w:val="single" w:sz="4" w:space="0" w:color="auto"/>
              <w:right w:val="single" w:sz="4" w:space="0" w:color="auto"/>
            </w:tcBorders>
            <w:noWrap/>
            <w:vAlign w:val="bottom"/>
          </w:tcPr>
          <w:p w14:paraId="67FF1D33"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110244A"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34D00E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C286579"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4C9BEB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AA5E0E0"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8B0B0E9"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D7FDC0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0D298670"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0D17348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E460D1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070BEC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30531A6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F28BA0E"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876A6B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AE6AF98"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EEB306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FAC1B74"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08A63B03"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C329DF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CE29EDC"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CF55CA0"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BEF45F4"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55BAE0F"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9313836" w14:textId="77777777" w:rsidR="00E46B92" w:rsidRDefault="00E46B92" w:rsidP="001B457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textDirection w:val="tbRl"/>
            <w:vAlign w:val="center"/>
          </w:tcPr>
          <w:p w14:paraId="00464364" w14:textId="77777777" w:rsidR="00E46B92" w:rsidRDefault="00E46B92" w:rsidP="001B4577">
            <w:pPr>
              <w:jc w:val="center"/>
              <w:rPr>
                <w:rFonts w:ascii="Arial" w:hAnsi="Arial" w:cs="Arial"/>
                <w:sz w:val="20"/>
                <w:szCs w:val="20"/>
              </w:rPr>
            </w:pPr>
            <w:r>
              <w:rPr>
                <w:rFonts w:ascii="Arial" w:hAnsi="Arial" w:cs="Arial"/>
                <w:sz w:val="20"/>
                <w:szCs w:val="20"/>
              </w:rPr>
              <w:t>märkused (kütitud, haavatud jm info)</w:t>
            </w:r>
          </w:p>
        </w:tc>
        <w:tc>
          <w:tcPr>
            <w:tcW w:w="660" w:type="dxa"/>
            <w:vMerge/>
            <w:tcBorders>
              <w:top w:val="nil"/>
              <w:left w:val="single" w:sz="4" w:space="0" w:color="auto"/>
              <w:bottom w:val="single" w:sz="4" w:space="0" w:color="000000"/>
              <w:right w:val="single" w:sz="4" w:space="0" w:color="auto"/>
            </w:tcBorders>
            <w:vAlign w:val="center"/>
          </w:tcPr>
          <w:p w14:paraId="229409A7" w14:textId="77777777" w:rsidR="00E46B92" w:rsidRDefault="00E46B92" w:rsidP="001B4577">
            <w:pPr>
              <w:rPr>
                <w:rFonts w:ascii="Arial" w:hAnsi="Arial" w:cs="Arial"/>
                <w:sz w:val="20"/>
                <w:szCs w:val="20"/>
              </w:rPr>
            </w:pPr>
          </w:p>
        </w:tc>
      </w:tr>
      <w:tr w:rsidR="00E46B92" w14:paraId="2B5A21E9" w14:textId="77777777" w:rsidTr="00F30116">
        <w:trPr>
          <w:trHeight w:val="1827"/>
        </w:trPr>
        <w:tc>
          <w:tcPr>
            <w:tcW w:w="7500" w:type="dxa"/>
            <w:gridSpan w:val="25"/>
            <w:tcBorders>
              <w:top w:val="single" w:sz="4" w:space="0" w:color="auto"/>
              <w:left w:val="single" w:sz="4" w:space="0" w:color="auto"/>
              <w:bottom w:val="single" w:sz="4" w:space="0" w:color="auto"/>
              <w:right w:val="single" w:sz="4" w:space="0" w:color="000000"/>
            </w:tcBorders>
            <w:noWrap/>
            <w:vAlign w:val="bottom"/>
          </w:tcPr>
          <w:p w14:paraId="3D39C0D9" w14:textId="77777777" w:rsidR="00E46B92" w:rsidRDefault="00E46B92" w:rsidP="001B4577">
            <w:pPr>
              <w:jc w:val="center"/>
              <w:rPr>
                <w:rFonts w:ascii="Arial" w:hAnsi="Arial" w:cs="Arial"/>
                <w:sz w:val="20"/>
                <w:szCs w:val="20"/>
              </w:rPr>
            </w:pPr>
            <w:r>
              <w:rPr>
                <w:rFonts w:ascii="Arial" w:hAnsi="Arial" w:cs="Arial"/>
                <w:sz w:val="20"/>
                <w:szCs w:val="20"/>
              </w:rPr>
              <w:t> </w:t>
            </w:r>
          </w:p>
        </w:tc>
        <w:tc>
          <w:tcPr>
            <w:tcW w:w="1620" w:type="dxa"/>
            <w:gridSpan w:val="2"/>
            <w:tcBorders>
              <w:top w:val="single" w:sz="4" w:space="0" w:color="auto"/>
              <w:left w:val="nil"/>
              <w:bottom w:val="single" w:sz="4" w:space="0" w:color="auto"/>
              <w:right w:val="single" w:sz="4" w:space="0" w:color="000000"/>
            </w:tcBorders>
            <w:textDirection w:val="tbRl"/>
            <w:vAlign w:val="bottom"/>
          </w:tcPr>
          <w:p w14:paraId="6BA81C7F" w14:textId="77777777" w:rsidR="00E46B92" w:rsidRDefault="00E46B92" w:rsidP="001B4577">
            <w:pPr>
              <w:jc w:val="center"/>
              <w:rPr>
                <w:rFonts w:ascii="Arial" w:hAnsi="Arial" w:cs="Arial"/>
                <w:sz w:val="20"/>
                <w:szCs w:val="20"/>
              </w:rPr>
            </w:pPr>
            <w:r>
              <w:rPr>
                <w:rFonts w:ascii="Arial" w:hAnsi="Arial" w:cs="Arial"/>
                <w:sz w:val="20"/>
                <w:szCs w:val="20"/>
              </w:rPr>
              <w:t>Ilmastikuolud (lumikate, temperatuur, pilvisus, tuul)</w:t>
            </w:r>
          </w:p>
        </w:tc>
      </w:tr>
    </w:tbl>
    <w:p w14:paraId="3BD39F2B" w14:textId="77777777" w:rsidR="00E46B92" w:rsidRPr="004149D7" w:rsidRDefault="00E46B92" w:rsidP="006E14ED">
      <w:pPr>
        <w:pStyle w:val="Normaallaadveeb"/>
        <w:rPr>
          <w:lang w:val="fi-FI"/>
        </w:rPr>
      </w:pPr>
    </w:p>
    <w:p w14:paraId="408DFEF3" w14:textId="0853F51D" w:rsidR="00E46B92" w:rsidRDefault="00E46B92" w:rsidP="006E14ED">
      <w:pPr>
        <w:jc w:val="right"/>
      </w:pPr>
      <w:r>
        <w:br w:type="page"/>
      </w:r>
      <w:r>
        <w:lastRenderedPageBreak/>
        <w:t>L</w:t>
      </w:r>
      <w:r w:rsidR="00885B88">
        <w:t>isa</w:t>
      </w:r>
      <w:r>
        <w:t xml:space="preserve"> 4</w:t>
      </w:r>
    </w:p>
    <w:p w14:paraId="227A9150" w14:textId="77777777" w:rsidR="00E46B92" w:rsidRDefault="00E46B92" w:rsidP="006E14ED"/>
    <w:p w14:paraId="53256627" w14:textId="77777777" w:rsidR="00E46B92" w:rsidRDefault="00E46B92" w:rsidP="00981AFA">
      <w:pPr>
        <w:jc w:val="center"/>
        <w:rPr>
          <w:b/>
        </w:rPr>
      </w:pPr>
      <w:r w:rsidRPr="00DD6D5F">
        <w:rPr>
          <w:b/>
        </w:rPr>
        <w:t>K</w:t>
      </w:r>
      <w:r>
        <w:rPr>
          <w:b/>
        </w:rPr>
        <w:t>ÜTITUD SUURULUKI MÄRGISTAMINE ÜHEKORDSELT KASUTATAVA MÄRGISTUSLIPIKUGA</w:t>
      </w:r>
    </w:p>
    <w:p w14:paraId="5CCCD9EE" w14:textId="77777777" w:rsidR="00E9570D" w:rsidRPr="00DD6D5F" w:rsidRDefault="00E9570D" w:rsidP="00F30116">
      <w:pPr>
        <w:rPr>
          <w:b/>
        </w:rPr>
      </w:pPr>
    </w:p>
    <w:p w14:paraId="39D171A7" w14:textId="77777777" w:rsidR="00E9570D" w:rsidRDefault="00E9570D" w:rsidP="00E9570D"/>
    <w:p w14:paraId="3301E69D" w14:textId="69A71EAF" w:rsidR="00676B42" w:rsidRDefault="00676B42" w:rsidP="00361955">
      <w:pPr>
        <w:jc w:val="both"/>
      </w:pPr>
      <w:r>
        <w:t>Märgistuslipikud on valmistatud sõralistest</w:t>
      </w:r>
      <w:r w:rsidR="008070B2">
        <w:t xml:space="preserve"> suurulukite märgistamiseks 202</w:t>
      </w:r>
      <w:r w:rsidR="009D5C46">
        <w:t>5</w:t>
      </w:r>
      <w:r w:rsidR="008070B2">
        <w:t>/202</w:t>
      </w:r>
      <w:r w:rsidR="009D5C46">
        <w:t>6</w:t>
      </w:r>
      <w:r>
        <w:t xml:space="preserve">.a jahihooajal </w:t>
      </w:r>
      <w:r w:rsidR="0049490C">
        <w:t>uluki liigiti</w:t>
      </w:r>
      <w:r>
        <w:t xml:space="preserve"> alljärgnevalt: </w:t>
      </w:r>
    </w:p>
    <w:p w14:paraId="121CDFA8" w14:textId="78EB5AA2" w:rsidR="008070B2" w:rsidRDefault="008070B2" w:rsidP="00361955">
      <w:pPr>
        <w:jc w:val="both"/>
      </w:pPr>
      <w:r>
        <w:rPr>
          <w:b/>
        </w:rPr>
        <w:t xml:space="preserve">SININE </w:t>
      </w:r>
      <w:r>
        <w:t>märgistuslipik RMK logo, kirjega PÕDER 202</w:t>
      </w:r>
      <w:r w:rsidR="00DC4D30">
        <w:t>5</w:t>
      </w:r>
      <w:r>
        <w:t xml:space="preserve"> ja viiekohalise numbrikombinatsiooniga;</w:t>
      </w:r>
    </w:p>
    <w:p w14:paraId="78BCDBB7" w14:textId="7800FD2C" w:rsidR="008070B2" w:rsidRDefault="008070B2" w:rsidP="00361955">
      <w:pPr>
        <w:jc w:val="both"/>
      </w:pPr>
      <w:r>
        <w:rPr>
          <w:b/>
        </w:rPr>
        <w:t>KOLLANE</w:t>
      </w:r>
      <w:r>
        <w:t xml:space="preserve"> märgistuslipik RMK logo, kirjega HIRV 202</w:t>
      </w:r>
      <w:r w:rsidR="00DC4D30">
        <w:t>5</w:t>
      </w:r>
      <w:r>
        <w:t xml:space="preserve"> ja viiekohalise numbrikombinatsiooniga;</w:t>
      </w:r>
    </w:p>
    <w:p w14:paraId="0045E85B" w14:textId="58FD78CB" w:rsidR="008070B2" w:rsidRDefault="008070B2" w:rsidP="00361955">
      <w:pPr>
        <w:jc w:val="both"/>
      </w:pPr>
      <w:r>
        <w:rPr>
          <w:b/>
        </w:rPr>
        <w:t>PUNANE</w:t>
      </w:r>
      <w:r>
        <w:t xml:space="preserve"> märgistuslipik RMK logo, kirjega KITS 202</w:t>
      </w:r>
      <w:r w:rsidR="00DC4D30">
        <w:t>5</w:t>
      </w:r>
      <w:r>
        <w:t xml:space="preserve"> ja viiekohalise numbrikombinatsiooniga;</w:t>
      </w:r>
    </w:p>
    <w:p w14:paraId="14EF9BB1" w14:textId="0F0FEEAC" w:rsidR="008070B2" w:rsidRDefault="008070B2" w:rsidP="00361955">
      <w:pPr>
        <w:jc w:val="both"/>
      </w:pPr>
      <w:r>
        <w:rPr>
          <w:b/>
        </w:rPr>
        <w:t>ROHELINE</w:t>
      </w:r>
      <w:r>
        <w:t xml:space="preserve"> märgistuslipik RMK logo, kirjega SIGA 202</w:t>
      </w:r>
      <w:r w:rsidR="00DC4D30">
        <w:t>5</w:t>
      </w:r>
      <w:r>
        <w:t xml:space="preserve"> ja viiekohalise numbrikombinatsiooniga.</w:t>
      </w:r>
    </w:p>
    <w:p w14:paraId="5A758CBA" w14:textId="201A80A1" w:rsidR="00676B42" w:rsidRDefault="00676B42" w:rsidP="00361955">
      <w:pPr>
        <w:jc w:val="both"/>
      </w:pPr>
      <w:r>
        <w:t>Suuruluki</w:t>
      </w:r>
      <w:r w:rsidR="00C5128D">
        <w:t xml:space="preserve"> </w:t>
      </w:r>
      <w:r>
        <w:t xml:space="preserve">liigiti ühekordne märgistuslipik antakse </w:t>
      </w:r>
      <w:r>
        <w:rPr>
          <w:i/>
        </w:rPr>
        <w:t>Kasutajale</w:t>
      </w:r>
      <w:r>
        <w:t xml:space="preserve"> üle suurulukiloa väljastamisel. Märgistuslipiku numeratsioon ühtib suurulukiloa numeratsiooniga. Kasutaja on kohustatud kütitud suuruluki märgistama märgistuslipikuga, mille number ühtib suurulukiloa numbriga, millele tehti tabamismärge. Suuruluki tabamisel tuleb ühekordne märgistuslipik kinnitada suuruluki tagumise jala kõõluse külge vähemalt enne suuruluki laadimist transpordivahendile. Märgistuslipik tuleb kinnitada ümber kõõluse nii (taaskasutamist mittevõimaldavalt), et selle eemaldamine on võimalik ainult märgistuslipiku läbilõikamise teel. Suuruluki transport ilma märgistuslipikuta on keelatud. Suuruluki müümisel </w:t>
      </w:r>
      <w:r w:rsidR="00C5128D">
        <w:t>hulgi ostjale</w:t>
      </w:r>
      <w:r>
        <w:t xml:space="preserve"> peab märgistuslipiku number ühtima suuruluki esmakontrolli deklaratsioonis märgitule ja säilima rümbal kuni selle üleandmiseni kogumiskeskuses. Märgistuslipiku võib eemaldada suurulukilt alles rümba </w:t>
      </w:r>
      <w:proofErr w:type="spellStart"/>
      <w:r>
        <w:t>nahastustamise</w:t>
      </w:r>
      <w:proofErr w:type="spellEnd"/>
      <w:r>
        <w:t xml:space="preserve"> ajal.</w:t>
      </w:r>
    </w:p>
    <w:p w14:paraId="6AA49149" w14:textId="77777777" w:rsidR="00676B42" w:rsidRDefault="00676B42" w:rsidP="00361955">
      <w:pPr>
        <w:jc w:val="both"/>
      </w:pPr>
    </w:p>
    <w:p w14:paraId="466695EE" w14:textId="77777777" w:rsidR="00676B42" w:rsidRPr="00F35605" w:rsidRDefault="00676B42" w:rsidP="00361955">
      <w:pPr>
        <w:jc w:val="both"/>
        <w:rPr>
          <w:b/>
        </w:rPr>
      </w:pPr>
      <w:r w:rsidRPr="00F35605">
        <w:rPr>
          <w:b/>
        </w:rPr>
        <w:t>RMK SMS-Keskusele sõnumi saatmine.</w:t>
      </w:r>
    </w:p>
    <w:p w14:paraId="6892A154" w14:textId="77777777" w:rsidR="00676B42" w:rsidRDefault="00676B42" w:rsidP="00361955">
      <w:pPr>
        <w:jc w:val="both"/>
      </w:pPr>
    </w:p>
    <w:p w14:paraId="5C43F37F" w14:textId="77777777" w:rsidR="00676B42" w:rsidRDefault="00676B42" w:rsidP="00361955">
      <w:pPr>
        <w:jc w:val="both"/>
      </w:pPr>
      <w:r>
        <w:t>SMS-sõnum tuleb saata vahetult peale suuruluki tabamismärke tegemist jahiloale.</w:t>
      </w:r>
    </w:p>
    <w:p w14:paraId="35E14320" w14:textId="77777777" w:rsidR="00676B42" w:rsidRDefault="00676B42" w:rsidP="00361955">
      <w:pPr>
        <w:jc w:val="both"/>
      </w:pPr>
    </w:p>
    <w:p w14:paraId="1DD9035C" w14:textId="77777777" w:rsidR="00676B42" w:rsidRDefault="00676B42" w:rsidP="00361955">
      <w:pPr>
        <w:jc w:val="both"/>
      </w:pPr>
      <w:r>
        <w:t>Sõnumite saatmine: Sõnum tuleb saata mobiiltelefonilt lühinumbrile 15977. Sõnum koosneb tunnussõnast ja realiseeritud suurulukiloa numbrist, tunnussõnale peab järgnema tühik. Saadetava sõnumi kuju peab olema: „Jaht AA12345“ .</w:t>
      </w:r>
    </w:p>
    <w:p w14:paraId="2962A702" w14:textId="77777777" w:rsidR="00676B42" w:rsidRDefault="00676B42" w:rsidP="00361955">
      <w:pPr>
        <w:jc w:val="both"/>
      </w:pPr>
      <w:r>
        <w:t xml:space="preserve">Selgitus: Jaht on </w:t>
      </w:r>
      <w:proofErr w:type="spellStart"/>
      <w:r>
        <w:t>neljatäheline</w:t>
      </w:r>
      <w:proofErr w:type="spellEnd"/>
      <w:r>
        <w:t xml:space="preserve"> tunnussõna, millega sõnum algab. </w:t>
      </w:r>
      <w:r w:rsidRPr="00B4489F">
        <w:rPr>
          <w:b/>
        </w:rPr>
        <w:t>Kui tunnussõna ei sisestata või tunnussõnas esineb viga, siis sõnum RMK SMS-keskusesse ei jõua.</w:t>
      </w:r>
      <w:r>
        <w:rPr>
          <w:b/>
        </w:rPr>
        <w:t xml:space="preserve"> </w:t>
      </w:r>
      <w:r w:rsidRPr="00B4489F">
        <w:rPr>
          <w:b/>
        </w:rPr>
        <w:t>Tunnussõnale peab järgnema tühik!</w:t>
      </w:r>
      <w:r>
        <w:t xml:space="preserve"> Edasi järgneb jahiloa number - kaks tähte ja 5 numbrit. Tähtede ja numbri vahel ei pea aga on lubatud ka tühik. Nii tunnussõnas kui numbri ees olevad tähed võivad olla nii suured kui väikesed, ka läbisegi. </w:t>
      </w:r>
    </w:p>
    <w:p w14:paraId="48ADAF40" w14:textId="77777777" w:rsidR="00676B42" w:rsidRDefault="00676B42" w:rsidP="00361955">
      <w:pPr>
        <w:jc w:val="both"/>
      </w:pPr>
    </w:p>
    <w:p w14:paraId="4A28F494" w14:textId="77777777" w:rsidR="00676B42" w:rsidRDefault="00676B42" w:rsidP="00361955">
      <w:pPr>
        <w:jc w:val="both"/>
      </w:pPr>
      <w:r>
        <w:t xml:space="preserve">Tagasiside sõnumi saatjale: </w:t>
      </w:r>
    </w:p>
    <w:p w14:paraId="203BB2CD" w14:textId="77777777" w:rsidR="00676B42" w:rsidRDefault="00676B42" w:rsidP="00361955">
      <w:pPr>
        <w:jc w:val="both"/>
      </w:pPr>
      <w:r>
        <w:t>1. Kui saadetud SMS vastab reeglitele (Jaht  tühik  korrektne jahiloa number: kahekohaline tähekombinatsioon koos viiekohalise numbriga) ja sellise numbriga jahiluba on sisestatud jahilubade registrisse, saadetakse saatjale vastuseks -&gt; näiteks "Luba AA12345 realiseeritud. RMK"</w:t>
      </w:r>
    </w:p>
    <w:p w14:paraId="2D471E91" w14:textId="77777777" w:rsidR="00676B42" w:rsidRDefault="00676B42" w:rsidP="00361955">
      <w:pPr>
        <w:jc w:val="both"/>
      </w:pPr>
      <w:r>
        <w:t>2. Juhul, kui saata reeglitele vastav SMS sõnum realiseeritud loa numbriga teistkordselt, vastatakse saatjale -&gt; "Korduv SMS, luba on juba realiseeritud. RMK"</w:t>
      </w:r>
    </w:p>
    <w:p w14:paraId="1C6C6E14" w14:textId="77777777" w:rsidR="00676B42" w:rsidRDefault="00676B42" w:rsidP="00361955">
      <w:pPr>
        <w:jc w:val="both"/>
      </w:pPr>
      <w:r>
        <w:t>3. Kui saadetud SMS sõnumi sisu (jahiloa number) ei vasta reeglitele või seda pole sisestatud jahilubade registrisse, teatatakse saatjale -&gt; "Viga SMSi sisus. RMK"</w:t>
      </w:r>
    </w:p>
    <w:p w14:paraId="06C7C119" w14:textId="77777777" w:rsidR="00676B42" w:rsidRDefault="00676B42" w:rsidP="00361955">
      <w:pPr>
        <w:jc w:val="both"/>
      </w:pPr>
      <w:r>
        <w:t>4. Kui tunnussõna on valesti sisestatud või selle järel puudub tühik, saadetakse teada vale tunnussõna kohta.</w:t>
      </w:r>
    </w:p>
    <w:p w14:paraId="384788AA" w14:textId="77777777" w:rsidR="00676B42" w:rsidRDefault="00676B42" w:rsidP="00361955">
      <w:pPr>
        <w:jc w:val="both"/>
      </w:pPr>
    </w:p>
    <w:p w14:paraId="2B52BE85" w14:textId="77777777" w:rsidR="00676B42" w:rsidRDefault="00676B42" w:rsidP="00361955">
      <w:pPr>
        <w:jc w:val="both"/>
      </w:pPr>
      <w:r>
        <w:t>Vigaselt saadetud SMS sõnum ei märgi jahiluba jahilubade registris realiseerituks. RMK SMS-keskuse sõnumitele individuaalparooliga juurdepääs tagatakse RMK ja KeA vastavatele ametnikele.</w:t>
      </w:r>
    </w:p>
    <w:p w14:paraId="2063C936" w14:textId="77777777" w:rsidR="00E3150F" w:rsidRDefault="00E3150F" w:rsidP="00676B42"/>
    <w:sectPr w:rsidR="00E3150F" w:rsidSect="00F30116">
      <w:type w:val="continuous"/>
      <w:pgSz w:w="11906" w:h="16838"/>
      <w:pgMar w:top="1079" w:right="707" w:bottom="360" w:left="1417" w:header="708"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63624E" w14:textId="77777777" w:rsidR="00CC7563" w:rsidRDefault="00CC7563">
      <w:r>
        <w:separator/>
      </w:r>
    </w:p>
  </w:endnote>
  <w:endnote w:type="continuationSeparator" w:id="0">
    <w:p w14:paraId="48B0036E" w14:textId="77777777" w:rsidR="00CC7563" w:rsidRDefault="00CC7563">
      <w:r>
        <w:continuationSeparator/>
      </w:r>
    </w:p>
  </w:endnote>
  <w:endnote w:type="continuationNotice" w:id="1">
    <w:p w14:paraId="10620B94" w14:textId="77777777" w:rsidR="00CC7563" w:rsidRDefault="00CC75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1"/>
    <w:family w:val="roman"/>
    <w:pitch w:val="variable"/>
    <w:sig w:usb0="00002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E7CF46" w14:textId="77777777" w:rsidR="00462F46" w:rsidRDefault="00462F46">
    <w:pPr>
      <w:pStyle w:val="Jalus"/>
    </w:pPr>
    <w:r>
      <w:t>allkirjastatud digitaalselt</w:t>
    </w:r>
  </w:p>
  <w:p w14:paraId="35075452" w14:textId="77777777" w:rsidR="00462F46" w:rsidRDefault="00462F46">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9169713"/>
      <w:placeholder>
        <w:docPart w:val="55685A1EF27B4CEAB1C246FE3196E093"/>
      </w:placeholder>
      <w:temporary/>
      <w:showingPlcHdr/>
    </w:sdtPr>
    <w:sdtEndPr/>
    <w:sdtContent>
      <w:p w14:paraId="53AFA47F" w14:textId="77777777" w:rsidR="00462F46" w:rsidRDefault="00462F46">
        <w:pPr>
          <w:pStyle w:val="Jalus"/>
        </w:pPr>
        <w:r>
          <w:t>[Tippige tekst]</w:t>
        </w:r>
      </w:p>
    </w:sdtContent>
  </w:sdt>
  <w:p w14:paraId="14467022" w14:textId="77777777" w:rsidR="00462F46" w:rsidRDefault="00462F4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B8DC8C" w14:textId="77777777" w:rsidR="00CC7563" w:rsidRDefault="00CC7563">
      <w:r>
        <w:separator/>
      </w:r>
    </w:p>
  </w:footnote>
  <w:footnote w:type="continuationSeparator" w:id="0">
    <w:p w14:paraId="23C49ECF" w14:textId="77777777" w:rsidR="00CC7563" w:rsidRDefault="00CC7563">
      <w:r>
        <w:continuationSeparator/>
      </w:r>
    </w:p>
  </w:footnote>
  <w:footnote w:type="continuationNotice" w:id="1">
    <w:p w14:paraId="1A52A282" w14:textId="77777777" w:rsidR="00CC7563" w:rsidRDefault="00CC75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84621" w14:textId="77777777" w:rsidR="00462F46" w:rsidRDefault="00462F46" w:rsidP="004243C8">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770BE6" w14:textId="77777777" w:rsidR="00462F46" w:rsidRDefault="00462F46">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2E95A" w14:textId="1BFF472A" w:rsidR="00462F46" w:rsidRDefault="00462F46" w:rsidP="004243C8">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93171C">
      <w:rPr>
        <w:rStyle w:val="Lehekljenumber"/>
        <w:noProof/>
      </w:rPr>
      <w:t>1</w:t>
    </w:r>
    <w:r>
      <w:rPr>
        <w:rStyle w:val="Lehekljenumber"/>
      </w:rPr>
      <w:fldChar w:fldCharType="end"/>
    </w:r>
  </w:p>
  <w:p w14:paraId="06AEF073" w14:textId="77777777" w:rsidR="00462F46" w:rsidRPr="004149D7" w:rsidRDefault="00462F46">
    <w:pPr>
      <w:pStyle w:val="Pis"/>
      <w:rPr>
        <w:rFonts w:ascii="Arial" w:hAnsi="Arial" w:cs="Arial"/>
        <w:b/>
        <w:sz w:val="18"/>
        <w:szCs w:val="18"/>
      </w:rPr>
    </w:pPr>
    <w:r>
      <w:tab/>
    </w:r>
    <w:r>
      <w:tab/>
    </w:r>
    <w:r w:rsidRPr="004149D7">
      <w:rPr>
        <w:rFonts w:ascii="Arial" w:hAnsi="Arial" w:cs="Arial"/>
        <w:b/>
        <w:sz w:val="18"/>
        <w:szCs w:val="18"/>
      </w:rPr>
      <w:t>ASUTUSESISESEKS KASUTAMISEKS</w:t>
    </w:r>
  </w:p>
  <w:p w14:paraId="004B1B96" w14:textId="77777777" w:rsidR="00462F46" w:rsidRDefault="00462F4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653C6" w14:textId="77777777" w:rsidR="00462F46" w:rsidRDefault="00462F46">
    <w:pPr>
      <w:pStyle w:val="Pis"/>
    </w:pPr>
  </w:p>
  <w:p w14:paraId="3308BD41" w14:textId="77777777" w:rsidR="00462F46" w:rsidRDefault="00462F46">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38E06DF0"/>
    <w:lvl w:ilvl="0">
      <w:start w:val="1"/>
      <w:numFmt w:val="decimal"/>
      <w:pStyle w:val="Loendinumber3"/>
      <w:lvlText w:val="%1."/>
      <w:lvlJc w:val="left"/>
      <w:pPr>
        <w:tabs>
          <w:tab w:val="num" w:pos="926"/>
        </w:tabs>
        <w:ind w:left="926" w:hanging="360"/>
      </w:pPr>
    </w:lvl>
  </w:abstractNum>
  <w:abstractNum w:abstractNumId="1" w15:restartNumberingAfterBreak="0">
    <w:nsid w:val="00000001"/>
    <w:multiLevelType w:val="multilevel"/>
    <w:tmpl w:val="00000001"/>
    <w:name w:val="WWNum1"/>
    <w:lvl w:ilvl="0">
      <w:start w:val="1"/>
      <w:numFmt w:val="decimal"/>
      <w:lvlText w:val="%1."/>
      <w:lvlJc w:val="left"/>
      <w:pPr>
        <w:tabs>
          <w:tab w:val="num" w:pos="360"/>
        </w:tabs>
        <w:ind w:left="360" w:hanging="360"/>
      </w:pPr>
    </w:lvl>
    <w:lvl w:ilvl="1">
      <w:start w:val="1"/>
      <w:numFmt w:val="decimal"/>
      <w:lvlText w:val="%1.%2."/>
      <w:lvlJc w:val="left"/>
      <w:pPr>
        <w:tabs>
          <w:tab w:val="num" w:pos="420"/>
        </w:tabs>
        <w:ind w:left="420" w:hanging="42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2"/>
    <w:multiLevelType w:val="multilevel"/>
    <w:tmpl w:val="00000002"/>
    <w:name w:val="WWNum3"/>
    <w:lvl w:ilvl="0">
      <w:start w:val="5"/>
      <w:numFmt w:val="decimal"/>
      <w:lvlText w:val="%1."/>
      <w:lvlJc w:val="left"/>
      <w:pPr>
        <w:tabs>
          <w:tab w:val="num" w:pos="540"/>
        </w:tabs>
        <w:ind w:left="540" w:hanging="540"/>
      </w:pPr>
    </w:lvl>
    <w:lvl w:ilvl="1">
      <w:start w:val="1"/>
      <w:numFmt w:val="decimal"/>
      <w:lvlText w:val="%1.%2."/>
      <w:lvlJc w:val="left"/>
      <w:pPr>
        <w:tabs>
          <w:tab w:val="num" w:pos="630"/>
        </w:tabs>
        <w:ind w:left="630" w:hanging="540"/>
      </w:pPr>
    </w:lvl>
    <w:lvl w:ilvl="2">
      <w:start w:val="1"/>
      <w:numFmt w:val="decimal"/>
      <w:lvlText w:val="%1.%2.%3."/>
      <w:lvlJc w:val="left"/>
      <w:pPr>
        <w:tabs>
          <w:tab w:val="num" w:pos="900"/>
        </w:tabs>
        <w:ind w:left="900" w:hanging="720"/>
      </w:pPr>
    </w:lvl>
    <w:lvl w:ilvl="3">
      <w:start w:val="1"/>
      <w:numFmt w:val="decimal"/>
      <w:lvlText w:val="%1.%2.%3.%4."/>
      <w:lvlJc w:val="left"/>
      <w:pPr>
        <w:tabs>
          <w:tab w:val="num" w:pos="990"/>
        </w:tabs>
        <w:ind w:left="99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530"/>
        </w:tabs>
        <w:ind w:left="1530" w:hanging="1080"/>
      </w:pPr>
    </w:lvl>
    <w:lvl w:ilvl="6">
      <w:start w:val="1"/>
      <w:numFmt w:val="decimal"/>
      <w:lvlText w:val="%1.%2.%3.%4.%5.%6.%7."/>
      <w:lvlJc w:val="left"/>
      <w:pPr>
        <w:tabs>
          <w:tab w:val="num" w:pos="1980"/>
        </w:tabs>
        <w:ind w:left="1980" w:hanging="1440"/>
      </w:pPr>
    </w:lvl>
    <w:lvl w:ilvl="7">
      <w:start w:val="1"/>
      <w:numFmt w:val="decimal"/>
      <w:lvlText w:val="%1.%2.%3.%4.%5.%6.%7.%8."/>
      <w:lvlJc w:val="left"/>
      <w:pPr>
        <w:tabs>
          <w:tab w:val="num" w:pos="2070"/>
        </w:tabs>
        <w:ind w:left="2070" w:hanging="1440"/>
      </w:pPr>
    </w:lvl>
    <w:lvl w:ilvl="8">
      <w:start w:val="1"/>
      <w:numFmt w:val="decimal"/>
      <w:lvlText w:val="%1.%2.%3.%4.%5.%6.%7.%8.%9."/>
      <w:lvlJc w:val="left"/>
      <w:pPr>
        <w:tabs>
          <w:tab w:val="num" w:pos="2520"/>
        </w:tabs>
        <w:ind w:left="2520" w:hanging="1800"/>
      </w:pPr>
    </w:lvl>
  </w:abstractNum>
  <w:abstractNum w:abstractNumId="3" w15:restartNumberingAfterBreak="0">
    <w:nsid w:val="01844B65"/>
    <w:multiLevelType w:val="multilevel"/>
    <w:tmpl w:val="63A2B4FA"/>
    <w:lvl w:ilvl="0">
      <w:start w:val="3"/>
      <w:numFmt w:val="decimal"/>
      <w:lvlText w:val="%1."/>
      <w:lvlJc w:val="left"/>
      <w:pPr>
        <w:tabs>
          <w:tab w:val="num" w:pos="540"/>
        </w:tabs>
        <w:ind w:left="540" w:hanging="540"/>
      </w:pPr>
      <w:rPr>
        <w:rFonts w:cs="Times New Roman" w:hint="default"/>
      </w:rPr>
    </w:lvl>
    <w:lvl w:ilvl="1">
      <w:start w:val="5"/>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6343928"/>
    <w:multiLevelType w:val="multilevel"/>
    <w:tmpl w:val="E988BA98"/>
    <w:lvl w:ilvl="0">
      <w:start w:val="3"/>
      <w:numFmt w:val="decimal"/>
      <w:lvlText w:val="%1."/>
      <w:lvlJc w:val="left"/>
      <w:pPr>
        <w:tabs>
          <w:tab w:val="num" w:pos="540"/>
        </w:tabs>
        <w:ind w:left="540" w:hanging="540"/>
      </w:pPr>
      <w:rPr>
        <w:rFonts w:cs="Times New Roman" w:hint="default"/>
      </w:rPr>
    </w:lvl>
    <w:lvl w:ilvl="1">
      <w:start w:val="4"/>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0B4E576C"/>
    <w:multiLevelType w:val="hybridMultilevel"/>
    <w:tmpl w:val="CCB0069A"/>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7554340"/>
    <w:multiLevelType w:val="multilevel"/>
    <w:tmpl w:val="46A45334"/>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22E90B3E"/>
    <w:multiLevelType w:val="multilevel"/>
    <w:tmpl w:val="06CACC6A"/>
    <w:lvl w:ilvl="0">
      <w:start w:val="3"/>
      <w:numFmt w:val="decimal"/>
      <w:lvlText w:val="%1."/>
      <w:lvlJc w:val="left"/>
      <w:pPr>
        <w:tabs>
          <w:tab w:val="num" w:pos="705"/>
        </w:tabs>
        <w:ind w:left="705" w:hanging="705"/>
      </w:pPr>
      <w:rPr>
        <w:rFonts w:cs="Times New Roman" w:hint="default"/>
      </w:rPr>
    </w:lvl>
    <w:lvl w:ilvl="1">
      <w:start w:val="3"/>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42724EA"/>
    <w:multiLevelType w:val="multilevel"/>
    <w:tmpl w:val="A2F045AA"/>
    <w:lvl w:ilvl="0">
      <w:start w:val="4"/>
      <w:numFmt w:val="decimal"/>
      <w:lvlText w:val="%1."/>
      <w:lvlJc w:val="left"/>
      <w:pPr>
        <w:tabs>
          <w:tab w:val="num" w:pos="1050"/>
        </w:tabs>
        <w:ind w:left="1050" w:hanging="1050"/>
      </w:pPr>
      <w:rPr>
        <w:rFonts w:cs="Times New Roman" w:hint="default"/>
      </w:rPr>
    </w:lvl>
    <w:lvl w:ilvl="1">
      <w:start w:val="1"/>
      <w:numFmt w:val="decimal"/>
      <w:lvlText w:val="%1.%2."/>
      <w:lvlJc w:val="left"/>
      <w:pPr>
        <w:tabs>
          <w:tab w:val="num" w:pos="1230"/>
        </w:tabs>
        <w:ind w:left="1230" w:hanging="1050"/>
      </w:pPr>
      <w:rPr>
        <w:rFonts w:cs="Times New Roman" w:hint="default"/>
      </w:rPr>
    </w:lvl>
    <w:lvl w:ilvl="2">
      <w:start w:val="2"/>
      <w:numFmt w:val="decimal"/>
      <w:lvlText w:val="%1.%2.%3."/>
      <w:lvlJc w:val="left"/>
      <w:pPr>
        <w:tabs>
          <w:tab w:val="num" w:pos="1410"/>
        </w:tabs>
        <w:ind w:left="1410" w:hanging="1050"/>
      </w:pPr>
      <w:rPr>
        <w:rFonts w:cs="Times New Roman" w:hint="default"/>
      </w:rPr>
    </w:lvl>
    <w:lvl w:ilvl="3">
      <w:start w:val="1"/>
      <w:numFmt w:val="decimal"/>
      <w:lvlText w:val="%1.%2.%3.%4."/>
      <w:lvlJc w:val="left"/>
      <w:pPr>
        <w:tabs>
          <w:tab w:val="num" w:pos="1590"/>
        </w:tabs>
        <w:ind w:left="1590" w:hanging="105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9" w15:restartNumberingAfterBreak="0">
    <w:nsid w:val="32B74E21"/>
    <w:multiLevelType w:val="multilevel"/>
    <w:tmpl w:val="1F5A41B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80"/>
        </w:tabs>
        <w:ind w:left="780" w:hanging="420"/>
      </w:pPr>
      <w:rPr>
        <w:rFonts w:cs="Times New Roman" w:hint="default"/>
        <w:b w:val="0"/>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0" w15:restartNumberingAfterBreak="0">
    <w:nsid w:val="4088718B"/>
    <w:multiLevelType w:val="multilevel"/>
    <w:tmpl w:val="8496008A"/>
    <w:lvl w:ilvl="0">
      <w:start w:val="3"/>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1" w15:restartNumberingAfterBreak="0">
    <w:nsid w:val="441E70A6"/>
    <w:multiLevelType w:val="multilevel"/>
    <w:tmpl w:val="E078FAFA"/>
    <w:lvl w:ilvl="0">
      <w:start w:val="6"/>
      <w:numFmt w:val="decimal"/>
      <w:lvlText w:val="%1."/>
      <w:lvlJc w:val="left"/>
      <w:pPr>
        <w:ind w:left="360" w:hanging="360"/>
      </w:pPr>
      <w:rPr>
        <w:rFonts w:hint="default"/>
      </w:rPr>
    </w:lvl>
    <w:lvl w:ilvl="1">
      <w:start w:val="1"/>
      <w:numFmt w:val="decimal"/>
      <w:lvlText w:val="%1.%2."/>
      <w:lvlJc w:val="left"/>
      <w:pPr>
        <w:ind w:left="990" w:hanging="36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12" w15:restartNumberingAfterBreak="0">
    <w:nsid w:val="4C7858BF"/>
    <w:multiLevelType w:val="multilevel"/>
    <w:tmpl w:val="DF4C063C"/>
    <w:lvl w:ilvl="0">
      <w:start w:val="5"/>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682"/>
        </w:tabs>
        <w:ind w:left="682"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13" w15:restartNumberingAfterBreak="0">
    <w:nsid w:val="52D7576D"/>
    <w:multiLevelType w:val="multilevel"/>
    <w:tmpl w:val="705C0102"/>
    <w:lvl w:ilvl="0">
      <w:start w:val="3"/>
      <w:numFmt w:val="decimal"/>
      <w:lvlText w:val="%1."/>
      <w:lvlJc w:val="left"/>
      <w:pPr>
        <w:tabs>
          <w:tab w:val="num" w:pos="705"/>
        </w:tabs>
        <w:ind w:left="705" w:hanging="705"/>
      </w:pPr>
      <w:rPr>
        <w:rFonts w:cs="Times New Roman" w:hint="default"/>
      </w:rPr>
    </w:lvl>
    <w:lvl w:ilvl="1">
      <w:start w:val="4"/>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56927322"/>
    <w:multiLevelType w:val="multilevel"/>
    <w:tmpl w:val="58EE1416"/>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7286D29"/>
    <w:multiLevelType w:val="multilevel"/>
    <w:tmpl w:val="807EC3CC"/>
    <w:lvl w:ilvl="0">
      <w:start w:val="6"/>
      <w:numFmt w:val="decimal"/>
      <w:lvlText w:val="%1"/>
      <w:lvlJc w:val="left"/>
      <w:pPr>
        <w:tabs>
          <w:tab w:val="num" w:pos="480"/>
        </w:tabs>
        <w:ind w:left="480" w:hanging="480"/>
      </w:pPr>
      <w:rPr>
        <w:rFonts w:cs="Times New Roman" w:hint="default"/>
        <w:i/>
      </w:rPr>
    </w:lvl>
    <w:lvl w:ilvl="1">
      <w:start w:val="8"/>
      <w:numFmt w:val="decimal"/>
      <w:lvlText w:val="%1.%2"/>
      <w:lvlJc w:val="left"/>
      <w:pPr>
        <w:tabs>
          <w:tab w:val="num" w:pos="525"/>
        </w:tabs>
        <w:ind w:left="525" w:hanging="480"/>
      </w:pPr>
      <w:rPr>
        <w:rFonts w:cs="Times New Roman" w:hint="default"/>
        <w:i/>
      </w:rPr>
    </w:lvl>
    <w:lvl w:ilvl="2">
      <w:start w:val="1"/>
      <w:numFmt w:val="decimal"/>
      <w:lvlText w:val="%1.%2.%3"/>
      <w:lvlJc w:val="left"/>
      <w:pPr>
        <w:tabs>
          <w:tab w:val="num" w:pos="810"/>
        </w:tabs>
        <w:ind w:left="810" w:hanging="720"/>
      </w:pPr>
      <w:rPr>
        <w:rFonts w:cs="Times New Roman" w:hint="default"/>
        <w:i/>
      </w:rPr>
    </w:lvl>
    <w:lvl w:ilvl="3">
      <w:start w:val="1"/>
      <w:numFmt w:val="decimal"/>
      <w:lvlText w:val="%1.%2.%3.%4"/>
      <w:lvlJc w:val="left"/>
      <w:pPr>
        <w:tabs>
          <w:tab w:val="num" w:pos="855"/>
        </w:tabs>
        <w:ind w:left="855" w:hanging="720"/>
      </w:pPr>
      <w:rPr>
        <w:rFonts w:cs="Times New Roman" w:hint="default"/>
        <w:i/>
      </w:rPr>
    </w:lvl>
    <w:lvl w:ilvl="4">
      <w:start w:val="1"/>
      <w:numFmt w:val="decimal"/>
      <w:lvlText w:val="%1.%2.%3.%4.%5"/>
      <w:lvlJc w:val="left"/>
      <w:pPr>
        <w:tabs>
          <w:tab w:val="num" w:pos="1260"/>
        </w:tabs>
        <w:ind w:left="1260" w:hanging="1080"/>
      </w:pPr>
      <w:rPr>
        <w:rFonts w:cs="Times New Roman" w:hint="default"/>
        <w:i/>
      </w:rPr>
    </w:lvl>
    <w:lvl w:ilvl="5">
      <w:start w:val="1"/>
      <w:numFmt w:val="decimal"/>
      <w:lvlText w:val="%1.%2.%3.%4.%5.%6"/>
      <w:lvlJc w:val="left"/>
      <w:pPr>
        <w:tabs>
          <w:tab w:val="num" w:pos="1305"/>
        </w:tabs>
        <w:ind w:left="1305" w:hanging="1080"/>
      </w:pPr>
      <w:rPr>
        <w:rFonts w:cs="Times New Roman" w:hint="default"/>
        <w:i/>
      </w:rPr>
    </w:lvl>
    <w:lvl w:ilvl="6">
      <w:start w:val="1"/>
      <w:numFmt w:val="decimal"/>
      <w:lvlText w:val="%1.%2.%3.%4.%5.%6.%7"/>
      <w:lvlJc w:val="left"/>
      <w:pPr>
        <w:tabs>
          <w:tab w:val="num" w:pos="1710"/>
        </w:tabs>
        <w:ind w:left="1710" w:hanging="1440"/>
      </w:pPr>
      <w:rPr>
        <w:rFonts w:cs="Times New Roman" w:hint="default"/>
        <w:i/>
      </w:rPr>
    </w:lvl>
    <w:lvl w:ilvl="7">
      <w:start w:val="1"/>
      <w:numFmt w:val="decimal"/>
      <w:lvlText w:val="%1.%2.%3.%4.%5.%6.%7.%8"/>
      <w:lvlJc w:val="left"/>
      <w:pPr>
        <w:tabs>
          <w:tab w:val="num" w:pos="1755"/>
        </w:tabs>
        <w:ind w:left="1755" w:hanging="1440"/>
      </w:pPr>
      <w:rPr>
        <w:rFonts w:cs="Times New Roman" w:hint="default"/>
        <w:i/>
      </w:rPr>
    </w:lvl>
    <w:lvl w:ilvl="8">
      <w:start w:val="1"/>
      <w:numFmt w:val="decimal"/>
      <w:lvlText w:val="%1.%2.%3.%4.%5.%6.%7.%8.%9"/>
      <w:lvlJc w:val="left"/>
      <w:pPr>
        <w:tabs>
          <w:tab w:val="num" w:pos="2160"/>
        </w:tabs>
        <w:ind w:left="2160" w:hanging="1800"/>
      </w:pPr>
      <w:rPr>
        <w:rFonts w:cs="Times New Roman" w:hint="default"/>
        <w:i/>
      </w:rPr>
    </w:lvl>
  </w:abstractNum>
  <w:abstractNum w:abstractNumId="16" w15:restartNumberingAfterBreak="0">
    <w:nsid w:val="69192FA0"/>
    <w:multiLevelType w:val="multilevel"/>
    <w:tmpl w:val="D4B47720"/>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7" w15:restartNumberingAfterBreak="0">
    <w:nsid w:val="72DC2B8E"/>
    <w:multiLevelType w:val="multilevel"/>
    <w:tmpl w:val="43CC659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8" w15:restartNumberingAfterBreak="0">
    <w:nsid w:val="73346A37"/>
    <w:multiLevelType w:val="multilevel"/>
    <w:tmpl w:val="3C6EC16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1441341907">
    <w:abstractNumId w:val="9"/>
  </w:num>
  <w:num w:numId="2" w16cid:durableId="2126927946">
    <w:abstractNumId w:val="17"/>
  </w:num>
  <w:num w:numId="3" w16cid:durableId="1877355058">
    <w:abstractNumId w:val="6"/>
  </w:num>
  <w:num w:numId="4" w16cid:durableId="1827935018">
    <w:abstractNumId w:val="7"/>
  </w:num>
  <w:num w:numId="5" w16cid:durableId="952594187">
    <w:abstractNumId w:val="13"/>
  </w:num>
  <w:num w:numId="6" w16cid:durableId="723871617">
    <w:abstractNumId w:val="8"/>
  </w:num>
  <w:num w:numId="7" w16cid:durableId="1055785529">
    <w:abstractNumId w:val="16"/>
  </w:num>
  <w:num w:numId="8" w16cid:durableId="1549149483">
    <w:abstractNumId w:val="10"/>
  </w:num>
  <w:num w:numId="9" w16cid:durableId="288324588">
    <w:abstractNumId w:val="4"/>
  </w:num>
  <w:num w:numId="10" w16cid:durableId="219292834">
    <w:abstractNumId w:val="3"/>
  </w:num>
  <w:num w:numId="11" w16cid:durableId="576325347">
    <w:abstractNumId w:val="12"/>
  </w:num>
  <w:num w:numId="12" w16cid:durableId="2088260122">
    <w:abstractNumId w:val="5"/>
  </w:num>
  <w:num w:numId="13" w16cid:durableId="1750419439">
    <w:abstractNumId w:val="15"/>
  </w:num>
  <w:num w:numId="14" w16cid:durableId="430854613">
    <w:abstractNumId w:val="1"/>
  </w:num>
  <w:num w:numId="15" w16cid:durableId="1251743530">
    <w:abstractNumId w:val="0"/>
  </w:num>
  <w:num w:numId="16" w16cid:durableId="85884264">
    <w:abstractNumId w:val="2"/>
  </w:num>
  <w:num w:numId="17" w16cid:durableId="558399066">
    <w:abstractNumId w:val="11"/>
  </w:num>
  <w:num w:numId="18" w16cid:durableId="1926649381">
    <w:abstractNumId w:val="14"/>
  </w:num>
  <w:num w:numId="19" w16cid:durableId="12924690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1B0"/>
    <w:rsid w:val="00001586"/>
    <w:rsid w:val="00001EAB"/>
    <w:rsid w:val="00007230"/>
    <w:rsid w:val="00007907"/>
    <w:rsid w:val="0001680F"/>
    <w:rsid w:val="00021F4C"/>
    <w:rsid w:val="00023AC3"/>
    <w:rsid w:val="00026FA2"/>
    <w:rsid w:val="00036C5D"/>
    <w:rsid w:val="00042B6E"/>
    <w:rsid w:val="00042D50"/>
    <w:rsid w:val="000475B7"/>
    <w:rsid w:val="00054705"/>
    <w:rsid w:val="0005540D"/>
    <w:rsid w:val="000600C1"/>
    <w:rsid w:val="000654A2"/>
    <w:rsid w:val="00065DAF"/>
    <w:rsid w:val="00072113"/>
    <w:rsid w:val="000727BA"/>
    <w:rsid w:val="00080C9A"/>
    <w:rsid w:val="0008472A"/>
    <w:rsid w:val="000868C2"/>
    <w:rsid w:val="00087C62"/>
    <w:rsid w:val="000B44E5"/>
    <w:rsid w:val="000B57E0"/>
    <w:rsid w:val="000D372C"/>
    <w:rsid w:val="000D785A"/>
    <w:rsid w:val="000E0078"/>
    <w:rsid w:val="000E038A"/>
    <w:rsid w:val="000E1CF8"/>
    <w:rsid w:val="000E580E"/>
    <w:rsid w:val="000F4831"/>
    <w:rsid w:val="000F5472"/>
    <w:rsid w:val="000F6889"/>
    <w:rsid w:val="001008D8"/>
    <w:rsid w:val="00104687"/>
    <w:rsid w:val="001046C5"/>
    <w:rsid w:val="00106C09"/>
    <w:rsid w:val="0011051F"/>
    <w:rsid w:val="001110E7"/>
    <w:rsid w:val="00112CDD"/>
    <w:rsid w:val="00114681"/>
    <w:rsid w:val="00114710"/>
    <w:rsid w:val="001160DB"/>
    <w:rsid w:val="00126C6A"/>
    <w:rsid w:val="001331D7"/>
    <w:rsid w:val="001404EF"/>
    <w:rsid w:val="0014074A"/>
    <w:rsid w:val="00141684"/>
    <w:rsid w:val="001470C6"/>
    <w:rsid w:val="001508C5"/>
    <w:rsid w:val="00156263"/>
    <w:rsid w:val="00157614"/>
    <w:rsid w:val="00165B6A"/>
    <w:rsid w:val="00176A11"/>
    <w:rsid w:val="00177389"/>
    <w:rsid w:val="00181861"/>
    <w:rsid w:val="0018605C"/>
    <w:rsid w:val="00187573"/>
    <w:rsid w:val="00192044"/>
    <w:rsid w:val="00195CFE"/>
    <w:rsid w:val="00197E90"/>
    <w:rsid w:val="001A0D69"/>
    <w:rsid w:val="001A1BC5"/>
    <w:rsid w:val="001A6532"/>
    <w:rsid w:val="001B0A45"/>
    <w:rsid w:val="001B1885"/>
    <w:rsid w:val="001B272F"/>
    <w:rsid w:val="001B39DA"/>
    <w:rsid w:val="001B4577"/>
    <w:rsid w:val="001B5D32"/>
    <w:rsid w:val="001D05C9"/>
    <w:rsid w:val="001D214C"/>
    <w:rsid w:val="001E5D26"/>
    <w:rsid w:val="001E5DFC"/>
    <w:rsid w:val="001F205B"/>
    <w:rsid w:val="001F5A52"/>
    <w:rsid w:val="001F691F"/>
    <w:rsid w:val="001F6CD1"/>
    <w:rsid w:val="001F75E9"/>
    <w:rsid w:val="0020034D"/>
    <w:rsid w:val="002016A3"/>
    <w:rsid w:val="00203555"/>
    <w:rsid w:val="00205509"/>
    <w:rsid w:val="00206C3B"/>
    <w:rsid w:val="00211C55"/>
    <w:rsid w:val="00215165"/>
    <w:rsid w:val="00222F66"/>
    <w:rsid w:val="00227F8C"/>
    <w:rsid w:val="002321D8"/>
    <w:rsid w:val="00232A7E"/>
    <w:rsid w:val="00235458"/>
    <w:rsid w:val="002456B4"/>
    <w:rsid w:val="002501FA"/>
    <w:rsid w:val="0025227C"/>
    <w:rsid w:val="002616AB"/>
    <w:rsid w:val="00271C7A"/>
    <w:rsid w:val="0027478D"/>
    <w:rsid w:val="00275452"/>
    <w:rsid w:val="00282963"/>
    <w:rsid w:val="002849D8"/>
    <w:rsid w:val="00292489"/>
    <w:rsid w:val="00292B71"/>
    <w:rsid w:val="002954BC"/>
    <w:rsid w:val="00297B86"/>
    <w:rsid w:val="002A09F6"/>
    <w:rsid w:val="002A10E4"/>
    <w:rsid w:val="002A2407"/>
    <w:rsid w:val="002A28ED"/>
    <w:rsid w:val="002A71AA"/>
    <w:rsid w:val="002B05F4"/>
    <w:rsid w:val="002B6DDB"/>
    <w:rsid w:val="002C29E0"/>
    <w:rsid w:val="002C7E1B"/>
    <w:rsid w:val="002D4417"/>
    <w:rsid w:val="002D4C3D"/>
    <w:rsid w:val="002E5038"/>
    <w:rsid w:val="002E5C95"/>
    <w:rsid w:val="002F09B7"/>
    <w:rsid w:val="002F55A8"/>
    <w:rsid w:val="0031093E"/>
    <w:rsid w:val="00311680"/>
    <w:rsid w:val="003166B3"/>
    <w:rsid w:val="00320F02"/>
    <w:rsid w:val="003211C2"/>
    <w:rsid w:val="003273B4"/>
    <w:rsid w:val="00327731"/>
    <w:rsid w:val="00331351"/>
    <w:rsid w:val="00344C89"/>
    <w:rsid w:val="003471D8"/>
    <w:rsid w:val="00347C57"/>
    <w:rsid w:val="00353031"/>
    <w:rsid w:val="00353601"/>
    <w:rsid w:val="0035633C"/>
    <w:rsid w:val="00357843"/>
    <w:rsid w:val="00360287"/>
    <w:rsid w:val="00361955"/>
    <w:rsid w:val="003646F2"/>
    <w:rsid w:val="00370FF1"/>
    <w:rsid w:val="00372B3A"/>
    <w:rsid w:val="00373CBC"/>
    <w:rsid w:val="00374424"/>
    <w:rsid w:val="00374673"/>
    <w:rsid w:val="003766FF"/>
    <w:rsid w:val="00383C67"/>
    <w:rsid w:val="00397B59"/>
    <w:rsid w:val="003A0987"/>
    <w:rsid w:val="003A52DE"/>
    <w:rsid w:val="003B2618"/>
    <w:rsid w:val="003B28E0"/>
    <w:rsid w:val="003B4373"/>
    <w:rsid w:val="003B6B39"/>
    <w:rsid w:val="003B7C32"/>
    <w:rsid w:val="003C0376"/>
    <w:rsid w:val="003C3DFF"/>
    <w:rsid w:val="003C4095"/>
    <w:rsid w:val="003C510D"/>
    <w:rsid w:val="003D1B54"/>
    <w:rsid w:val="003D2776"/>
    <w:rsid w:val="003D5292"/>
    <w:rsid w:val="003D779C"/>
    <w:rsid w:val="003E7E9F"/>
    <w:rsid w:val="003F1377"/>
    <w:rsid w:val="003F28BA"/>
    <w:rsid w:val="003F50EA"/>
    <w:rsid w:val="003F79F9"/>
    <w:rsid w:val="00401932"/>
    <w:rsid w:val="004149D7"/>
    <w:rsid w:val="00420106"/>
    <w:rsid w:val="004223BB"/>
    <w:rsid w:val="004243C8"/>
    <w:rsid w:val="004523AC"/>
    <w:rsid w:val="004541B0"/>
    <w:rsid w:val="004559CB"/>
    <w:rsid w:val="00457A98"/>
    <w:rsid w:val="00460BC9"/>
    <w:rsid w:val="00462F46"/>
    <w:rsid w:val="00477D99"/>
    <w:rsid w:val="00486720"/>
    <w:rsid w:val="0049046D"/>
    <w:rsid w:val="0049490C"/>
    <w:rsid w:val="004A03B4"/>
    <w:rsid w:val="004A5503"/>
    <w:rsid w:val="004A702C"/>
    <w:rsid w:val="004B1128"/>
    <w:rsid w:val="004B190B"/>
    <w:rsid w:val="004B3BDD"/>
    <w:rsid w:val="004B59ED"/>
    <w:rsid w:val="004C00AF"/>
    <w:rsid w:val="004C0562"/>
    <w:rsid w:val="004D0334"/>
    <w:rsid w:val="004D23C6"/>
    <w:rsid w:val="004E426E"/>
    <w:rsid w:val="004F5095"/>
    <w:rsid w:val="004F5811"/>
    <w:rsid w:val="004F5E60"/>
    <w:rsid w:val="004F7882"/>
    <w:rsid w:val="00500CCB"/>
    <w:rsid w:val="00504EDC"/>
    <w:rsid w:val="00504FA0"/>
    <w:rsid w:val="00512ECC"/>
    <w:rsid w:val="00514A2B"/>
    <w:rsid w:val="005158C4"/>
    <w:rsid w:val="00525EEA"/>
    <w:rsid w:val="005317A5"/>
    <w:rsid w:val="0053248B"/>
    <w:rsid w:val="00544E18"/>
    <w:rsid w:val="0056379E"/>
    <w:rsid w:val="005675F1"/>
    <w:rsid w:val="005734FE"/>
    <w:rsid w:val="00573C62"/>
    <w:rsid w:val="005751E9"/>
    <w:rsid w:val="0057594D"/>
    <w:rsid w:val="00577481"/>
    <w:rsid w:val="005835CF"/>
    <w:rsid w:val="00583FC5"/>
    <w:rsid w:val="00592794"/>
    <w:rsid w:val="00593E37"/>
    <w:rsid w:val="005944F2"/>
    <w:rsid w:val="00595273"/>
    <w:rsid w:val="00595C99"/>
    <w:rsid w:val="005A15AB"/>
    <w:rsid w:val="005A4304"/>
    <w:rsid w:val="005A770C"/>
    <w:rsid w:val="005A7A6A"/>
    <w:rsid w:val="005B3665"/>
    <w:rsid w:val="005B70E1"/>
    <w:rsid w:val="005C5DFF"/>
    <w:rsid w:val="005C60E7"/>
    <w:rsid w:val="005D1656"/>
    <w:rsid w:val="005D33C7"/>
    <w:rsid w:val="005D3652"/>
    <w:rsid w:val="005D63A9"/>
    <w:rsid w:val="005E0754"/>
    <w:rsid w:val="0060206C"/>
    <w:rsid w:val="00603DAD"/>
    <w:rsid w:val="006073EE"/>
    <w:rsid w:val="006178BF"/>
    <w:rsid w:val="00620AC3"/>
    <w:rsid w:val="006441DE"/>
    <w:rsid w:val="00646A22"/>
    <w:rsid w:val="00652CEA"/>
    <w:rsid w:val="00654851"/>
    <w:rsid w:val="00654FAA"/>
    <w:rsid w:val="0065511C"/>
    <w:rsid w:val="00657C5F"/>
    <w:rsid w:val="0066354A"/>
    <w:rsid w:val="00670019"/>
    <w:rsid w:val="00674D4A"/>
    <w:rsid w:val="00676AE3"/>
    <w:rsid w:val="00676B42"/>
    <w:rsid w:val="00683B22"/>
    <w:rsid w:val="00687294"/>
    <w:rsid w:val="00687D67"/>
    <w:rsid w:val="00693549"/>
    <w:rsid w:val="00693568"/>
    <w:rsid w:val="006938D4"/>
    <w:rsid w:val="00696095"/>
    <w:rsid w:val="006A0C38"/>
    <w:rsid w:val="006A685B"/>
    <w:rsid w:val="006A7A9F"/>
    <w:rsid w:val="006C0DB4"/>
    <w:rsid w:val="006E14ED"/>
    <w:rsid w:val="006E2B52"/>
    <w:rsid w:val="006F1632"/>
    <w:rsid w:val="006F3F32"/>
    <w:rsid w:val="006F54E4"/>
    <w:rsid w:val="007026B3"/>
    <w:rsid w:val="0070542F"/>
    <w:rsid w:val="00705778"/>
    <w:rsid w:val="007216E8"/>
    <w:rsid w:val="00725445"/>
    <w:rsid w:val="00732811"/>
    <w:rsid w:val="00734EBB"/>
    <w:rsid w:val="00736016"/>
    <w:rsid w:val="00741D30"/>
    <w:rsid w:val="00752969"/>
    <w:rsid w:val="00752D6B"/>
    <w:rsid w:val="00754075"/>
    <w:rsid w:val="00762D42"/>
    <w:rsid w:val="00785213"/>
    <w:rsid w:val="007908C9"/>
    <w:rsid w:val="00796286"/>
    <w:rsid w:val="007A27A9"/>
    <w:rsid w:val="007B038B"/>
    <w:rsid w:val="007B521B"/>
    <w:rsid w:val="007B5A4D"/>
    <w:rsid w:val="007C20DA"/>
    <w:rsid w:val="007D16BC"/>
    <w:rsid w:val="007F2E72"/>
    <w:rsid w:val="00800D65"/>
    <w:rsid w:val="00800E5F"/>
    <w:rsid w:val="00805184"/>
    <w:rsid w:val="00805BFA"/>
    <w:rsid w:val="0080702F"/>
    <w:rsid w:val="008070B2"/>
    <w:rsid w:val="0080783C"/>
    <w:rsid w:val="00811FD2"/>
    <w:rsid w:val="0081442B"/>
    <w:rsid w:val="00817A57"/>
    <w:rsid w:val="00820086"/>
    <w:rsid w:val="00823019"/>
    <w:rsid w:val="00826F0B"/>
    <w:rsid w:val="00827973"/>
    <w:rsid w:val="008303A7"/>
    <w:rsid w:val="00837010"/>
    <w:rsid w:val="008401AA"/>
    <w:rsid w:val="00842939"/>
    <w:rsid w:val="00842DB1"/>
    <w:rsid w:val="00843FCB"/>
    <w:rsid w:val="00860DFF"/>
    <w:rsid w:val="008619CD"/>
    <w:rsid w:val="008642C2"/>
    <w:rsid w:val="00882C10"/>
    <w:rsid w:val="00884EE0"/>
    <w:rsid w:val="00885B88"/>
    <w:rsid w:val="00886127"/>
    <w:rsid w:val="008946F3"/>
    <w:rsid w:val="00896CBF"/>
    <w:rsid w:val="00896E11"/>
    <w:rsid w:val="008A2D13"/>
    <w:rsid w:val="008C0E45"/>
    <w:rsid w:val="008C1C61"/>
    <w:rsid w:val="008C4BE6"/>
    <w:rsid w:val="008C722F"/>
    <w:rsid w:val="008E00AA"/>
    <w:rsid w:val="008E155B"/>
    <w:rsid w:val="008E22F3"/>
    <w:rsid w:val="008E5BBB"/>
    <w:rsid w:val="008E76AF"/>
    <w:rsid w:val="008F40D1"/>
    <w:rsid w:val="008F7271"/>
    <w:rsid w:val="008F7299"/>
    <w:rsid w:val="00911075"/>
    <w:rsid w:val="009228C7"/>
    <w:rsid w:val="0093171C"/>
    <w:rsid w:val="00941D2C"/>
    <w:rsid w:val="009449AD"/>
    <w:rsid w:val="009454A9"/>
    <w:rsid w:val="0095179D"/>
    <w:rsid w:val="0095546B"/>
    <w:rsid w:val="0095611B"/>
    <w:rsid w:val="00957A53"/>
    <w:rsid w:val="00960F8E"/>
    <w:rsid w:val="00964E53"/>
    <w:rsid w:val="00965269"/>
    <w:rsid w:val="009706AF"/>
    <w:rsid w:val="00972747"/>
    <w:rsid w:val="00973DC8"/>
    <w:rsid w:val="00977CEB"/>
    <w:rsid w:val="00981487"/>
    <w:rsid w:val="00981AFA"/>
    <w:rsid w:val="00990FC7"/>
    <w:rsid w:val="00992821"/>
    <w:rsid w:val="00992EFE"/>
    <w:rsid w:val="00996BAE"/>
    <w:rsid w:val="009A6A82"/>
    <w:rsid w:val="009A77B9"/>
    <w:rsid w:val="009B2EB6"/>
    <w:rsid w:val="009B62DC"/>
    <w:rsid w:val="009B7A7C"/>
    <w:rsid w:val="009C1B37"/>
    <w:rsid w:val="009C1E21"/>
    <w:rsid w:val="009C46FE"/>
    <w:rsid w:val="009C4DC6"/>
    <w:rsid w:val="009C5A7F"/>
    <w:rsid w:val="009C5DA5"/>
    <w:rsid w:val="009D39A9"/>
    <w:rsid w:val="009D4E0E"/>
    <w:rsid w:val="009D5C46"/>
    <w:rsid w:val="009D608E"/>
    <w:rsid w:val="009D7CEC"/>
    <w:rsid w:val="009E5346"/>
    <w:rsid w:val="009F2C11"/>
    <w:rsid w:val="009F2F48"/>
    <w:rsid w:val="009F55F0"/>
    <w:rsid w:val="009F639C"/>
    <w:rsid w:val="009F6833"/>
    <w:rsid w:val="00A05F45"/>
    <w:rsid w:val="00A12AE6"/>
    <w:rsid w:val="00A15AB4"/>
    <w:rsid w:val="00A15B0F"/>
    <w:rsid w:val="00A25734"/>
    <w:rsid w:val="00A30938"/>
    <w:rsid w:val="00A43122"/>
    <w:rsid w:val="00A4595F"/>
    <w:rsid w:val="00A52C92"/>
    <w:rsid w:val="00A53DC6"/>
    <w:rsid w:val="00A57053"/>
    <w:rsid w:val="00A702BD"/>
    <w:rsid w:val="00A72ED2"/>
    <w:rsid w:val="00A806C6"/>
    <w:rsid w:val="00A85310"/>
    <w:rsid w:val="00A928E6"/>
    <w:rsid w:val="00AA3124"/>
    <w:rsid w:val="00AA450A"/>
    <w:rsid w:val="00AA490A"/>
    <w:rsid w:val="00AB5869"/>
    <w:rsid w:val="00AC7795"/>
    <w:rsid w:val="00AE376A"/>
    <w:rsid w:val="00AE4A93"/>
    <w:rsid w:val="00AF1E25"/>
    <w:rsid w:val="00B03294"/>
    <w:rsid w:val="00B05A0D"/>
    <w:rsid w:val="00B06F78"/>
    <w:rsid w:val="00B07A0E"/>
    <w:rsid w:val="00B1128D"/>
    <w:rsid w:val="00B1740B"/>
    <w:rsid w:val="00B1782B"/>
    <w:rsid w:val="00B21B1E"/>
    <w:rsid w:val="00B343D5"/>
    <w:rsid w:val="00B35D95"/>
    <w:rsid w:val="00B426A3"/>
    <w:rsid w:val="00B46ACE"/>
    <w:rsid w:val="00B51395"/>
    <w:rsid w:val="00B530C3"/>
    <w:rsid w:val="00B73807"/>
    <w:rsid w:val="00B85529"/>
    <w:rsid w:val="00B92084"/>
    <w:rsid w:val="00B972B4"/>
    <w:rsid w:val="00B97903"/>
    <w:rsid w:val="00BA4EFB"/>
    <w:rsid w:val="00BA5B7E"/>
    <w:rsid w:val="00BB52C9"/>
    <w:rsid w:val="00BC1808"/>
    <w:rsid w:val="00BC2A43"/>
    <w:rsid w:val="00BC4FB3"/>
    <w:rsid w:val="00BC5701"/>
    <w:rsid w:val="00BC7D47"/>
    <w:rsid w:val="00BD3053"/>
    <w:rsid w:val="00BD6A0A"/>
    <w:rsid w:val="00BE2DF4"/>
    <w:rsid w:val="00BE63CE"/>
    <w:rsid w:val="00BF2E73"/>
    <w:rsid w:val="00C0591F"/>
    <w:rsid w:val="00C0666C"/>
    <w:rsid w:val="00C134AB"/>
    <w:rsid w:val="00C14D15"/>
    <w:rsid w:val="00C21A98"/>
    <w:rsid w:val="00C30A45"/>
    <w:rsid w:val="00C30E67"/>
    <w:rsid w:val="00C34515"/>
    <w:rsid w:val="00C34B2D"/>
    <w:rsid w:val="00C34C08"/>
    <w:rsid w:val="00C4193A"/>
    <w:rsid w:val="00C43812"/>
    <w:rsid w:val="00C44F22"/>
    <w:rsid w:val="00C5128D"/>
    <w:rsid w:val="00C567D0"/>
    <w:rsid w:val="00C57B5C"/>
    <w:rsid w:val="00C6673C"/>
    <w:rsid w:val="00C66A87"/>
    <w:rsid w:val="00C73F91"/>
    <w:rsid w:val="00C76951"/>
    <w:rsid w:val="00C80C28"/>
    <w:rsid w:val="00C8170F"/>
    <w:rsid w:val="00C81AAB"/>
    <w:rsid w:val="00C823E5"/>
    <w:rsid w:val="00C916E2"/>
    <w:rsid w:val="00C93B5D"/>
    <w:rsid w:val="00C95BEA"/>
    <w:rsid w:val="00CA28E8"/>
    <w:rsid w:val="00CB0095"/>
    <w:rsid w:val="00CB1D26"/>
    <w:rsid w:val="00CB2B87"/>
    <w:rsid w:val="00CB595B"/>
    <w:rsid w:val="00CC4F47"/>
    <w:rsid w:val="00CC7145"/>
    <w:rsid w:val="00CC7563"/>
    <w:rsid w:val="00CC7A70"/>
    <w:rsid w:val="00CE071B"/>
    <w:rsid w:val="00CE2963"/>
    <w:rsid w:val="00CE377A"/>
    <w:rsid w:val="00CF035A"/>
    <w:rsid w:val="00CF53D3"/>
    <w:rsid w:val="00D048E1"/>
    <w:rsid w:val="00D05717"/>
    <w:rsid w:val="00D065C6"/>
    <w:rsid w:val="00D137D6"/>
    <w:rsid w:val="00D219EB"/>
    <w:rsid w:val="00D2257A"/>
    <w:rsid w:val="00D31BA6"/>
    <w:rsid w:val="00D33780"/>
    <w:rsid w:val="00D34186"/>
    <w:rsid w:val="00D4539E"/>
    <w:rsid w:val="00D50AD1"/>
    <w:rsid w:val="00D53620"/>
    <w:rsid w:val="00D54A3E"/>
    <w:rsid w:val="00D6453A"/>
    <w:rsid w:val="00D66270"/>
    <w:rsid w:val="00D66DE2"/>
    <w:rsid w:val="00D70CED"/>
    <w:rsid w:val="00D77901"/>
    <w:rsid w:val="00D7791F"/>
    <w:rsid w:val="00D863AB"/>
    <w:rsid w:val="00D94208"/>
    <w:rsid w:val="00DA5686"/>
    <w:rsid w:val="00DB341B"/>
    <w:rsid w:val="00DB348B"/>
    <w:rsid w:val="00DC4D30"/>
    <w:rsid w:val="00DD02E2"/>
    <w:rsid w:val="00DD66BE"/>
    <w:rsid w:val="00DD69AC"/>
    <w:rsid w:val="00DD6D5F"/>
    <w:rsid w:val="00DE173A"/>
    <w:rsid w:val="00DE5F33"/>
    <w:rsid w:val="00DF39A9"/>
    <w:rsid w:val="00DF42E1"/>
    <w:rsid w:val="00DF6013"/>
    <w:rsid w:val="00DF63EE"/>
    <w:rsid w:val="00E13B62"/>
    <w:rsid w:val="00E151F7"/>
    <w:rsid w:val="00E17A7F"/>
    <w:rsid w:val="00E3150F"/>
    <w:rsid w:val="00E3318F"/>
    <w:rsid w:val="00E3412B"/>
    <w:rsid w:val="00E353A6"/>
    <w:rsid w:val="00E45AD0"/>
    <w:rsid w:val="00E46B92"/>
    <w:rsid w:val="00E63A6D"/>
    <w:rsid w:val="00E64B87"/>
    <w:rsid w:val="00E64FAE"/>
    <w:rsid w:val="00E65B5A"/>
    <w:rsid w:val="00E762D9"/>
    <w:rsid w:val="00E7756F"/>
    <w:rsid w:val="00E80027"/>
    <w:rsid w:val="00E8156D"/>
    <w:rsid w:val="00E86B40"/>
    <w:rsid w:val="00E9570D"/>
    <w:rsid w:val="00EA69D5"/>
    <w:rsid w:val="00EB0DA8"/>
    <w:rsid w:val="00EB7764"/>
    <w:rsid w:val="00EC01E0"/>
    <w:rsid w:val="00EC1054"/>
    <w:rsid w:val="00ED000B"/>
    <w:rsid w:val="00ED115C"/>
    <w:rsid w:val="00ED3721"/>
    <w:rsid w:val="00ED4803"/>
    <w:rsid w:val="00EE0C71"/>
    <w:rsid w:val="00EE6352"/>
    <w:rsid w:val="00EF2238"/>
    <w:rsid w:val="00EF46B2"/>
    <w:rsid w:val="00EF637B"/>
    <w:rsid w:val="00EF672A"/>
    <w:rsid w:val="00F01306"/>
    <w:rsid w:val="00F016F5"/>
    <w:rsid w:val="00F06DB4"/>
    <w:rsid w:val="00F14E34"/>
    <w:rsid w:val="00F15604"/>
    <w:rsid w:val="00F20EB3"/>
    <w:rsid w:val="00F223E9"/>
    <w:rsid w:val="00F26F00"/>
    <w:rsid w:val="00F27F97"/>
    <w:rsid w:val="00F30116"/>
    <w:rsid w:val="00F318A0"/>
    <w:rsid w:val="00F320B8"/>
    <w:rsid w:val="00F35605"/>
    <w:rsid w:val="00F427A2"/>
    <w:rsid w:val="00F44A66"/>
    <w:rsid w:val="00F466E1"/>
    <w:rsid w:val="00F50708"/>
    <w:rsid w:val="00F574D7"/>
    <w:rsid w:val="00F57A56"/>
    <w:rsid w:val="00F62CFE"/>
    <w:rsid w:val="00F663F5"/>
    <w:rsid w:val="00F700C2"/>
    <w:rsid w:val="00F7291B"/>
    <w:rsid w:val="00F86B98"/>
    <w:rsid w:val="00F91BB8"/>
    <w:rsid w:val="00F93265"/>
    <w:rsid w:val="00F93FE8"/>
    <w:rsid w:val="00F953EC"/>
    <w:rsid w:val="00F97687"/>
    <w:rsid w:val="00FA0C70"/>
    <w:rsid w:val="00FA5441"/>
    <w:rsid w:val="00FB03A7"/>
    <w:rsid w:val="00FB369C"/>
    <w:rsid w:val="00FC37E4"/>
    <w:rsid w:val="00FC6D00"/>
    <w:rsid w:val="00FD0F88"/>
    <w:rsid w:val="00FD1C04"/>
    <w:rsid w:val="00FE10AC"/>
    <w:rsid w:val="00FE2967"/>
    <w:rsid w:val="00FE3ED3"/>
    <w:rsid w:val="00FE6EF0"/>
    <w:rsid w:val="00FF49EA"/>
    <w:rsid w:val="00FF54E6"/>
    <w:rsid w:val="05A2A26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32A6F9"/>
  <w15:docId w15:val="{DCEC8CCB-77B7-47A0-A124-A35042DBD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800D65"/>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rsid w:val="00896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semiHidden/>
    <w:rsid w:val="002954BC"/>
    <w:rPr>
      <w:rFonts w:ascii="Tahoma" w:hAnsi="Tahoma" w:cs="Tahoma"/>
      <w:sz w:val="16"/>
      <w:szCs w:val="16"/>
    </w:rPr>
  </w:style>
  <w:style w:type="character" w:customStyle="1" w:styleId="JutumullitekstMrk">
    <w:name w:val="Jutumullitekst Märk"/>
    <w:basedOn w:val="Liguvaikefont"/>
    <w:link w:val="Jutumullitekst"/>
    <w:semiHidden/>
    <w:locked/>
    <w:rsid w:val="007B038B"/>
    <w:rPr>
      <w:rFonts w:cs="Times New Roman"/>
      <w:sz w:val="2"/>
    </w:rPr>
  </w:style>
  <w:style w:type="paragraph" w:styleId="Pis">
    <w:name w:val="header"/>
    <w:basedOn w:val="Normaallaad"/>
    <w:link w:val="PisMrk"/>
    <w:rsid w:val="00981487"/>
    <w:pPr>
      <w:tabs>
        <w:tab w:val="center" w:pos="4703"/>
        <w:tab w:val="right" w:pos="9406"/>
      </w:tabs>
    </w:pPr>
  </w:style>
  <w:style w:type="character" w:customStyle="1" w:styleId="PisMrk">
    <w:name w:val="Päis Märk"/>
    <w:basedOn w:val="Liguvaikefont"/>
    <w:link w:val="Pis"/>
    <w:locked/>
    <w:rsid w:val="00573C62"/>
    <w:rPr>
      <w:rFonts w:cs="Times New Roman"/>
      <w:sz w:val="24"/>
    </w:rPr>
  </w:style>
  <w:style w:type="character" w:styleId="Lehekljenumber">
    <w:name w:val="page number"/>
    <w:basedOn w:val="Liguvaikefont"/>
    <w:rsid w:val="00981487"/>
    <w:rPr>
      <w:rFonts w:cs="Times New Roman"/>
    </w:rPr>
  </w:style>
  <w:style w:type="character" w:styleId="Hperlink">
    <w:name w:val="Hyperlink"/>
    <w:basedOn w:val="Liguvaikefont"/>
    <w:rsid w:val="00837010"/>
    <w:rPr>
      <w:rFonts w:cs="Times New Roman"/>
      <w:color w:val="0000FF"/>
      <w:u w:val="single"/>
    </w:rPr>
  </w:style>
  <w:style w:type="paragraph" w:styleId="Alapealkiri">
    <w:name w:val="Subtitle"/>
    <w:basedOn w:val="Normaallaad"/>
    <w:link w:val="AlapealkiriMrk"/>
    <w:qFormat/>
    <w:rsid w:val="006E14ED"/>
    <w:pPr>
      <w:jc w:val="center"/>
    </w:pPr>
    <w:rPr>
      <w:rFonts w:ascii="Garamond" w:hAnsi="Garamond"/>
      <w:b/>
      <w:bCs/>
      <w:sz w:val="22"/>
      <w:szCs w:val="22"/>
      <w:lang w:val="en-GB" w:eastAsia="en-US"/>
    </w:rPr>
  </w:style>
  <w:style w:type="character" w:customStyle="1" w:styleId="AlapealkiriMrk">
    <w:name w:val="Alapealkiri Märk"/>
    <w:basedOn w:val="Liguvaikefont"/>
    <w:link w:val="Alapealkiri"/>
    <w:locked/>
    <w:rsid w:val="007B038B"/>
    <w:rPr>
      <w:rFonts w:ascii="Cambria" w:hAnsi="Cambria" w:cs="Times New Roman"/>
      <w:sz w:val="24"/>
      <w:szCs w:val="24"/>
    </w:rPr>
  </w:style>
  <w:style w:type="paragraph" w:styleId="Normaallaadveeb">
    <w:name w:val="Normal (Web)"/>
    <w:basedOn w:val="Normaallaad"/>
    <w:rsid w:val="006E14ED"/>
    <w:pPr>
      <w:spacing w:before="100" w:beforeAutospacing="1" w:after="100" w:afterAutospacing="1"/>
    </w:pPr>
    <w:rPr>
      <w:lang w:val="en-GB" w:eastAsia="en-US"/>
    </w:rPr>
  </w:style>
  <w:style w:type="paragraph" w:styleId="Jalus">
    <w:name w:val="footer"/>
    <w:basedOn w:val="Normaallaad"/>
    <w:link w:val="JalusMrk"/>
    <w:uiPriority w:val="99"/>
    <w:rsid w:val="00573C62"/>
    <w:pPr>
      <w:tabs>
        <w:tab w:val="center" w:pos="4536"/>
        <w:tab w:val="right" w:pos="9072"/>
      </w:tabs>
    </w:pPr>
  </w:style>
  <w:style w:type="character" w:customStyle="1" w:styleId="JalusMrk">
    <w:name w:val="Jalus Märk"/>
    <w:basedOn w:val="Liguvaikefont"/>
    <w:link w:val="Jalus"/>
    <w:uiPriority w:val="99"/>
    <w:locked/>
    <w:rsid w:val="00573C62"/>
    <w:rPr>
      <w:rFonts w:cs="Times New Roman"/>
      <w:sz w:val="24"/>
    </w:rPr>
  </w:style>
  <w:style w:type="paragraph" w:styleId="Pealdis">
    <w:name w:val="caption"/>
    <w:basedOn w:val="Normaallaad"/>
    <w:next w:val="Normaallaad"/>
    <w:qFormat/>
    <w:rsid w:val="00D53620"/>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lang w:eastAsia="en-US"/>
    </w:rPr>
  </w:style>
  <w:style w:type="paragraph" w:styleId="Kehatekst">
    <w:name w:val="Body Text"/>
    <w:basedOn w:val="Normaallaad"/>
    <w:link w:val="KehatekstMrk"/>
    <w:rsid w:val="004541B0"/>
    <w:pPr>
      <w:suppressAutoHyphens/>
      <w:spacing w:after="120" w:line="100" w:lineRule="atLeast"/>
    </w:pPr>
    <w:rPr>
      <w:kern w:val="1"/>
    </w:rPr>
  </w:style>
  <w:style w:type="character" w:customStyle="1" w:styleId="KehatekstMrk">
    <w:name w:val="Kehatekst Märk"/>
    <w:basedOn w:val="Liguvaikefont"/>
    <w:link w:val="Kehatekst"/>
    <w:rsid w:val="004541B0"/>
    <w:rPr>
      <w:kern w:val="1"/>
      <w:sz w:val="24"/>
      <w:szCs w:val="24"/>
    </w:rPr>
  </w:style>
  <w:style w:type="paragraph" w:styleId="Loendilik">
    <w:name w:val="List Paragraph"/>
    <w:basedOn w:val="Normaallaad"/>
    <w:uiPriority w:val="34"/>
    <w:qFormat/>
    <w:rsid w:val="004541B0"/>
    <w:pPr>
      <w:ind w:left="720"/>
      <w:contextualSpacing/>
    </w:pPr>
  </w:style>
  <w:style w:type="paragraph" w:styleId="Loendinumber2">
    <w:name w:val="List Number 2"/>
    <w:basedOn w:val="Loend"/>
    <w:rsid w:val="004541B0"/>
    <w:pPr>
      <w:suppressAutoHyphens/>
      <w:spacing w:after="120" w:line="100" w:lineRule="atLeast"/>
      <w:ind w:left="720" w:hanging="360"/>
      <w:contextualSpacing w:val="0"/>
    </w:pPr>
    <w:rPr>
      <w:rFonts w:cs="Mangal"/>
      <w:kern w:val="1"/>
    </w:rPr>
  </w:style>
  <w:style w:type="paragraph" w:styleId="Loend">
    <w:name w:val="List"/>
    <w:basedOn w:val="Normaallaad"/>
    <w:rsid w:val="004541B0"/>
    <w:pPr>
      <w:ind w:left="283" w:hanging="283"/>
      <w:contextualSpacing/>
    </w:pPr>
  </w:style>
  <w:style w:type="paragraph" w:styleId="Loendinumber3">
    <w:name w:val="List Number 3"/>
    <w:basedOn w:val="Normaallaad"/>
    <w:rsid w:val="004541B0"/>
    <w:pPr>
      <w:numPr>
        <w:numId w:val="15"/>
      </w:numPr>
      <w:contextualSpacing/>
    </w:pPr>
  </w:style>
  <w:style w:type="paragraph" w:customStyle="1" w:styleId="Default">
    <w:name w:val="Default"/>
    <w:rsid w:val="00886127"/>
    <w:pPr>
      <w:autoSpaceDE w:val="0"/>
      <w:autoSpaceDN w:val="0"/>
      <w:adjustRightInd w:val="0"/>
    </w:pPr>
    <w:rPr>
      <w:rFonts w:ascii="Arial" w:hAnsi="Arial" w:cs="Arial"/>
      <w:color w:val="000000"/>
      <w:sz w:val="24"/>
      <w:szCs w:val="24"/>
    </w:rPr>
  </w:style>
  <w:style w:type="character" w:styleId="Kohatitetekst">
    <w:name w:val="Placeholder Text"/>
    <w:basedOn w:val="Liguvaikefont"/>
    <w:uiPriority w:val="99"/>
    <w:semiHidden/>
    <w:rsid w:val="004C0562"/>
    <w:rPr>
      <w:color w:val="808080"/>
    </w:rPr>
  </w:style>
  <w:style w:type="paragraph" w:styleId="Redaktsioon">
    <w:name w:val="Revision"/>
    <w:hidden/>
    <w:uiPriority w:val="99"/>
    <w:semiHidden/>
    <w:rsid w:val="00E63A6D"/>
    <w:rPr>
      <w:sz w:val="24"/>
      <w:szCs w:val="24"/>
    </w:rPr>
  </w:style>
  <w:style w:type="character" w:styleId="Kommentaariviide">
    <w:name w:val="annotation reference"/>
    <w:basedOn w:val="Liguvaikefont"/>
    <w:semiHidden/>
    <w:unhideWhenUsed/>
    <w:rsid w:val="00805184"/>
    <w:rPr>
      <w:sz w:val="16"/>
      <w:szCs w:val="16"/>
    </w:rPr>
  </w:style>
  <w:style w:type="paragraph" w:styleId="Kommentaaritekst">
    <w:name w:val="annotation text"/>
    <w:basedOn w:val="Normaallaad"/>
    <w:link w:val="KommentaaritekstMrk"/>
    <w:unhideWhenUsed/>
    <w:rsid w:val="00805184"/>
    <w:rPr>
      <w:sz w:val="20"/>
      <w:szCs w:val="20"/>
    </w:rPr>
  </w:style>
  <w:style w:type="character" w:customStyle="1" w:styleId="KommentaaritekstMrk">
    <w:name w:val="Kommentaari tekst Märk"/>
    <w:basedOn w:val="Liguvaikefont"/>
    <w:link w:val="Kommentaaritekst"/>
    <w:rsid w:val="00805184"/>
  </w:style>
  <w:style w:type="paragraph" w:styleId="Kommentaariteema">
    <w:name w:val="annotation subject"/>
    <w:basedOn w:val="Kommentaaritekst"/>
    <w:next w:val="Kommentaaritekst"/>
    <w:link w:val="KommentaariteemaMrk"/>
    <w:semiHidden/>
    <w:unhideWhenUsed/>
    <w:rsid w:val="00805184"/>
    <w:rPr>
      <w:b/>
      <w:bCs/>
    </w:rPr>
  </w:style>
  <w:style w:type="character" w:customStyle="1" w:styleId="KommentaariteemaMrk">
    <w:name w:val="Kommentaari teema Märk"/>
    <w:basedOn w:val="KommentaaritekstMrk"/>
    <w:link w:val="Kommentaariteema"/>
    <w:semiHidden/>
    <w:rsid w:val="008051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23527667">
      <w:bodyDiv w:val="1"/>
      <w:marLeft w:val="0"/>
      <w:marRight w:val="0"/>
      <w:marTop w:val="0"/>
      <w:marBottom w:val="0"/>
      <w:divBdr>
        <w:top w:val="none" w:sz="0" w:space="0" w:color="auto"/>
        <w:left w:val="none" w:sz="0" w:space="0" w:color="auto"/>
        <w:bottom w:val="none" w:sz="0" w:space="0" w:color="auto"/>
        <w:right w:val="none" w:sz="0" w:space="0" w:color="auto"/>
      </w:divBdr>
    </w:div>
    <w:div w:id="64648908">
      <w:bodyDiv w:val="1"/>
      <w:marLeft w:val="0"/>
      <w:marRight w:val="0"/>
      <w:marTop w:val="0"/>
      <w:marBottom w:val="0"/>
      <w:divBdr>
        <w:top w:val="none" w:sz="0" w:space="0" w:color="auto"/>
        <w:left w:val="none" w:sz="0" w:space="0" w:color="auto"/>
        <w:bottom w:val="none" w:sz="0" w:space="0" w:color="auto"/>
        <w:right w:val="none" w:sz="0" w:space="0" w:color="auto"/>
      </w:divBdr>
    </w:div>
    <w:div w:id="75832675">
      <w:bodyDiv w:val="1"/>
      <w:marLeft w:val="0"/>
      <w:marRight w:val="0"/>
      <w:marTop w:val="0"/>
      <w:marBottom w:val="0"/>
      <w:divBdr>
        <w:top w:val="none" w:sz="0" w:space="0" w:color="auto"/>
        <w:left w:val="none" w:sz="0" w:space="0" w:color="auto"/>
        <w:bottom w:val="none" w:sz="0" w:space="0" w:color="auto"/>
        <w:right w:val="none" w:sz="0" w:space="0" w:color="auto"/>
      </w:divBdr>
    </w:div>
    <w:div w:id="83646557">
      <w:bodyDiv w:val="1"/>
      <w:marLeft w:val="0"/>
      <w:marRight w:val="0"/>
      <w:marTop w:val="0"/>
      <w:marBottom w:val="0"/>
      <w:divBdr>
        <w:top w:val="none" w:sz="0" w:space="0" w:color="auto"/>
        <w:left w:val="none" w:sz="0" w:space="0" w:color="auto"/>
        <w:bottom w:val="none" w:sz="0" w:space="0" w:color="auto"/>
        <w:right w:val="none" w:sz="0" w:space="0" w:color="auto"/>
      </w:divBdr>
    </w:div>
    <w:div w:id="87501742">
      <w:bodyDiv w:val="1"/>
      <w:marLeft w:val="0"/>
      <w:marRight w:val="0"/>
      <w:marTop w:val="0"/>
      <w:marBottom w:val="0"/>
      <w:divBdr>
        <w:top w:val="none" w:sz="0" w:space="0" w:color="auto"/>
        <w:left w:val="none" w:sz="0" w:space="0" w:color="auto"/>
        <w:bottom w:val="none" w:sz="0" w:space="0" w:color="auto"/>
        <w:right w:val="none" w:sz="0" w:space="0" w:color="auto"/>
      </w:divBdr>
    </w:div>
    <w:div w:id="175729962">
      <w:bodyDiv w:val="1"/>
      <w:marLeft w:val="0"/>
      <w:marRight w:val="0"/>
      <w:marTop w:val="0"/>
      <w:marBottom w:val="0"/>
      <w:divBdr>
        <w:top w:val="none" w:sz="0" w:space="0" w:color="auto"/>
        <w:left w:val="none" w:sz="0" w:space="0" w:color="auto"/>
        <w:bottom w:val="none" w:sz="0" w:space="0" w:color="auto"/>
        <w:right w:val="none" w:sz="0" w:space="0" w:color="auto"/>
      </w:divBdr>
    </w:div>
    <w:div w:id="184638264">
      <w:bodyDiv w:val="1"/>
      <w:marLeft w:val="0"/>
      <w:marRight w:val="0"/>
      <w:marTop w:val="0"/>
      <w:marBottom w:val="0"/>
      <w:divBdr>
        <w:top w:val="none" w:sz="0" w:space="0" w:color="auto"/>
        <w:left w:val="none" w:sz="0" w:space="0" w:color="auto"/>
        <w:bottom w:val="none" w:sz="0" w:space="0" w:color="auto"/>
        <w:right w:val="none" w:sz="0" w:space="0" w:color="auto"/>
      </w:divBdr>
    </w:div>
    <w:div w:id="208079781">
      <w:bodyDiv w:val="1"/>
      <w:marLeft w:val="0"/>
      <w:marRight w:val="0"/>
      <w:marTop w:val="0"/>
      <w:marBottom w:val="0"/>
      <w:divBdr>
        <w:top w:val="none" w:sz="0" w:space="0" w:color="auto"/>
        <w:left w:val="none" w:sz="0" w:space="0" w:color="auto"/>
        <w:bottom w:val="none" w:sz="0" w:space="0" w:color="auto"/>
        <w:right w:val="none" w:sz="0" w:space="0" w:color="auto"/>
      </w:divBdr>
    </w:div>
    <w:div w:id="243564522">
      <w:bodyDiv w:val="1"/>
      <w:marLeft w:val="0"/>
      <w:marRight w:val="0"/>
      <w:marTop w:val="0"/>
      <w:marBottom w:val="0"/>
      <w:divBdr>
        <w:top w:val="none" w:sz="0" w:space="0" w:color="auto"/>
        <w:left w:val="none" w:sz="0" w:space="0" w:color="auto"/>
        <w:bottom w:val="none" w:sz="0" w:space="0" w:color="auto"/>
        <w:right w:val="none" w:sz="0" w:space="0" w:color="auto"/>
      </w:divBdr>
    </w:div>
    <w:div w:id="268195546">
      <w:bodyDiv w:val="1"/>
      <w:marLeft w:val="0"/>
      <w:marRight w:val="0"/>
      <w:marTop w:val="0"/>
      <w:marBottom w:val="0"/>
      <w:divBdr>
        <w:top w:val="none" w:sz="0" w:space="0" w:color="auto"/>
        <w:left w:val="none" w:sz="0" w:space="0" w:color="auto"/>
        <w:bottom w:val="none" w:sz="0" w:space="0" w:color="auto"/>
        <w:right w:val="none" w:sz="0" w:space="0" w:color="auto"/>
      </w:divBdr>
    </w:div>
    <w:div w:id="273826814">
      <w:bodyDiv w:val="1"/>
      <w:marLeft w:val="0"/>
      <w:marRight w:val="0"/>
      <w:marTop w:val="0"/>
      <w:marBottom w:val="0"/>
      <w:divBdr>
        <w:top w:val="none" w:sz="0" w:space="0" w:color="auto"/>
        <w:left w:val="none" w:sz="0" w:space="0" w:color="auto"/>
        <w:bottom w:val="none" w:sz="0" w:space="0" w:color="auto"/>
        <w:right w:val="none" w:sz="0" w:space="0" w:color="auto"/>
      </w:divBdr>
    </w:div>
    <w:div w:id="280574334">
      <w:bodyDiv w:val="1"/>
      <w:marLeft w:val="0"/>
      <w:marRight w:val="0"/>
      <w:marTop w:val="0"/>
      <w:marBottom w:val="0"/>
      <w:divBdr>
        <w:top w:val="none" w:sz="0" w:space="0" w:color="auto"/>
        <w:left w:val="none" w:sz="0" w:space="0" w:color="auto"/>
        <w:bottom w:val="none" w:sz="0" w:space="0" w:color="auto"/>
        <w:right w:val="none" w:sz="0" w:space="0" w:color="auto"/>
      </w:divBdr>
    </w:div>
    <w:div w:id="290987086">
      <w:bodyDiv w:val="1"/>
      <w:marLeft w:val="0"/>
      <w:marRight w:val="0"/>
      <w:marTop w:val="0"/>
      <w:marBottom w:val="0"/>
      <w:divBdr>
        <w:top w:val="none" w:sz="0" w:space="0" w:color="auto"/>
        <w:left w:val="none" w:sz="0" w:space="0" w:color="auto"/>
        <w:bottom w:val="none" w:sz="0" w:space="0" w:color="auto"/>
        <w:right w:val="none" w:sz="0" w:space="0" w:color="auto"/>
      </w:divBdr>
    </w:div>
    <w:div w:id="297609384">
      <w:bodyDiv w:val="1"/>
      <w:marLeft w:val="0"/>
      <w:marRight w:val="0"/>
      <w:marTop w:val="0"/>
      <w:marBottom w:val="0"/>
      <w:divBdr>
        <w:top w:val="none" w:sz="0" w:space="0" w:color="auto"/>
        <w:left w:val="none" w:sz="0" w:space="0" w:color="auto"/>
        <w:bottom w:val="none" w:sz="0" w:space="0" w:color="auto"/>
        <w:right w:val="none" w:sz="0" w:space="0" w:color="auto"/>
      </w:divBdr>
    </w:div>
    <w:div w:id="300428369">
      <w:bodyDiv w:val="1"/>
      <w:marLeft w:val="0"/>
      <w:marRight w:val="0"/>
      <w:marTop w:val="0"/>
      <w:marBottom w:val="0"/>
      <w:divBdr>
        <w:top w:val="none" w:sz="0" w:space="0" w:color="auto"/>
        <w:left w:val="none" w:sz="0" w:space="0" w:color="auto"/>
        <w:bottom w:val="none" w:sz="0" w:space="0" w:color="auto"/>
        <w:right w:val="none" w:sz="0" w:space="0" w:color="auto"/>
      </w:divBdr>
    </w:div>
    <w:div w:id="359865772">
      <w:bodyDiv w:val="1"/>
      <w:marLeft w:val="0"/>
      <w:marRight w:val="0"/>
      <w:marTop w:val="0"/>
      <w:marBottom w:val="0"/>
      <w:divBdr>
        <w:top w:val="none" w:sz="0" w:space="0" w:color="auto"/>
        <w:left w:val="none" w:sz="0" w:space="0" w:color="auto"/>
        <w:bottom w:val="none" w:sz="0" w:space="0" w:color="auto"/>
        <w:right w:val="none" w:sz="0" w:space="0" w:color="auto"/>
      </w:divBdr>
    </w:div>
    <w:div w:id="360521760">
      <w:bodyDiv w:val="1"/>
      <w:marLeft w:val="0"/>
      <w:marRight w:val="0"/>
      <w:marTop w:val="0"/>
      <w:marBottom w:val="0"/>
      <w:divBdr>
        <w:top w:val="none" w:sz="0" w:space="0" w:color="auto"/>
        <w:left w:val="none" w:sz="0" w:space="0" w:color="auto"/>
        <w:bottom w:val="none" w:sz="0" w:space="0" w:color="auto"/>
        <w:right w:val="none" w:sz="0" w:space="0" w:color="auto"/>
      </w:divBdr>
    </w:div>
    <w:div w:id="367802107">
      <w:bodyDiv w:val="1"/>
      <w:marLeft w:val="0"/>
      <w:marRight w:val="0"/>
      <w:marTop w:val="0"/>
      <w:marBottom w:val="0"/>
      <w:divBdr>
        <w:top w:val="none" w:sz="0" w:space="0" w:color="auto"/>
        <w:left w:val="none" w:sz="0" w:space="0" w:color="auto"/>
        <w:bottom w:val="none" w:sz="0" w:space="0" w:color="auto"/>
        <w:right w:val="none" w:sz="0" w:space="0" w:color="auto"/>
      </w:divBdr>
    </w:div>
    <w:div w:id="392393946">
      <w:bodyDiv w:val="1"/>
      <w:marLeft w:val="0"/>
      <w:marRight w:val="0"/>
      <w:marTop w:val="0"/>
      <w:marBottom w:val="0"/>
      <w:divBdr>
        <w:top w:val="none" w:sz="0" w:space="0" w:color="auto"/>
        <w:left w:val="none" w:sz="0" w:space="0" w:color="auto"/>
        <w:bottom w:val="none" w:sz="0" w:space="0" w:color="auto"/>
        <w:right w:val="none" w:sz="0" w:space="0" w:color="auto"/>
      </w:divBdr>
    </w:div>
    <w:div w:id="417024980">
      <w:bodyDiv w:val="1"/>
      <w:marLeft w:val="0"/>
      <w:marRight w:val="0"/>
      <w:marTop w:val="0"/>
      <w:marBottom w:val="0"/>
      <w:divBdr>
        <w:top w:val="none" w:sz="0" w:space="0" w:color="auto"/>
        <w:left w:val="none" w:sz="0" w:space="0" w:color="auto"/>
        <w:bottom w:val="none" w:sz="0" w:space="0" w:color="auto"/>
        <w:right w:val="none" w:sz="0" w:space="0" w:color="auto"/>
      </w:divBdr>
    </w:div>
    <w:div w:id="461268513">
      <w:bodyDiv w:val="1"/>
      <w:marLeft w:val="0"/>
      <w:marRight w:val="0"/>
      <w:marTop w:val="0"/>
      <w:marBottom w:val="0"/>
      <w:divBdr>
        <w:top w:val="none" w:sz="0" w:space="0" w:color="auto"/>
        <w:left w:val="none" w:sz="0" w:space="0" w:color="auto"/>
        <w:bottom w:val="none" w:sz="0" w:space="0" w:color="auto"/>
        <w:right w:val="none" w:sz="0" w:space="0" w:color="auto"/>
      </w:divBdr>
    </w:div>
    <w:div w:id="512111718">
      <w:bodyDiv w:val="1"/>
      <w:marLeft w:val="0"/>
      <w:marRight w:val="0"/>
      <w:marTop w:val="0"/>
      <w:marBottom w:val="0"/>
      <w:divBdr>
        <w:top w:val="none" w:sz="0" w:space="0" w:color="auto"/>
        <w:left w:val="none" w:sz="0" w:space="0" w:color="auto"/>
        <w:bottom w:val="none" w:sz="0" w:space="0" w:color="auto"/>
        <w:right w:val="none" w:sz="0" w:space="0" w:color="auto"/>
      </w:divBdr>
    </w:div>
    <w:div w:id="514466203">
      <w:bodyDiv w:val="1"/>
      <w:marLeft w:val="0"/>
      <w:marRight w:val="0"/>
      <w:marTop w:val="0"/>
      <w:marBottom w:val="0"/>
      <w:divBdr>
        <w:top w:val="none" w:sz="0" w:space="0" w:color="auto"/>
        <w:left w:val="none" w:sz="0" w:space="0" w:color="auto"/>
        <w:bottom w:val="none" w:sz="0" w:space="0" w:color="auto"/>
        <w:right w:val="none" w:sz="0" w:space="0" w:color="auto"/>
      </w:divBdr>
    </w:div>
    <w:div w:id="537738855">
      <w:bodyDiv w:val="1"/>
      <w:marLeft w:val="0"/>
      <w:marRight w:val="0"/>
      <w:marTop w:val="0"/>
      <w:marBottom w:val="0"/>
      <w:divBdr>
        <w:top w:val="none" w:sz="0" w:space="0" w:color="auto"/>
        <w:left w:val="none" w:sz="0" w:space="0" w:color="auto"/>
        <w:bottom w:val="none" w:sz="0" w:space="0" w:color="auto"/>
        <w:right w:val="none" w:sz="0" w:space="0" w:color="auto"/>
      </w:divBdr>
    </w:div>
    <w:div w:id="547183124">
      <w:bodyDiv w:val="1"/>
      <w:marLeft w:val="0"/>
      <w:marRight w:val="0"/>
      <w:marTop w:val="0"/>
      <w:marBottom w:val="0"/>
      <w:divBdr>
        <w:top w:val="none" w:sz="0" w:space="0" w:color="auto"/>
        <w:left w:val="none" w:sz="0" w:space="0" w:color="auto"/>
        <w:bottom w:val="none" w:sz="0" w:space="0" w:color="auto"/>
        <w:right w:val="none" w:sz="0" w:space="0" w:color="auto"/>
      </w:divBdr>
    </w:div>
    <w:div w:id="578056175">
      <w:bodyDiv w:val="1"/>
      <w:marLeft w:val="0"/>
      <w:marRight w:val="0"/>
      <w:marTop w:val="0"/>
      <w:marBottom w:val="0"/>
      <w:divBdr>
        <w:top w:val="none" w:sz="0" w:space="0" w:color="auto"/>
        <w:left w:val="none" w:sz="0" w:space="0" w:color="auto"/>
        <w:bottom w:val="none" w:sz="0" w:space="0" w:color="auto"/>
        <w:right w:val="none" w:sz="0" w:space="0" w:color="auto"/>
      </w:divBdr>
    </w:div>
    <w:div w:id="578950801">
      <w:bodyDiv w:val="1"/>
      <w:marLeft w:val="0"/>
      <w:marRight w:val="0"/>
      <w:marTop w:val="0"/>
      <w:marBottom w:val="0"/>
      <w:divBdr>
        <w:top w:val="none" w:sz="0" w:space="0" w:color="auto"/>
        <w:left w:val="none" w:sz="0" w:space="0" w:color="auto"/>
        <w:bottom w:val="none" w:sz="0" w:space="0" w:color="auto"/>
        <w:right w:val="none" w:sz="0" w:space="0" w:color="auto"/>
      </w:divBdr>
    </w:div>
    <w:div w:id="587621940">
      <w:bodyDiv w:val="1"/>
      <w:marLeft w:val="0"/>
      <w:marRight w:val="0"/>
      <w:marTop w:val="0"/>
      <w:marBottom w:val="0"/>
      <w:divBdr>
        <w:top w:val="none" w:sz="0" w:space="0" w:color="auto"/>
        <w:left w:val="none" w:sz="0" w:space="0" w:color="auto"/>
        <w:bottom w:val="none" w:sz="0" w:space="0" w:color="auto"/>
        <w:right w:val="none" w:sz="0" w:space="0" w:color="auto"/>
      </w:divBdr>
    </w:div>
    <w:div w:id="598829226">
      <w:bodyDiv w:val="1"/>
      <w:marLeft w:val="0"/>
      <w:marRight w:val="0"/>
      <w:marTop w:val="0"/>
      <w:marBottom w:val="0"/>
      <w:divBdr>
        <w:top w:val="none" w:sz="0" w:space="0" w:color="auto"/>
        <w:left w:val="none" w:sz="0" w:space="0" w:color="auto"/>
        <w:bottom w:val="none" w:sz="0" w:space="0" w:color="auto"/>
        <w:right w:val="none" w:sz="0" w:space="0" w:color="auto"/>
      </w:divBdr>
    </w:div>
    <w:div w:id="606080799">
      <w:bodyDiv w:val="1"/>
      <w:marLeft w:val="0"/>
      <w:marRight w:val="0"/>
      <w:marTop w:val="0"/>
      <w:marBottom w:val="0"/>
      <w:divBdr>
        <w:top w:val="none" w:sz="0" w:space="0" w:color="auto"/>
        <w:left w:val="none" w:sz="0" w:space="0" w:color="auto"/>
        <w:bottom w:val="none" w:sz="0" w:space="0" w:color="auto"/>
        <w:right w:val="none" w:sz="0" w:space="0" w:color="auto"/>
      </w:divBdr>
    </w:div>
    <w:div w:id="616832434">
      <w:bodyDiv w:val="1"/>
      <w:marLeft w:val="0"/>
      <w:marRight w:val="0"/>
      <w:marTop w:val="0"/>
      <w:marBottom w:val="0"/>
      <w:divBdr>
        <w:top w:val="none" w:sz="0" w:space="0" w:color="auto"/>
        <w:left w:val="none" w:sz="0" w:space="0" w:color="auto"/>
        <w:bottom w:val="none" w:sz="0" w:space="0" w:color="auto"/>
        <w:right w:val="none" w:sz="0" w:space="0" w:color="auto"/>
      </w:divBdr>
    </w:div>
    <w:div w:id="630597006">
      <w:bodyDiv w:val="1"/>
      <w:marLeft w:val="0"/>
      <w:marRight w:val="0"/>
      <w:marTop w:val="0"/>
      <w:marBottom w:val="0"/>
      <w:divBdr>
        <w:top w:val="none" w:sz="0" w:space="0" w:color="auto"/>
        <w:left w:val="none" w:sz="0" w:space="0" w:color="auto"/>
        <w:bottom w:val="none" w:sz="0" w:space="0" w:color="auto"/>
        <w:right w:val="none" w:sz="0" w:space="0" w:color="auto"/>
      </w:divBdr>
    </w:div>
    <w:div w:id="674847319">
      <w:bodyDiv w:val="1"/>
      <w:marLeft w:val="0"/>
      <w:marRight w:val="0"/>
      <w:marTop w:val="0"/>
      <w:marBottom w:val="0"/>
      <w:divBdr>
        <w:top w:val="none" w:sz="0" w:space="0" w:color="auto"/>
        <w:left w:val="none" w:sz="0" w:space="0" w:color="auto"/>
        <w:bottom w:val="none" w:sz="0" w:space="0" w:color="auto"/>
        <w:right w:val="none" w:sz="0" w:space="0" w:color="auto"/>
      </w:divBdr>
    </w:div>
    <w:div w:id="683673283">
      <w:bodyDiv w:val="1"/>
      <w:marLeft w:val="0"/>
      <w:marRight w:val="0"/>
      <w:marTop w:val="0"/>
      <w:marBottom w:val="0"/>
      <w:divBdr>
        <w:top w:val="none" w:sz="0" w:space="0" w:color="auto"/>
        <w:left w:val="none" w:sz="0" w:space="0" w:color="auto"/>
        <w:bottom w:val="none" w:sz="0" w:space="0" w:color="auto"/>
        <w:right w:val="none" w:sz="0" w:space="0" w:color="auto"/>
      </w:divBdr>
    </w:div>
    <w:div w:id="708189394">
      <w:bodyDiv w:val="1"/>
      <w:marLeft w:val="0"/>
      <w:marRight w:val="0"/>
      <w:marTop w:val="0"/>
      <w:marBottom w:val="0"/>
      <w:divBdr>
        <w:top w:val="none" w:sz="0" w:space="0" w:color="auto"/>
        <w:left w:val="none" w:sz="0" w:space="0" w:color="auto"/>
        <w:bottom w:val="none" w:sz="0" w:space="0" w:color="auto"/>
        <w:right w:val="none" w:sz="0" w:space="0" w:color="auto"/>
      </w:divBdr>
    </w:div>
    <w:div w:id="713425585">
      <w:bodyDiv w:val="1"/>
      <w:marLeft w:val="0"/>
      <w:marRight w:val="0"/>
      <w:marTop w:val="0"/>
      <w:marBottom w:val="0"/>
      <w:divBdr>
        <w:top w:val="none" w:sz="0" w:space="0" w:color="auto"/>
        <w:left w:val="none" w:sz="0" w:space="0" w:color="auto"/>
        <w:bottom w:val="none" w:sz="0" w:space="0" w:color="auto"/>
        <w:right w:val="none" w:sz="0" w:space="0" w:color="auto"/>
      </w:divBdr>
    </w:div>
    <w:div w:id="723219560">
      <w:bodyDiv w:val="1"/>
      <w:marLeft w:val="0"/>
      <w:marRight w:val="0"/>
      <w:marTop w:val="0"/>
      <w:marBottom w:val="0"/>
      <w:divBdr>
        <w:top w:val="none" w:sz="0" w:space="0" w:color="auto"/>
        <w:left w:val="none" w:sz="0" w:space="0" w:color="auto"/>
        <w:bottom w:val="none" w:sz="0" w:space="0" w:color="auto"/>
        <w:right w:val="none" w:sz="0" w:space="0" w:color="auto"/>
      </w:divBdr>
    </w:div>
    <w:div w:id="748505278">
      <w:bodyDiv w:val="1"/>
      <w:marLeft w:val="0"/>
      <w:marRight w:val="0"/>
      <w:marTop w:val="0"/>
      <w:marBottom w:val="0"/>
      <w:divBdr>
        <w:top w:val="none" w:sz="0" w:space="0" w:color="auto"/>
        <w:left w:val="none" w:sz="0" w:space="0" w:color="auto"/>
        <w:bottom w:val="none" w:sz="0" w:space="0" w:color="auto"/>
        <w:right w:val="none" w:sz="0" w:space="0" w:color="auto"/>
      </w:divBdr>
    </w:div>
    <w:div w:id="801657936">
      <w:bodyDiv w:val="1"/>
      <w:marLeft w:val="0"/>
      <w:marRight w:val="0"/>
      <w:marTop w:val="0"/>
      <w:marBottom w:val="0"/>
      <w:divBdr>
        <w:top w:val="none" w:sz="0" w:space="0" w:color="auto"/>
        <w:left w:val="none" w:sz="0" w:space="0" w:color="auto"/>
        <w:bottom w:val="none" w:sz="0" w:space="0" w:color="auto"/>
        <w:right w:val="none" w:sz="0" w:space="0" w:color="auto"/>
      </w:divBdr>
    </w:div>
    <w:div w:id="809639670">
      <w:bodyDiv w:val="1"/>
      <w:marLeft w:val="0"/>
      <w:marRight w:val="0"/>
      <w:marTop w:val="0"/>
      <w:marBottom w:val="0"/>
      <w:divBdr>
        <w:top w:val="none" w:sz="0" w:space="0" w:color="auto"/>
        <w:left w:val="none" w:sz="0" w:space="0" w:color="auto"/>
        <w:bottom w:val="none" w:sz="0" w:space="0" w:color="auto"/>
        <w:right w:val="none" w:sz="0" w:space="0" w:color="auto"/>
      </w:divBdr>
    </w:div>
    <w:div w:id="821586358">
      <w:bodyDiv w:val="1"/>
      <w:marLeft w:val="0"/>
      <w:marRight w:val="0"/>
      <w:marTop w:val="0"/>
      <w:marBottom w:val="0"/>
      <w:divBdr>
        <w:top w:val="none" w:sz="0" w:space="0" w:color="auto"/>
        <w:left w:val="none" w:sz="0" w:space="0" w:color="auto"/>
        <w:bottom w:val="none" w:sz="0" w:space="0" w:color="auto"/>
        <w:right w:val="none" w:sz="0" w:space="0" w:color="auto"/>
      </w:divBdr>
    </w:div>
    <w:div w:id="823818193">
      <w:bodyDiv w:val="1"/>
      <w:marLeft w:val="0"/>
      <w:marRight w:val="0"/>
      <w:marTop w:val="0"/>
      <w:marBottom w:val="0"/>
      <w:divBdr>
        <w:top w:val="none" w:sz="0" w:space="0" w:color="auto"/>
        <w:left w:val="none" w:sz="0" w:space="0" w:color="auto"/>
        <w:bottom w:val="none" w:sz="0" w:space="0" w:color="auto"/>
        <w:right w:val="none" w:sz="0" w:space="0" w:color="auto"/>
      </w:divBdr>
    </w:div>
    <w:div w:id="839391209">
      <w:bodyDiv w:val="1"/>
      <w:marLeft w:val="0"/>
      <w:marRight w:val="0"/>
      <w:marTop w:val="0"/>
      <w:marBottom w:val="0"/>
      <w:divBdr>
        <w:top w:val="none" w:sz="0" w:space="0" w:color="auto"/>
        <w:left w:val="none" w:sz="0" w:space="0" w:color="auto"/>
        <w:bottom w:val="none" w:sz="0" w:space="0" w:color="auto"/>
        <w:right w:val="none" w:sz="0" w:space="0" w:color="auto"/>
      </w:divBdr>
    </w:div>
    <w:div w:id="894857899">
      <w:bodyDiv w:val="1"/>
      <w:marLeft w:val="0"/>
      <w:marRight w:val="0"/>
      <w:marTop w:val="0"/>
      <w:marBottom w:val="0"/>
      <w:divBdr>
        <w:top w:val="none" w:sz="0" w:space="0" w:color="auto"/>
        <w:left w:val="none" w:sz="0" w:space="0" w:color="auto"/>
        <w:bottom w:val="none" w:sz="0" w:space="0" w:color="auto"/>
        <w:right w:val="none" w:sz="0" w:space="0" w:color="auto"/>
      </w:divBdr>
    </w:div>
    <w:div w:id="901254534">
      <w:bodyDiv w:val="1"/>
      <w:marLeft w:val="0"/>
      <w:marRight w:val="0"/>
      <w:marTop w:val="0"/>
      <w:marBottom w:val="0"/>
      <w:divBdr>
        <w:top w:val="none" w:sz="0" w:space="0" w:color="auto"/>
        <w:left w:val="none" w:sz="0" w:space="0" w:color="auto"/>
        <w:bottom w:val="none" w:sz="0" w:space="0" w:color="auto"/>
        <w:right w:val="none" w:sz="0" w:space="0" w:color="auto"/>
      </w:divBdr>
    </w:div>
    <w:div w:id="913776369">
      <w:bodyDiv w:val="1"/>
      <w:marLeft w:val="0"/>
      <w:marRight w:val="0"/>
      <w:marTop w:val="0"/>
      <w:marBottom w:val="0"/>
      <w:divBdr>
        <w:top w:val="none" w:sz="0" w:space="0" w:color="auto"/>
        <w:left w:val="none" w:sz="0" w:space="0" w:color="auto"/>
        <w:bottom w:val="none" w:sz="0" w:space="0" w:color="auto"/>
        <w:right w:val="none" w:sz="0" w:space="0" w:color="auto"/>
      </w:divBdr>
    </w:div>
    <w:div w:id="968701624">
      <w:bodyDiv w:val="1"/>
      <w:marLeft w:val="0"/>
      <w:marRight w:val="0"/>
      <w:marTop w:val="0"/>
      <w:marBottom w:val="0"/>
      <w:divBdr>
        <w:top w:val="none" w:sz="0" w:space="0" w:color="auto"/>
        <w:left w:val="none" w:sz="0" w:space="0" w:color="auto"/>
        <w:bottom w:val="none" w:sz="0" w:space="0" w:color="auto"/>
        <w:right w:val="none" w:sz="0" w:space="0" w:color="auto"/>
      </w:divBdr>
    </w:div>
    <w:div w:id="987782445">
      <w:bodyDiv w:val="1"/>
      <w:marLeft w:val="0"/>
      <w:marRight w:val="0"/>
      <w:marTop w:val="0"/>
      <w:marBottom w:val="0"/>
      <w:divBdr>
        <w:top w:val="none" w:sz="0" w:space="0" w:color="auto"/>
        <w:left w:val="none" w:sz="0" w:space="0" w:color="auto"/>
        <w:bottom w:val="none" w:sz="0" w:space="0" w:color="auto"/>
        <w:right w:val="none" w:sz="0" w:space="0" w:color="auto"/>
      </w:divBdr>
    </w:div>
    <w:div w:id="1040276712">
      <w:bodyDiv w:val="1"/>
      <w:marLeft w:val="0"/>
      <w:marRight w:val="0"/>
      <w:marTop w:val="0"/>
      <w:marBottom w:val="0"/>
      <w:divBdr>
        <w:top w:val="none" w:sz="0" w:space="0" w:color="auto"/>
        <w:left w:val="none" w:sz="0" w:space="0" w:color="auto"/>
        <w:bottom w:val="none" w:sz="0" w:space="0" w:color="auto"/>
        <w:right w:val="none" w:sz="0" w:space="0" w:color="auto"/>
      </w:divBdr>
    </w:div>
    <w:div w:id="1048914279">
      <w:bodyDiv w:val="1"/>
      <w:marLeft w:val="0"/>
      <w:marRight w:val="0"/>
      <w:marTop w:val="0"/>
      <w:marBottom w:val="0"/>
      <w:divBdr>
        <w:top w:val="none" w:sz="0" w:space="0" w:color="auto"/>
        <w:left w:val="none" w:sz="0" w:space="0" w:color="auto"/>
        <w:bottom w:val="none" w:sz="0" w:space="0" w:color="auto"/>
        <w:right w:val="none" w:sz="0" w:space="0" w:color="auto"/>
      </w:divBdr>
    </w:div>
    <w:div w:id="1066340470">
      <w:bodyDiv w:val="1"/>
      <w:marLeft w:val="0"/>
      <w:marRight w:val="0"/>
      <w:marTop w:val="0"/>
      <w:marBottom w:val="0"/>
      <w:divBdr>
        <w:top w:val="none" w:sz="0" w:space="0" w:color="auto"/>
        <w:left w:val="none" w:sz="0" w:space="0" w:color="auto"/>
        <w:bottom w:val="none" w:sz="0" w:space="0" w:color="auto"/>
        <w:right w:val="none" w:sz="0" w:space="0" w:color="auto"/>
      </w:divBdr>
    </w:div>
    <w:div w:id="1107694026">
      <w:bodyDiv w:val="1"/>
      <w:marLeft w:val="0"/>
      <w:marRight w:val="0"/>
      <w:marTop w:val="0"/>
      <w:marBottom w:val="0"/>
      <w:divBdr>
        <w:top w:val="none" w:sz="0" w:space="0" w:color="auto"/>
        <w:left w:val="none" w:sz="0" w:space="0" w:color="auto"/>
        <w:bottom w:val="none" w:sz="0" w:space="0" w:color="auto"/>
        <w:right w:val="none" w:sz="0" w:space="0" w:color="auto"/>
      </w:divBdr>
    </w:div>
    <w:div w:id="1107769585">
      <w:bodyDiv w:val="1"/>
      <w:marLeft w:val="0"/>
      <w:marRight w:val="0"/>
      <w:marTop w:val="0"/>
      <w:marBottom w:val="0"/>
      <w:divBdr>
        <w:top w:val="none" w:sz="0" w:space="0" w:color="auto"/>
        <w:left w:val="none" w:sz="0" w:space="0" w:color="auto"/>
        <w:bottom w:val="none" w:sz="0" w:space="0" w:color="auto"/>
        <w:right w:val="none" w:sz="0" w:space="0" w:color="auto"/>
      </w:divBdr>
    </w:div>
    <w:div w:id="1117721656">
      <w:bodyDiv w:val="1"/>
      <w:marLeft w:val="0"/>
      <w:marRight w:val="0"/>
      <w:marTop w:val="0"/>
      <w:marBottom w:val="0"/>
      <w:divBdr>
        <w:top w:val="none" w:sz="0" w:space="0" w:color="auto"/>
        <w:left w:val="none" w:sz="0" w:space="0" w:color="auto"/>
        <w:bottom w:val="none" w:sz="0" w:space="0" w:color="auto"/>
        <w:right w:val="none" w:sz="0" w:space="0" w:color="auto"/>
      </w:divBdr>
    </w:div>
    <w:div w:id="1144083139">
      <w:bodyDiv w:val="1"/>
      <w:marLeft w:val="0"/>
      <w:marRight w:val="0"/>
      <w:marTop w:val="0"/>
      <w:marBottom w:val="0"/>
      <w:divBdr>
        <w:top w:val="none" w:sz="0" w:space="0" w:color="auto"/>
        <w:left w:val="none" w:sz="0" w:space="0" w:color="auto"/>
        <w:bottom w:val="none" w:sz="0" w:space="0" w:color="auto"/>
        <w:right w:val="none" w:sz="0" w:space="0" w:color="auto"/>
      </w:divBdr>
    </w:div>
    <w:div w:id="1207833198">
      <w:bodyDiv w:val="1"/>
      <w:marLeft w:val="0"/>
      <w:marRight w:val="0"/>
      <w:marTop w:val="0"/>
      <w:marBottom w:val="0"/>
      <w:divBdr>
        <w:top w:val="none" w:sz="0" w:space="0" w:color="auto"/>
        <w:left w:val="none" w:sz="0" w:space="0" w:color="auto"/>
        <w:bottom w:val="none" w:sz="0" w:space="0" w:color="auto"/>
        <w:right w:val="none" w:sz="0" w:space="0" w:color="auto"/>
      </w:divBdr>
    </w:div>
    <w:div w:id="1216431855">
      <w:bodyDiv w:val="1"/>
      <w:marLeft w:val="0"/>
      <w:marRight w:val="0"/>
      <w:marTop w:val="0"/>
      <w:marBottom w:val="0"/>
      <w:divBdr>
        <w:top w:val="none" w:sz="0" w:space="0" w:color="auto"/>
        <w:left w:val="none" w:sz="0" w:space="0" w:color="auto"/>
        <w:bottom w:val="none" w:sz="0" w:space="0" w:color="auto"/>
        <w:right w:val="none" w:sz="0" w:space="0" w:color="auto"/>
      </w:divBdr>
    </w:div>
    <w:div w:id="1231499610">
      <w:bodyDiv w:val="1"/>
      <w:marLeft w:val="0"/>
      <w:marRight w:val="0"/>
      <w:marTop w:val="0"/>
      <w:marBottom w:val="0"/>
      <w:divBdr>
        <w:top w:val="none" w:sz="0" w:space="0" w:color="auto"/>
        <w:left w:val="none" w:sz="0" w:space="0" w:color="auto"/>
        <w:bottom w:val="none" w:sz="0" w:space="0" w:color="auto"/>
        <w:right w:val="none" w:sz="0" w:space="0" w:color="auto"/>
      </w:divBdr>
    </w:div>
    <w:div w:id="1357271757">
      <w:bodyDiv w:val="1"/>
      <w:marLeft w:val="0"/>
      <w:marRight w:val="0"/>
      <w:marTop w:val="0"/>
      <w:marBottom w:val="0"/>
      <w:divBdr>
        <w:top w:val="none" w:sz="0" w:space="0" w:color="auto"/>
        <w:left w:val="none" w:sz="0" w:space="0" w:color="auto"/>
        <w:bottom w:val="none" w:sz="0" w:space="0" w:color="auto"/>
        <w:right w:val="none" w:sz="0" w:space="0" w:color="auto"/>
      </w:divBdr>
    </w:div>
    <w:div w:id="1365133785">
      <w:bodyDiv w:val="1"/>
      <w:marLeft w:val="0"/>
      <w:marRight w:val="0"/>
      <w:marTop w:val="0"/>
      <w:marBottom w:val="0"/>
      <w:divBdr>
        <w:top w:val="none" w:sz="0" w:space="0" w:color="auto"/>
        <w:left w:val="none" w:sz="0" w:space="0" w:color="auto"/>
        <w:bottom w:val="none" w:sz="0" w:space="0" w:color="auto"/>
        <w:right w:val="none" w:sz="0" w:space="0" w:color="auto"/>
      </w:divBdr>
    </w:div>
    <w:div w:id="1369792307">
      <w:bodyDiv w:val="1"/>
      <w:marLeft w:val="0"/>
      <w:marRight w:val="0"/>
      <w:marTop w:val="0"/>
      <w:marBottom w:val="0"/>
      <w:divBdr>
        <w:top w:val="none" w:sz="0" w:space="0" w:color="auto"/>
        <w:left w:val="none" w:sz="0" w:space="0" w:color="auto"/>
        <w:bottom w:val="none" w:sz="0" w:space="0" w:color="auto"/>
        <w:right w:val="none" w:sz="0" w:space="0" w:color="auto"/>
      </w:divBdr>
    </w:div>
    <w:div w:id="1377462904">
      <w:bodyDiv w:val="1"/>
      <w:marLeft w:val="0"/>
      <w:marRight w:val="0"/>
      <w:marTop w:val="0"/>
      <w:marBottom w:val="0"/>
      <w:divBdr>
        <w:top w:val="none" w:sz="0" w:space="0" w:color="auto"/>
        <w:left w:val="none" w:sz="0" w:space="0" w:color="auto"/>
        <w:bottom w:val="none" w:sz="0" w:space="0" w:color="auto"/>
        <w:right w:val="none" w:sz="0" w:space="0" w:color="auto"/>
      </w:divBdr>
    </w:div>
    <w:div w:id="1382828159">
      <w:bodyDiv w:val="1"/>
      <w:marLeft w:val="0"/>
      <w:marRight w:val="0"/>
      <w:marTop w:val="0"/>
      <w:marBottom w:val="0"/>
      <w:divBdr>
        <w:top w:val="none" w:sz="0" w:space="0" w:color="auto"/>
        <w:left w:val="none" w:sz="0" w:space="0" w:color="auto"/>
        <w:bottom w:val="none" w:sz="0" w:space="0" w:color="auto"/>
        <w:right w:val="none" w:sz="0" w:space="0" w:color="auto"/>
      </w:divBdr>
    </w:div>
    <w:div w:id="1394356275">
      <w:bodyDiv w:val="1"/>
      <w:marLeft w:val="0"/>
      <w:marRight w:val="0"/>
      <w:marTop w:val="0"/>
      <w:marBottom w:val="0"/>
      <w:divBdr>
        <w:top w:val="none" w:sz="0" w:space="0" w:color="auto"/>
        <w:left w:val="none" w:sz="0" w:space="0" w:color="auto"/>
        <w:bottom w:val="none" w:sz="0" w:space="0" w:color="auto"/>
        <w:right w:val="none" w:sz="0" w:space="0" w:color="auto"/>
      </w:divBdr>
    </w:div>
    <w:div w:id="1397901256">
      <w:bodyDiv w:val="1"/>
      <w:marLeft w:val="0"/>
      <w:marRight w:val="0"/>
      <w:marTop w:val="0"/>
      <w:marBottom w:val="0"/>
      <w:divBdr>
        <w:top w:val="none" w:sz="0" w:space="0" w:color="auto"/>
        <w:left w:val="none" w:sz="0" w:space="0" w:color="auto"/>
        <w:bottom w:val="none" w:sz="0" w:space="0" w:color="auto"/>
        <w:right w:val="none" w:sz="0" w:space="0" w:color="auto"/>
      </w:divBdr>
    </w:div>
    <w:div w:id="1484393954">
      <w:bodyDiv w:val="1"/>
      <w:marLeft w:val="0"/>
      <w:marRight w:val="0"/>
      <w:marTop w:val="0"/>
      <w:marBottom w:val="0"/>
      <w:divBdr>
        <w:top w:val="none" w:sz="0" w:space="0" w:color="auto"/>
        <w:left w:val="none" w:sz="0" w:space="0" w:color="auto"/>
        <w:bottom w:val="none" w:sz="0" w:space="0" w:color="auto"/>
        <w:right w:val="none" w:sz="0" w:space="0" w:color="auto"/>
      </w:divBdr>
    </w:div>
    <w:div w:id="1507355748">
      <w:bodyDiv w:val="1"/>
      <w:marLeft w:val="0"/>
      <w:marRight w:val="0"/>
      <w:marTop w:val="0"/>
      <w:marBottom w:val="0"/>
      <w:divBdr>
        <w:top w:val="none" w:sz="0" w:space="0" w:color="auto"/>
        <w:left w:val="none" w:sz="0" w:space="0" w:color="auto"/>
        <w:bottom w:val="none" w:sz="0" w:space="0" w:color="auto"/>
        <w:right w:val="none" w:sz="0" w:space="0" w:color="auto"/>
      </w:divBdr>
    </w:div>
    <w:div w:id="1555239590">
      <w:bodyDiv w:val="1"/>
      <w:marLeft w:val="0"/>
      <w:marRight w:val="0"/>
      <w:marTop w:val="0"/>
      <w:marBottom w:val="0"/>
      <w:divBdr>
        <w:top w:val="none" w:sz="0" w:space="0" w:color="auto"/>
        <w:left w:val="none" w:sz="0" w:space="0" w:color="auto"/>
        <w:bottom w:val="none" w:sz="0" w:space="0" w:color="auto"/>
        <w:right w:val="none" w:sz="0" w:space="0" w:color="auto"/>
      </w:divBdr>
    </w:div>
    <w:div w:id="1572226885">
      <w:bodyDiv w:val="1"/>
      <w:marLeft w:val="0"/>
      <w:marRight w:val="0"/>
      <w:marTop w:val="0"/>
      <w:marBottom w:val="0"/>
      <w:divBdr>
        <w:top w:val="none" w:sz="0" w:space="0" w:color="auto"/>
        <w:left w:val="none" w:sz="0" w:space="0" w:color="auto"/>
        <w:bottom w:val="none" w:sz="0" w:space="0" w:color="auto"/>
        <w:right w:val="none" w:sz="0" w:space="0" w:color="auto"/>
      </w:divBdr>
    </w:div>
    <w:div w:id="1574467873">
      <w:bodyDiv w:val="1"/>
      <w:marLeft w:val="0"/>
      <w:marRight w:val="0"/>
      <w:marTop w:val="0"/>
      <w:marBottom w:val="0"/>
      <w:divBdr>
        <w:top w:val="none" w:sz="0" w:space="0" w:color="auto"/>
        <w:left w:val="none" w:sz="0" w:space="0" w:color="auto"/>
        <w:bottom w:val="none" w:sz="0" w:space="0" w:color="auto"/>
        <w:right w:val="none" w:sz="0" w:space="0" w:color="auto"/>
      </w:divBdr>
    </w:div>
    <w:div w:id="1578590863">
      <w:bodyDiv w:val="1"/>
      <w:marLeft w:val="0"/>
      <w:marRight w:val="0"/>
      <w:marTop w:val="0"/>
      <w:marBottom w:val="0"/>
      <w:divBdr>
        <w:top w:val="none" w:sz="0" w:space="0" w:color="auto"/>
        <w:left w:val="none" w:sz="0" w:space="0" w:color="auto"/>
        <w:bottom w:val="none" w:sz="0" w:space="0" w:color="auto"/>
        <w:right w:val="none" w:sz="0" w:space="0" w:color="auto"/>
      </w:divBdr>
    </w:div>
    <w:div w:id="1623347348">
      <w:bodyDiv w:val="1"/>
      <w:marLeft w:val="0"/>
      <w:marRight w:val="0"/>
      <w:marTop w:val="0"/>
      <w:marBottom w:val="0"/>
      <w:divBdr>
        <w:top w:val="none" w:sz="0" w:space="0" w:color="auto"/>
        <w:left w:val="none" w:sz="0" w:space="0" w:color="auto"/>
        <w:bottom w:val="none" w:sz="0" w:space="0" w:color="auto"/>
        <w:right w:val="none" w:sz="0" w:space="0" w:color="auto"/>
      </w:divBdr>
    </w:div>
    <w:div w:id="1664117346">
      <w:bodyDiv w:val="1"/>
      <w:marLeft w:val="0"/>
      <w:marRight w:val="0"/>
      <w:marTop w:val="0"/>
      <w:marBottom w:val="0"/>
      <w:divBdr>
        <w:top w:val="none" w:sz="0" w:space="0" w:color="auto"/>
        <w:left w:val="none" w:sz="0" w:space="0" w:color="auto"/>
        <w:bottom w:val="none" w:sz="0" w:space="0" w:color="auto"/>
        <w:right w:val="none" w:sz="0" w:space="0" w:color="auto"/>
      </w:divBdr>
    </w:div>
    <w:div w:id="1667857151">
      <w:bodyDiv w:val="1"/>
      <w:marLeft w:val="0"/>
      <w:marRight w:val="0"/>
      <w:marTop w:val="0"/>
      <w:marBottom w:val="0"/>
      <w:divBdr>
        <w:top w:val="none" w:sz="0" w:space="0" w:color="auto"/>
        <w:left w:val="none" w:sz="0" w:space="0" w:color="auto"/>
        <w:bottom w:val="none" w:sz="0" w:space="0" w:color="auto"/>
        <w:right w:val="none" w:sz="0" w:space="0" w:color="auto"/>
      </w:divBdr>
    </w:div>
    <w:div w:id="1668436381">
      <w:bodyDiv w:val="1"/>
      <w:marLeft w:val="0"/>
      <w:marRight w:val="0"/>
      <w:marTop w:val="0"/>
      <w:marBottom w:val="0"/>
      <w:divBdr>
        <w:top w:val="none" w:sz="0" w:space="0" w:color="auto"/>
        <w:left w:val="none" w:sz="0" w:space="0" w:color="auto"/>
        <w:bottom w:val="none" w:sz="0" w:space="0" w:color="auto"/>
        <w:right w:val="none" w:sz="0" w:space="0" w:color="auto"/>
      </w:divBdr>
    </w:div>
    <w:div w:id="1683897290">
      <w:bodyDiv w:val="1"/>
      <w:marLeft w:val="0"/>
      <w:marRight w:val="0"/>
      <w:marTop w:val="0"/>
      <w:marBottom w:val="0"/>
      <w:divBdr>
        <w:top w:val="none" w:sz="0" w:space="0" w:color="auto"/>
        <w:left w:val="none" w:sz="0" w:space="0" w:color="auto"/>
        <w:bottom w:val="none" w:sz="0" w:space="0" w:color="auto"/>
        <w:right w:val="none" w:sz="0" w:space="0" w:color="auto"/>
      </w:divBdr>
    </w:div>
    <w:div w:id="1686901214">
      <w:bodyDiv w:val="1"/>
      <w:marLeft w:val="0"/>
      <w:marRight w:val="0"/>
      <w:marTop w:val="0"/>
      <w:marBottom w:val="0"/>
      <w:divBdr>
        <w:top w:val="none" w:sz="0" w:space="0" w:color="auto"/>
        <w:left w:val="none" w:sz="0" w:space="0" w:color="auto"/>
        <w:bottom w:val="none" w:sz="0" w:space="0" w:color="auto"/>
        <w:right w:val="none" w:sz="0" w:space="0" w:color="auto"/>
      </w:divBdr>
    </w:div>
    <w:div w:id="1689672306">
      <w:bodyDiv w:val="1"/>
      <w:marLeft w:val="0"/>
      <w:marRight w:val="0"/>
      <w:marTop w:val="0"/>
      <w:marBottom w:val="0"/>
      <w:divBdr>
        <w:top w:val="none" w:sz="0" w:space="0" w:color="auto"/>
        <w:left w:val="none" w:sz="0" w:space="0" w:color="auto"/>
        <w:bottom w:val="none" w:sz="0" w:space="0" w:color="auto"/>
        <w:right w:val="none" w:sz="0" w:space="0" w:color="auto"/>
      </w:divBdr>
    </w:div>
    <w:div w:id="1729767515">
      <w:bodyDiv w:val="1"/>
      <w:marLeft w:val="0"/>
      <w:marRight w:val="0"/>
      <w:marTop w:val="0"/>
      <w:marBottom w:val="0"/>
      <w:divBdr>
        <w:top w:val="none" w:sz="0" w:space="0" w:color="auto"/>
        <w:left w:val="none" w:sz="0" w:space="0" w:color="auto"/>
        <w:bottom w:val="none" w:sz="0" w:space="0" w:color="auto"/>
        <w:right w:val="none" w:sz="0" w:space="0" w:color="auto"/>
      </w:divBdr>
    </w:div>
    <w:div w:id="1813669920">
      <w:bodyDiv w:val="1"/>
      <w:marLeft w:val="0"/>
      <w:marRight w:val="0"/>
      <w:marTop w:val="0"/>
      <w:marBottom w:val="0"/>
      <w:divBdr>
        <w:top w:val="none" w:sz="0" w:space="0" w:color="auto"/>
        <w:left w:val="none" w:sz="0" w:space="0" w:color="auto"/>
        <w:bottom w:val="none" w:sz="0" w:space="0" w:color="auto"/>
        <w:right w:val="none" w:sz="0" w:space="0" w:color="auto"/>
      </w:divBdr>
    </w:div>
    <w:div w:id="1823693937">
      <w:bodyDiv w:val="1"/>
      <w:marLeft w:val="0"/>
      <w:marRight w:val="0"/>
      <w:marTop w:val="0"/>
      <w:marBottom w:val="0"/>
      <w:divBdr>
        <w:top w:val="none" w:sz="0" w:space="0" w:color="auto"/>
        <w:left w:val="none" w:sz="0" w:space="0" w:color="auto"/>
        <w:bottom w:val="none" w:sz="0" w:space="0" w:color="auto"/>
        <w:right w:val="none" w:sz="0" w:space="0" w:color="auto"/>
      </w:divBdr>
    </w:div>
    <w:div w:id="1826820619">
      <w:bodyDiv w:val="1"/>
      <w:marLeft w:val="0"/>
      <w:marRight w:val="0"/>
      <w:marTop w:val="0"/>
      <w:marBottom w:val="0"/>
      <w:divBdr>
        <w:top w:val="none" w:sz="0" w:space="0" w:color="auto"/>
        <w:left w:val="none" w:sz="0" w:space="0" w:color="auto"/>
        <w:bottom w:val="none" w:sz="0" w:space="0" w:color="auto"/>
        <w:right w:val="none" w:sz="0" w:space="0" w:color="auto"/>
      </w:divBdr>
    </w:div>
    <w:div w:id="1882815898">
      <w:bodyDiv w:val="1"/>
      <w:marLeft w:val="0"/>
      <w:marRight w:val="0"/>
      <w:marTop w:val="0"/>
      <w:marBottom w:val="0"/>
      <w:divBdr>
        <w:top w:val="none" w:sz="0" w:space="0" w:color="auto"/>
        <w:left w:val="none" w:sz="0" w:space="0" w:color="auto"/>
        <w:bottom w:val="none" w:sz="0" w:space="0" w:color="auto"/>
        <w:right w:val="none" w:sz="0" w:space="0" w:color="auto"/>
      </w:divBdr>
    </w:div>
    <w:div w:id="1898054296">
      <w:bodyDiv w:val="1"/>
      <w:marLeft w:val="0"/>
      <w:marRight w:val="0"/>
      <w:marTop w:val="0"/>
      <w:marBottom w:val="0"/>
      <w:divBdr>
        <w:top w:val="none" w:sz="0" w:space="0" w:color="auto"/>
        <w:left w:val="none" w:sz="0" w:space="0" w:color="auto"/>
        <w:bottom w:val="none" w:sz="0" w:space="0" w:color="auto"/>
        <w:right w:val="none" w:sz="0" w:space="0" w:color="auto"/>
      </w:divBdr>
    </w:div>
    <w:div w:id="1900087310">
      <w:bodyDiv w:val="1"/>
      <w:marLeft w:val="0"/>
      <w:marRight w:val="0"/>
      <w:marTop w:val="0"/>
      <w:marBottom w:val="0"/>
      <w:divBdr>
        <w:top w:val="none" w:sz="0" w:space="0" w:color="auto"/>
        <w:left w:val="none" w:sz="0" w:space="0" w:color="auto"/>
        <w:bottom w:val="none" w:sz="0" w:space="0" w:color="auto"/>
        <w:right w:val="none" w:sz="0" w:space="0" w:color="auto"/>
      </w:divBdr>
    </w:div>
    <w:div w:id="1909073366">
      <w:bodyDiv w:val="1"/>
      <w:marLeft w:val="0"/>
      <w:marRight w:val="0"/>
      <w:marTop w:val="0"/>
      <w:marBottom w:val="0"/>
      <w:divBdr>
        <w:top w:val="none" w:sz="0" w:space="0" w:color="auto"/>
        <w:left w:val="none" w:sz="0" w:space="0" w:color="auto"/>
        <w:bottom w:val="none" w:sz="0" w:space="0" w:color="auto"/>
        <w:right w:val="none" w:sz="0" w:space="0" w:color="auto"/>
      </w:divBdr>
    </w:div>
    <w:div w:id="1922641237">
      <w:bodyDiv w:val="1"/>
      <w:marLeft w:val="0"/>
      <w:marRight w:val="0"/>
      <w:marTop w:val="0"/>
      <w:marBottom w:val="0"/>
      <w:divBdr>
        <w:top w:val="none" w:sz="0" w:space="0" w:color="auto"/>
        <w:left w:val="none" w:sz="0" w:space="0" w:color="auto"/>
        <w:bottom w:val="none" w:sz="0" w:space="0" w:color="auto"/>
        <w:right w:val="none" w:sz="0" w:space="0" w:color="auto"/>
      </w:divBdr>
    </w:div>
    <w:div w:id="1932883455">
      <w:bodyDiv w:val="1"/>
      <w:marLeft w:val="0"/>
      <w:marRight w:val="0"/>
      <w:marTop w:val="0"/>
      <w:marBottom w:val="0"/>
      <w:divBdr>
        <w:top w:val="none" w:sz="0" w:space="0" w:color="auto"/>
        <w:left w:val="none" w:sz="0" w:space="0" w:color="auto"/>
        <w:bottom w:val="none" w:sz="0" w:space="0" w:color="auto"/>
        <w:right w:val="none" w:sz="0" w:space="0" w:color="auto"/>
      </w:divBdr>
    </w:div>
    <w:div w:id="1941333792">
      <w:bodyDiv w:val="1"/>
      <w:marLeft w:val="0"/>
      <w:marRight w:val="0"/>
      <w:marTop w:val="0"/>
      <w:marBottom w:val="0"/>
      <w:divBdr>
        <w:top w:val="none" w:sz="0" w:space="0" w:color="auto"/>
        <w:left w:val="none" w:sz="0" w:space="0" w:color="auto"/>
        <w:bottom w:val="none" w:sz="0" w:space="0" w:color="auto"/>
        <w:right w:val="none" w:sz="0" w:space="0" w:color="auto"/>
      </w:divBdr>
    </w:div>
    <w:div w:id="2003048350">
      <w:bodyDiv w:val="1"/>
      <w:marLeft w:val="0"/>
      <w:marRight w:val="0"/>
      <w:marTop w:val="0"/>
      <w:marBottom w:val="0"/>
      <w:divBdr>
        <w:top w:val="none" w:sz="0" w:space="0" w:color="auto"/>
        <w:left w:val="none" w:sz="0" w:space="0" w:color="auto"/>
        <w:bottom w:val="none" w:sz="0" w:space="0" w:color="auto"/>
        <w:right w:val="none" w:sz="0" w:space="0" w:color="auto"/>
      </w:divBdr>
    </w:div>
    <w:div w:id="2091464677">
      <w:bodyDiv w:val="1"/>
      <w:marLeft w:val="0"/>
      <w:marRight w:val="0"/>
      <w:marTop w:val="0"/>
      <w:marBottom w:val="0"/>
      <w:divBdr>
        <w:top w:val="none" w:sz="0" w:space="0" w:color="auto"/>
        <w:left w:val="none" w:sz="0" w:space="0" w:color="auto"/>
        <w:bottom w:val="none" w:sz="0" w:space="0" w:color="auto"/>
        <w:right w:val="none" w:sz="0" w:space="0" w:color="auto"/>
      </w:divBdr>
    </w:div>
    <w:div w:id="2135637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jaht@rmk.e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levm\AppData\Local\Microsoft\Windows\Temporary%20Internet%20Files\Content.IE5\RAPVO0QI\jahipidamisv&#245;imaluste%20kasutamise%20kokkulep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4C3EB78E47B42808A622D9B01EC02F7"/>
        <w:category>
          <w:name w:val="Üldine"/>
          <w:gallery w:val="placeholder"/>
        </w:category>
        <w:types>
          <w:type w:val="bbPlcHdr"/>
        </w:types>
        <w:behaviors>
          <w:behavior w:val="content"/>
        </w:behaviors>
        <w:guid w:val="{E1D856E1-E53E-46E6-ADFA-4FD5F595028A}"/>
      </w:docPartPr>
      <w:docPartBody>
        <w:p w:rsidR="00EB0DA8" w:rsidRDefault="00EB0DA8">
          <w:r>
            <w:t>(Vali kuupäev)</w:t>
          </w:r>
        </w:p>
      </w:docPartBody>
    </w:docPart>
    <w:docPart>
      <w:docPartPr>
        <w:name w:val="72F9BEE867514E35ACECD109378EF8A3"/>
        <w:category>
          <w:name w:val="Üldine"/>
          <w:gallery w:val="placeholder"/>
        </w:category>
        <w:types>
          <w:type w:val="bbPlcHdr"/>
        </w:types>
        <w:behaviors>
          <w:behavior w:val="content"/>
        </w:behaviors>
        <w:guid w:val="{C9515777-3E5D-4967-99C6-AFD912270083}"/>
      </w:docPartPr>
      <w:docPartBody>
        <w:p w:rsidR="00036007" w:rsidRDefault="00EB0DA8" w:rsidP="00EB0DA8">
          <w:pPr>
            <w:pStyle w:val="72F9BEE867514E35ACECD109378EF8A3"/>
          </w:pPr>
          <w:r w:rsidRPr="00BE118B">
            <w:rPr>
              <w:rStyle w:val="Kohatitetekst"/>
            </w:rPr>
            <w:t>Choose an item.</w:t>
          </w:r>
        </w:p>
      </w:docPartBody>
    </w:docPart>
    <w:docPart>
      <w:docPartPr>
        <w:name w:val="1BA89A44D8764C31B1D265D4670601AA"/>
        <w:category>
          <w:name w:val="Üldine"/>
          <w:gallery w:val="placeholder"/>
        </w:category>
        <w:types>
          <w:type w:val="bbPlcHdr"/>
        </w:types>
        <w:behaviors>
          <w:behavior w:val="content"/>
        </w:behaviors>
        <w:guid w:val="{14E78742-0F59-4EDB-A524-DA42D81A14EF}"/>
      </w:docPartPr>
      <w:docPartBody>
        <w:p w:rsidR="00036007" w:rsidRDefault="00EB0DA8" w:rsidP="00EB0DA8">
          <w:pPr>
            <w:pStyle w:val="1BA89A44D8764C31B1D265D4670601AA"/>
          </w:pPr>
          <w:r w:rsidRPr="00BE118B">
            <w:rPr>
              <w:rStyle w:val="Kohatitetekst"/>
            </w:rPr>
            <w:t>Choose an item.</w:t>
          </w:r>
        </w:p>
      </w:docPartBody>
    </w:docPart>
    <w:docPart>
      <w:docPartPr>
        <w:name w:val="55685A1EF27B4CEAB1C246FE3196E093"/>
        <w:category>
          <w:name w:val="Üldine"/>
          <w:gallery w:val="placeholder"/>
        </w:category>
        <w:types>
          <w:type w:val="bbPlcHdr"/>
        </w:types>
        <w:behaviors>
          <w:behavior w:val="content"/>
        </w:behaviors>
        <w:guid w:val="{BA35F998-97FD-4373-8656-7A703CE0C82C}"/>
      </w:docPartPr>
      <w:docPartBody>
        <w:p w:rsidR="00946C57" w:rsidRDefault="00BA4EFB" w:rsidP="00BA4EFB">
          <w:pPr>
            <w:pStyle w:val="55685A1EF27B4CEAB1C246FE3196E093"/>
          </w:pPr>
          <w:r>
            <w:t>[Tippige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1"/>
    <w:family w:val="roman"/>
    <w:pitch w:val="variable"/>
    <w:sig w:usb0="00002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0DA8"/>
    <w:rsid w:val="00036007"/>
    <w:rsid w:val="000D372C"/>
    <w:rsid w:val="00177389"/>
    <w:rsid w:val="001D7AF2"/>
    <w:rsid w:val="001F2561"/>
    <w:rsid w:val="0040456C"/>
    <w:rsid w:val="004B3D0C"/>
    <w:rsid w:val="004C00AF"/>
    <w:rsid w:val="005317A5"/>
    <w:rsid w:val="00624BDE"/>
    <w:rsid w:val="00643479"/>
    <w:rsid w:val="006A0C38"/>
    <w:rsid w:val="006C0DB4"/>
    <w:rsid w:val="0070542F"/>
    <w:rsid w:val="007635B5"/>
    <w:rsid w:val="00785213"/>
    <w:rsid w:val="007A27A9"/>
    <w:rsid w:val="007E28C4"/>
    <w:rsid w:val="0081268A"/>
    <w:rsid w:val="008303A7"/>
    <w:rsid w:val="00946C57"/>
    <w:rsid w:val="00987B1D"/>
    <w:rsid w:val="009B7C4C"/>
    <w:rsid w:val="00A702BD"/>
    <w:rsid w:val="00B46ACE"/>
    <w:rsid w:val="00B73807"/>
    <w:rsid w:val="00BA4EFB"/>
    <w:rsid w:val="00BC7D47"/>
    <w:rsid w:val="00D760A9"/>
    <w:rsid w:val="00DB341B"/>
    <w:rsid w:val="00E9755E"/>
    <w:rsid w:val="00EB0DA8"/>
    <w:rsid w:val="00F4480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EB0DA8"/>
  </w:style>
  <w:style w:type="paragraph" w:customStyle="1" w:styleId="72F9BEE867514E35ACECD109378EF8A3">
    <w:name w:val="72F9BEE867514E35ACECD109378EF8A3"/>
    <w:rsid w:val="00EB0DA8"/>
  </w:style>
  <w:style w:type="paragraph" w:customStyle="1" w:styleId="1BA89A44D8764C31B1D265D4670601AA">
    <w:name w:val="1BA89A44D8764C31B1D265D4670601AA"/>
    <w:rsid w:val="00EB0DA8"/>
  </w:style>
  <w:style w:type="paragraph" w:customStyle="1" w:styleId="55685A1EF27B4CEAB1C246FE3196E093">
    <w:name w:val="55685A1EF27B4CEAB1C246FE3196E093"/>
    <w:rsid w:val="00BA4E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1C0F4519ECA3043B2575B66818F26CA" ma:contentTypeVersion="16" ma:contentTypeDescription="Loo uus dokument" ma:contentTypeScope="" ma:versionID="8fe5499cc2071ea68540dcf1ec78cf07">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091fc0fe4cd5e67f58fad47dd6e08f62"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96e707d-a3b7-4a77-9d31-0e052569be8d}"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c49526ee-6562-4a32-ac16-2bec8615b626" xsi:nil="true"/>
    <lcf76f155ced4ddcb4097134ff3c332f xmlns="b3f34dfd-a0aa-4a0c-bd31-f783ee89cc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DB33F69-25A6-499A-8575-0F0A86BEBF17}">
  <ds:schemaRefs>
    <ds:schemaRef ds:uri="http://schemas.microsoft.com/sharepoint/v3/contenttype/forms"/>
  </ds:schemaRefs>
</ds:datastoreItem>
</file>

<file path=customXml/itemProps2.xml><?xml version="1.0" encoding="utf-8"?>
<ds:datastoreItem xmlns:ds="http://schemas.openxmlformats.org/officeDocument/2006/customXml" ds:itemID="{C5A807E6-0065-4A71-A554-2797565785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34dfd-a0aa-4a0c-bd31-f783ee89cc78"/>
    <ds:schemaRef ds:uri="c49526ee-6562-4a32-ac16-2bec8615b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4E749E-EB90-4321-B152-D7EF3AE2C5DF}">
  <ds:schemaRefs>
    <ds:schemaRef ds:uri="http://schemas.openxmlformats.org/officeDocument/2006/bibliography"/>
  </ds:schemaRefs>
</ds:datastoreItem>
</file>

<file path=customXml/itemProps4.xml><?xml version="1.0" encoding="utf-8"?>
<ds:datastoreItem xmlns:ds="http://schemas.openxmlformats.org/officeDocument/2006/customXml" ds:itemID="{1A644D1E-FC6C-4F19-8C5D-0ED9528F8C7A}">
  <ds:schemaRefs>
    <ds:schemaRef ds:uri="http://schemas.microsoft.com/office/2006/metadata/properties"/>
    <ds:schemaRef ds:uri="http://schemas.microsoft.com/office/infopath/2007/PartnerControls"/>
    <ds:schemaRef ds:uri="c49526ee-6562-4a32-ac16-2bec8615b626"/>
    <ds:schemaRef ds:uri="b3f34dfd-a0aa-4a0c-bd31-f783ee89cc78"/>
  </ds:schemaRefs>
</ds:datastoreItem>
</file>

<file path=docProps/app.xml><?xml version="1.0" encoding="utf-8"?>
<Properties xmlns="http://schemas.openxmlformats.org/officeDocument/2006/extended-properties" xmlns:vt="http://schemas.openxmlformats.org/officeDocument/2006/docPropsVTypes">
  <Template>jahipidamisvõimaluste kasutamise kokkulepe</Template>
  <TotalTime>3</TotalTime>
  <Pages>9</Pages>
  <Words>2010</Words>
  <Characters>15826</Characters>
  <Application>Microsoft Office Word</Application>
  <DocSecurity>4</DocSecurity>
  <Lines>131</Lines>
  <Paragraphs>35</Paragraphs>
  <ScaleCrop>false</ScaleCrop>
  <Company>rmk</Company>
  <LinksUpToDate>false</LinksUpToDate>
  <CharactersWithSpaces>17801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JAHIPIDAMISVÕIMALUSTE KASUTAMISE KOKKULEPE</dc:title>
  <dc:subject/>
  <dc:creator>RMK</dc:creator>
  <cp:keywords/>
  <cp:lastModifiedBy>Ene Timberg</cp:lastModifiedBy>
  <cp:revision>2</cp:revision>
  <cp:lastPrinted>2012-02-15T02:28:00Z</cp:lastPrinted>
  <dcterms:created xsi:type="dcterms:W3CDTF">2025-07-03T13:34:00Z</dcterms:created>
  <dcterms:modified xsi:type="dcterms:W3CDTF">2025-07-03T13:34:00Z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0x01010051C0F4519ECA3043B2575B66818F26CA</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